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4D5" w:rsidRPr="008C54D5" w:rsidRDefault="007215FA" w:rsidP="008C54D5">
      <w:pPr>
        <w:pStyle w:val="Formatvorlage1oU"/>
      </w:pPr>
      <w:proofErr w:type="gramStart"/>
      <w:r w:rsidRPr="008C54D5">
        <w:t>²</w:t>
      </w:r>
      <w:r w:rsidR="0084571D" w:rsidRPr="008C54D5">
        <w:t>Memory</w:t>
      </w:r>
      <w:r w:rsidR="00497026" w:rsidRPr="008C54D5">
        <w:rPr>
          <w:vertAlign w:val="superscript"/>
        </w:rPr>
        <w:t>(</w:t>
      </w:r>
      <w:proofErr w:type="gramEnd"/>
      <w:r w:rsidR="00497026" w:rsidRPr="008C54D5">
        <w:rPr>
          <w:vertAlign w:val="superscript"/>
        </w:rPr>
        <w:t>cc)</w:t>
      </w:r>
      <w:r w:rsidR="00124F4B" w:rsidRPr="008C54D5">
        <w:t>-Starter-Edition</w:t>
      </w:r>
      <w:r w:rsidR="0084571D" w:rsidRPr="008C54D5">
        <w:t xml:space="preserve"> </w:t>
      </w:r>
    </w:p>
    <w:p w:rsidR="003535A9" w:rsidRPr="00497026" w:rsidRDefault="00124F4B" w:rsidP="008C54D5">
      <w:pPr>
        <w:pStyle w:val="Formatvorlage1oU"/>
        <w:rPr>
          <w:sz w:val="22"/>
          <w:szCs w:val="22"/>
        </w:rPr>
      </w:pPr>
      <w:r w:rsidRPr="008C54D5">
        <w:rPr>
          <w:sz w:val="24"/>
        </w:rPr>
        <w:t>(</w:t>
      </w:r>
      <w:proofErr w:type="spellStart"/>
      <w:proofErr w:type="gramStart"/>
      <w:r w:rsidRPr="008C54D5">
        <w:rPr>
          <w:sz w:val="24"/>
        </w:rPr>
        <w:t>inkl</w:t>
      </w:r>
      <w:proofErr w:type="spellEnd"/>
      <w:proofErr w:type="gramEnd"/>
      <w:r w:rsidRPr="008C54D5">
        <w:rPr>
          <w:sz w:val="24"/>
        </w:rPr>
        <w:t>. Mini-Version</w:t>
      </w:r>
      <w:r w:rsidR="001460B3" w:rsidRPr="008C54D5">
        <w:rPr>
          <w:color w:val="92D050"/>
          <w:sz w:val="12"/>
          <w:szCs w:val="22"/>
        </w:rPr>
        <w:t xml:space="preserve"> </w:t>
      </w:r>
      <w:r w:rsidR="001460B3" w:rsidRPr="00497026">
        <w:rPr>
          <w:sz w:val="22"/>
          <w:szCs w:val="22"/>
        </w:rPr>
        <w:t>√¯</w:t>
      </w:r>
      <w:proofErr w:type="gramStart"/>
      <w:r w:rsidR="001460B3" w:rsidRPr="00497026">
        <w:rPr>
          <w:sz w:val="22"/>
          <w:szCs w:val="22"/>
        </w:rPr>
        <w:t>Memory</w:t>
      </w:r>
      <w:r w:rsidR="00497026">
        <w:rPr>
          <w:sz w:val="22"/>
          <w:szCs w:val="22"/>
          <w:vertAlign w:val="superscript"/>
        </w:rPr>
        <w:t>(</w:t>
      </w:r>
      <w:proofErr w:type="gramEnd"/>
      <w:r w:rsidR="00497026">
        <w:rPr>
          <w:sz w:val="22"/>
          <w:szCs w:val="22"/>
          <w:vertAlign w:val="superscript"/>
        </w:rPr>
        <w:t>cc</w:t>
      </w:r>
      <w:r w:rsidR="000A4491">
        <w:rPr>
          <w:sz w:val="22"/>
          <w:szCs w:val="22"/>
          <w:vertAlign w:val="superscript"/>
        </w:rPr>
        <w:t>)</w:t>
      </w:r>
      <w:r w:rsidRPr="00497026">
        <w:rPr>
          <w:sz w:val="22"/>
          <w:szCs w:val="22"/>
        </w:rPr>
        <w:t>)</w:t>
      </w:r>
    </w:p>
    <w:p w:rsidR="00026DC9" w:rsidRDefault="00703171" w:rsidP="0032013B">
      <w:pPr>
        <w:rPr>
          <w:szCs w:val="24"/>
        </w:rPr>
      </w:pPr>
      <w:r w:rsidRPr="00497026">
        <w:rPr>
          <w:lang w:val="en-GB"/>
        </w:rPr>
        <w:br/>
      </w:r>
      <w:r w:rsidR="001F3F31">
        <w:rPr>
          <w:szCs w:val="24"/>
        </w:rPr>
        <w:t xml:space="preserve">Mit dem </w:t>
      </w:r>
      <w:r w:rsidR="001460B3" w:rsidRPr="001460B3">
        <w:rPr>
          <w:b/>
          <w:i/>
          <w:szCs w:val="24"/>
        </w:rPr>
        <w:t xml:space="preserve">²Memory </w:t>
      </w:r>
      <w:r w:rsidR="001F3F31">
        <w:rPr>
          <w:szCs w:val="24"/>
        </w:rPr>
        <w:t xml:space="preserve"> soll der eher trockene Lehrstoff „Quadrieren und Wurzelziehen“ auf lustvolle Art bereichert werden. Die </w:t>
      </w:r>
      <w:r w:rsidR="00026DC9">
        <w:rPr>
          <w:szCs w:val="24"/>
        </w:rPr>
        <w:t>zusammengehörenden</w:t>
      </w:r>
      <w:r w:rsidR="001F3F31">
        <w:rPr>
          <w:szCs w:val="24"/>
        </w:rPr>
        <w:t xml:space="preserve"> Paare werden jeweils aus </w:t>
      </w:r>
      <w:r w:rsidR="001460B3">
        <w:rPr>
          <w:szCs w:val="24"/>
        </w:rPr>
        <w:t>Rechenaufgaben</w:t>
      </w:r>
      <w:r w:rsidR="001F3F31">
        <w:rPr>
          <w:szCs w:val="24"/>
        </w:rPr>
        <w:t xml:space="preserve"> (z.B.: 15</w:t>
      </w:r>
      <w:r w:rsidR="001F3F31">
        <w:rPr>
          <w:rFonts w:cs="Arial"/>
          <w:szCs w:val="24"/>
        </w:rPr>
        <w:t>²</w:t>
      </w:r>
      <w:r w:rsidR="001F3F31">
        <w:rPr>
          <w:szCs w:val="24"/>
        </w:rPr>
        <w:t>)</w:t>
      </w:r>
      <w:bookmarkStart w:id="0" w:name="_GoBack"/>
      <w:bookmarkEnd w:id="0"/>
      <w:r w:rsidR="001F3F31">
        <w:rPr>
          <w:szCs w:val="24"/>
        </w:rPr>
        <w:t xml:space="preserve"> und de</w:t>
      </w:r>
      <w:r w:rsidR="00026DC9">
        <w:rPr>
          <w:szCs w:val="24"/>
        </w:rPr>
        <w:t>n</w:t>
      </w:r>
      <w:r w:rsidR="001F3F31">
        <w:rPr>
          <w:szCs w:val="24"/>
        </w:rPr>
        <w:t xml:space="preserve"> </w:t>
      </w:r>
      <w:r w:rsidR="001460B3">
        <w:rPr>
          <w:szCs w:val="24"/>
        </w:rPr>
        <w:t>entsprechenden</w:t>
      </w:r>
      <w:r w:rsidR="001F3F31">
        <w:rPr>
          <w:szCs w:val="24"/>
        </w:rPr>
        <w:t xml:space="preserve"> </w:t>
      </w:r>
      <w:r w:rsidR="001460B3">
        <w:rPr>
          <w:szCs w:val="24"/>
        </w:rPr>
        <w:t>Lösungen</w:t>
      </w:r>
      <w:r w:rsidR="001F3F31">
        <w:rPr>
          <w:szCs w:val="24"/>
        </w:rPr>
        <w:t xml:space="preserve"> (z.B.: 225)</w:t>
      </w:r>
      <w:r w:rsidR="00026DC9">
        <w:rPr>
          <w:szCs w:val="24"/>
        </w:rPr>
        <w:t xml:space="preserve"> gebildet</w:t>
      </w:r>
      <w:r w:rsidR="001F3F31">
        <w:rPr>
          <w:szCs w:val="24"/>
        </w:rPr>
        <w:t xml:space="preserve">. Die Motivation der Schülerinnen und Schüler während der </w:t>
      </w:r>
      <w:r w:rsidR="00497026">
        <w:rPr>
          <w:szCs w:val="24"/>
        </w:rPr>
        <w:t>Festigungs</w:t>
      </w:r>
      <w:r w:rsidR="001F3F31">
        <w:rPr>
          <w:szCs w:val="24"/>
        </w:rPr>
        <w:t xml:space="preserve">phase </w:t>
      </w:r>
      <w:r w:rsidR="00124F4B">
        <w:rPr>
          <w:szCs w:val="24"/>
        </w:rPr>
        <w:t>wird</w:t>
      </w:r>
      <w:r w:rsidR="001F3F31">
        <w:rPr>
          <w:szCs w:val="24"/>
        </w:rPr>
        <w:t xml:space="preserve"> durch die Spielsituation</w:t>
      </w:r>
      <w:r w:rsidR="00026DC9">
        <w:rPr>
          <w:szCs w:val="24"/>
        </w:rPr>
        <w:t xml:space="preserve"> und die Auseinandersetzung mit Gleichaltrigen </w:t>
      </w:r>
      <w:r w:rsidR="001F3F31">
        <w:rPr>
          <w:szCs w:val="24"/>
        </w:rPr>
        <w:t>erhöht.</w:t>
      </w:r>
      <w:r w:rsidR="00026DC9">
        <w:rPr>
          <w:szCs w:val="24"/>
        </w:rPr>
        <w:t xml:space="preserve"> Für die Kinder ergibt sich daraus die Möglichkeit</w:t>
      </w:r>
      <w:r w:rsidR="00124F4B">
        <w:rPr>
          <w:szCs w:val="24"/>
        </w:rPr>
        <w:t xml:space="preserve">, sich die Kenntnis </w:t>
      </w:r>
      <w:r w:rsidR="00026DC9">
        <w:rPr>
          <w:szCs w:val="24"/>
        </w:rPr>
        <w:t>d</w:t>
      </w:r>
      <w:r w:rsidR="00124F4B">
        <w:rPr>
          <w:szCs w:val="24"/>
        </w:rPr>
        <w:t>er</w:t>
      </w:r>
      <w:r w:rsidR="00026DC9">
        <w:rPr>
          <w:szCs w:val="24"/>
        </w:rPr>
        <w:t xml:space="preserve"> Quadrate der Zahlen von zwei bis 17 </w:t>
      </w:r>
      <w:r w:rsidR="00124F4B">
        <w:rPr>
          <w:szCs w:val="24"/>
        </w:rPr>
        <w:t>(</w:t>
      </w:r>
      <w:r w:rsidR="00026DC9">
        <w:rPr>
          <w:szCs w:val="24"/>
        </w:rPr>
        <w:t>und der Quadratwurzeln von zwei bis neun</w:t>
      </w:r>
      <w:r w:rsidR="00124F4B">
        <w:rPr>
          <w:szCs w:val="24"/>
        </w:rPr>
        <w:t>)</w:t>
      </w:r>
      <w:r w:rsidR="00026DC9">
        <w:rPr>
          <w:szCs w:val="24"/>
        </w:rPr>
        <w:t xml:space="preserve"> zeitsparend, mühelos und durch </w:t>
      </w:r>
      <w:r w:rsidR="00124F4B">
        <w:rPr>
          <w:szCs w:val="24"/>
        </w:rPr>
        <w:t xml:space="preserve">die stetigen </w:t>
      </w:r>
      <w:r w:rsidR="00026DC9">
        <w:rPr>
          <w:szCs w:val="24"/>
        </w:rPr>
        <w:t xml:space="preserve">Wiederholungen auch nachhaltig </w:t>
      </w:r>
      <w:r w:rsidR="00124F4B">
        <w:rPr>
          <w:szCs w:val="24"/>
        </w:rPr>
        <w:t>anzueignen</w:t>
      </w:r>
      <w:r w:rsidR="00026DC9">
        <w:rPr>
          <w:szCs w:val="24"/>
        </w:rPr>
        <w:t xml:space="preserve">. </w:t>
      </w:r>
    </w:p>
    <w:p w:rsidR="000A4491" w:rsidRDefault="000A4491">
      <w:pPr>
        <w:spacing w:line="276" w:lineRule="auto"/>
        <w:jc w:val="left"/>
      </w:pPr>
    </w:p>
    <w:p w:rsidR="000A4491" w:rsidRDefault="001D623A">
      <w:pPr>
        <w:spacing w:line="276" w:lineRule="auto"/>
        <w:jc w:val="left"/>
      </w:pPr>
      <w:r w:rsidRPr="001D623A">
        <w:rPr>
          <w:noProof/>
          <w:color w:val="0000FF"/>
        </w:rPr>
        <w:drawing>
          <wp:inline distT="0" distB="0" distL="0" distR="0" wp14:anchorId="13BC84B0" wp14:editId="4EFCA580">
            <wp:extent cx="838200" cy="295275"/>
            <wp:effectExtent l="0" t="0" r="0" b="9525"/>
            <wp:docPr id="14" name="Bild 3" descr="Creative Commons Lizenzvertrag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reative Commons Lizenzvertrag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623A">
        <w:br/>
        <w:t xml:space="preserve">²memory von </w:t>
      </w:r>
      <w:hyperlink r:id="rId14" w:history="1">
        <w:r w:rsidRPr="001D623A">
          <w:rPr>
            <w:color w:val="0000FF"/>
            <w:u w:val="single"/>
          </w:rPr>
          <w:t>Nicole Wiedner</w:t>
        </w:r>
      </w:hyperlink>
      <w:r w:rsidRPr="001D623A">
        <w:t xml:space="preserve"> steht unter einer </w:t>
      </w:r>
      <w:hyperlink r:id="rId15" w:history="1">
        <w:r w:rsidRPr="001D623A">
          <w:rPr>
            <w:color w:val="0000FF"/>
            <w:u w:val="single"/>
          </w:rPr>
          <w:t xml:space="preserve">Creative </w:t>
        </w:r>
        <w:proofErr w:type="spellStart"/>
        <w:r w:rsidRPr="001D623A">
          <w:rPr>
            <w:color w:val="0000FF"/>
            <w:u w:val="single"/>
          </w:rPr>
          <w:t>Commons</w:t>
        </w:r>
        <w:proofErr w:type="spellEnd"/>
        <w:r w:rsidRPr="001D623A">
          <w:rPr>
            <w:color w:val="0000FF"/>
            <w:u w:val="single"/>
          </w:rPr>
          <w:t xml:space="preserve"> Namensnennung-</w:t>
        </w:r>
        <w:proofErr w:type="spellStart"/>
        <w:r w:rsidRPr="001D623A">
          <w:rPr>
            <w:color w:val="0000FF"/>
            <w:u w:val="single"/>
          </w:rPr>
          <w:t>NichtKommerziell</w:t>
        </w:r>
        <w:proofErr w:type="spellEnd"/>
        <w:r w:rsidRPr="001D623A">
          <w:rPr>
            <w:color w:val="0000FF"/>
            <w:u w:val="single"/>
          </w:rPr>
          <w:t xml:space="preserve">-Weitergabe unter gleichen Bedingungen 3.0 </w:t>
        </w:r>
        <w:proofErr w:type="spellStart"/>
        <w:r w:rsidRPr="001D623A">
          <w:rPr>
            <w:color w:val="0000FF"/>
            <w:u w:val="single"/>
          </w:rPr>
          <w:t>Unported</w:t>
        </w:r>
        <w:proofErr w:type="spellEnd"/>
        <w:r w:rsidRPr="001D623A">
          <w:rPr>
            <w:color w:val="0000FF"/>
            <w:u w:val="single"/>
          </w:rPr>
          <w:t xml:space="preserve"> Lizenz</w:t>
        </w:r>
      </w:hyperlink>
      <w:r w:rsidRPr="001D623A">
        <w:t>.</w:t>
      </w:r>
    </w:p>
    <w:p w:rsidR="000A4491" w:rsidRDefault="000A4491">
      <w:pPr>
        <w:spacing w:line="276" w:lineRule="auto"/>
        <w:jc w:val="left"/>
      </w:pPr>
    </w:p>
    <w:p w:rsidR="000A4491" w:rsidRDefault="000A4491">
      <w:pPr>
        <w:spacing w:line="276" w:lineRule="auto"/>
        <w:jc w:val="left"/>
      </w:pPr>
    </w:p>
    <w:p w:rsidR="00026DC9" w:rsidRDefault="000A4491">
      <w:pPr>
        <w:spacing w:line="276" w:lineRule="auto"/>
        <w:jc w:val="left"/>
      </w:pPr>
      <w:r w:rsidRPr="000A4491">
        <w:t>&lt;</w:t>
      </w:r>
      <w:r w:rsidR="00E61F45">
        <w:t xml:space="preserve"> </w:t>
      </w:r>
      <w:r w:rsidR="00026DC9">
        <w:br w:type="page"/>
      </w:r>
    </w:p>
    <w:p w:rsidR="00124F4B" w:rsidRDefault="00124F4B">
      <w:pPr>
        <w:spacing w:line="276" w:lineRule="auto"/>
        <w:jc w:val="left"/>
      </w:pPr>
    </w:p>
    <w:p w:rsidR="00124F4B" w:rsidRDefault="00124F4B">
      <w:pPr>
        <w:spacing w:line="276" w:lineRule="auto"/>
        <w:jc w:val="left"/>
        <w:rPr>
          <w:rFonts w:asciiTheme="majorHAnsi" w:hAnsiTheme="majorHAnsi"/>
          <w:color w:val="C4D73F" w:themeColor="accent2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DA04840" wp14:editId="790099FC">
            <wp:simplePos x="0" y="0"/>
            <wp:positionH relativeFrom="column">
              <wp:posOffset>4219882</wp:posOffset>
            </wp:positionH>
            <wp:positionV relativeFrom="paragraph">
              <wp:posOffset>109220</wp:posOffset>
            </wp:positionV>
            <wp:extent cx="1905000" cy="1800225"/>
            <wp:effectExtent l="0" t="0" r="0" b="9525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2720577A" wp14:editId="1EC8B1C6">
            <wp:simplePos x="0" y="0"/>
            <wp:positionH relativeFrom="column">
              <wp:posOffset>-20955</wp:posOffset>
            </wp:positionH>
            <wp:positionV relativeFrom="paragraph">
              <wp:posOffset>377825</wp:posOffset>
            </wp:positionV>
            <wp:extent cx="570230" cy="570230"/>
            <wp:effectExtent l="0" t="0" r="1270" b="1270"/>
            <wp:wrapTight wrapText="bothSides">
              <wp:wrapPolygon edited="0">
                <wp:start x="0" y="0"/>
                <wp:lineTo x="0" y="20927"/>
                <wp:lineTo x="20927" y="20927"/>
                <wp:lineTo x="20927" y="0"/>
                <wp:lineTo x="0" y="0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0230" cy="5702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539D9" w:rsidRPr="00E01830" w:rsidRDefault="00AB1664" w:rsidP="00124F4B">
      <w:pPr>
        <w:pStyle w:val="berschrift2"/>
        <w:spacing w:line="240" w:lineRule="auto"/>
        <w:rPr>
          <w:b/>
          <w:sz w:val="56"/>
          <w:szCs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E01830">
        <w:rPr>
          <w:b/>
          <w:sz w:val="56"/>
          <w:szCs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SPIELANLEITUNG</w:t>
      </w:r>
    </w:p>
    <w:p w:rsidR="004F02ED" w:rsidRDefault="004F02ED" w:rsidP="004F02ED"/>
    <w:p w:rsidR="00124F4B" w:rsidRPr="004F02ED" w:rsidRDefault="00124F4B" w:rsidP="004F02ED"/>
    <w:p w:rsidR="006A389A" w:rsidRDefault="006A389A" w:rsidP="006A389A">
      <w:r>
        <w:t xml:space="preserve">1.) </w:t>
      </w:r>
      <w:r w:rsidR="00E01830">
        <w:t xml:space="preserve">Anzahl der </w:t>
      </w:r>
      <w:r w:rsidR="00084B77">
        <w:t>S</w:t>
      </w:r>
      <w:r w:rsidR="00E01830">
        <w:t xml:space="preserve">pieler/innen: </w:t>
      </w:r>
      <w:r w:rsidR="00F84338">
        <w:t>Zwei bis sechs</w:t>
      </w:r>
      <w:r>
        <w:t>.</w:t>
      </w:r>
    </w:p>
    <w:p w:rsidR="006A389A" w:rsidRDefault="006A389A" w:rsidP="006A389A">
      <w:r>
        <w:t xml:space="preserve">2.) Das Spiel besteht aus </w:t>
      </w:r>
      <w:r w:rsidR="00F84338">
        <w:t>32 Karten plus 16 Erweiterungskar</w:t>
      </w:r>
      <w:r w:rsidR="0086792E">
        <w:t>t</w:t>
      </w:r>
      <w:r w:rsidR="00F84338">
        <w:t>en</w:t>
      </w:r>
      <w:r>
        <w:t>, wobei</w:t>
      </w:r>
      <w:r w:rsidR="00F84338">
        <w:t xml:space="preserve"> </w:t>
      </w:r>
      <w:r>
        <w:t xml:space="preserve">jeweils </w:t>
      </w:r>
      <w:r w:rsidR="00F84338">
        <w:t xml:space="preserve">Aufgabenstellung und Ergebnis ein Paar </w:t>
      </w:r>
      <w:r w:rsidR="004F02ED">
        <w:t>bilden</w:t>
      </w:r>
      <w:r w:rsidR="00F84338">
        <w:t xml:space="preserve">. </w:t>
      </w:r>
      <w:r>
        <w:t>Es gibt also 1</w:t>
      </w:r>
      <w:r w:rsidR="00F84338">
        <w:t>6</w:t>
      </w:r>
      <w:r>
        <w:t xml:space="preserve"> </w:t>
      </w:r>
      <w:r w:rsidR="00F84338">
        <w:t xml:space="preserve">plus 8 </w:t>
      </w:r>
      <w:r>
        <w:t>Paare.</w:t>
      </w:r>
    </w:p>
    <w:p w:rsidR="006A389A" w:rsidRDefault="006A389A" w:rsidP="006A389A">
      <w:r>
        <w:t xml:space="preserve">3.) Die Karten werden verdeckt </w:t>
      </w:r>
      <w:r w:rsidR="004F02ED">
        <w:t>auf</w:t>
      </w:r>
      <w:r>
        <w:t xml:space="preserve"> Tisch gelegt und so</w:t>
      </w:r>
      <w:r w:rsidR="00F84338">
        <w:t xml:space="preserve"> </w:t>
      </w:r>
      <w:r>
        <w:t xml:space="preserve">verteilt, dass alle einzeln </w:t>
      </w:r>
      <w:r w:rsidR="004F02ED">
        <w:t xml:space="preserve">und </w:t>
      </w:r>
      <w:r>
        <w:t>frei nebeneinander liegen.</w:t>
      </w:r>
    </w:p>
    <w:p w:rsidR="006A389A" w:rsidRDefault="006A389A" w:rsidP="006A389A">
      <w:r>
        <w:t xml:space="preserve">4.) </w:t>
      </w:r>
      <w:r w:rsidR="00F84338">
        <w:t>Die erste Spielerin, d</w:t>
      </w:r>
      <w:r>
        <w:t>er erste Spieler dreht nun zwei beliebige Karten um. Wenn die beiden</w:t>
      </w:r>
      <w:r w:rsidR="00F84338">
        <w:t xml:space="preserve"> Karten zusammenpassen</w:t>
      </w:r>
      <w:r>
        <w:t xml:space="preserve">, </w:t>
      </w:r>
      <w:r w:rsidR="00F84338">
        <w:t>dürfen</w:t>
      </w:r>
      <w:r>
        <w:t xml:space="preserve"> </w:t>
      </w:r>
      <w:r w:rsidR="00F84338">
        <w:t>das</w:t>
      </w:r>
      <w:r>
        <w:t xml:space="preserve"> Kartenpaar behalten</w:t>
      </w:r>
      <w:r w:rsidR="00F84338">
        <w:t xml:space="preserve"> </w:t>
      </w:r>
      <w:r>
        <w:t>und zusätzlich zwei</w:t>
      </w:r>
      <w:r w:rsidR="00F84338">
        <w:t xml:space="preserve"> </w:t>
      </w:r>
      <w:r>
        <w:t xml:space="preserve">weitere Karten </w:t>
      </w:r>
      <w:r w:rsidR="00F84338">
        <w:t>aufgedeckt werden</w:t>
      </w:r>
      <w:r>
        <w:t>.</w:t>
      </w:r>
      <w:r w:rsidR="00F84338">
        <w:t xml:space="preserve"> </w:t>
      </w:r>
      <w:r>
        <w:t>Passen die Karten nicht zusammen, m</w:t>
      </w:r>
      <w:r w:rsidR="00F84338">
        <w:t>üssen sie wieder verdeckt werden</w:t>
      </w:r>
      <w:r>
        <w:t>.</w:t>
      </w:r>
      <w:r w:rsidR="00F84338">
        <w:t xml:space="preserve"> </w:t>
      </w:r>
      <w:r>
        <w:t>WICHTIG: Die Karten dürfen nur umgedreht und nicht in die Hand genommen oder auf einen</w:t>
      </w:r>
      <w:r w:rsidR="00F84338">
        <w:t xml:space="preserve"> </w:t>
      </w:r>
      <w:r>
        <w:t xml:space="preserve">anderen Platz gelegt werden. Nur so </w:t>
      </w:r>
      <w:r w:rsidR="00E01830">
        <w:t>kannst du dir</w:t>
      </w:r>
      <w:r>
        <w:t xml:space="preserve"> die Lage der Karten merken!</w:t>
      </w:r>
    </w:p>
    <w:p w:rsidR="00D12CD6" w:rsidRDefault="006A389A" w:rsidP="006A389A">
      <w:r>
        <w:t xml:space="preserve">5.) Danach ist </w:t>
      </w:r>
      <w:r w:rsidR="00F84338">
        <w:t>die/</w:t>
      </w:r>
      <w:r>
        <w:t>der nächste Spieler</w:t>
      </w:r>
      <w:r w:rsidR="00F84338">
        <w:t>/in</w:t>
      </w:r>
      <w:r>
        <w:t xml:space="preserve"> an der Reihe. Gewonnen hat </w:t>
      </w:r>
      <w:r w:rsidR="00F84338">
        <w:t>wer</w:t>
      </w:r>
      <w:r>
        <w:t xml:space="preserve"> am Schluss die</w:t>
      </w:r>
      <w:r w:rsidR="00F84338">
        <w:t xml:space="preserve"> </w:t>
      </w:r>
      <w:r>
        <w:t>meisten Paare gesammelt hat. Je besser man bei den anderen aufpasst, desto besser merkt man</w:t>
      </w:r>
      <w:r w:rsidR="00026DC9">
        <w:t xml:space="preserve"> </w:t>
      </w:r>
      <w:r>
        <w:t>sich auch die Lage der Karten</w:t>
      </w:r>
      <w:r w:rsidR="00F84338">
        <w:t xml:space="preserve"> und die Quadrate der Zahlen zwei bis 17.</w:t>
      </w:r>
    </w:p>
    <w:p w:rsidR="00E01830" w:rsidRDefault="00E01830" w:rsidP="00E01830">
      <w:pPr>
        <w:jc w:val="center"/>
      </w:pPr>
      <w:r w:rsidRPr="00E01830">
        <w:rPr>
          <w:noProof/>
        </w:rPr>
        <w:drawing>
          <wp:anchor distT="0" distB="0" distL="114300" distR="114300" simplePos="0" relativeHeight="251660288" behindDoc="1" locked="0" layoutInCell="1" allowOverlap="1" wp14:anchorId="1458B33A" wp14:editId="29E077B0">
            <wp:simplePos x="0" y="0"/>
            <wp:positionH relativeFrom="column">
              <wp:posOffset>3921453</wp:posOffset>
            </wp:positionH>
            <wp:positionV relativeFrom="paragraph">
              <wp:posOffset>165100</wp:posOffset>
            </wp:positionV>
            <wp:extent cx="864870" cy="1009650"/>
            <wp:effectExtent l="0" t="0" r="0" b="0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87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830" w:rsidRDefault="00E01830" w:rsidP="00E01830">
      <w:pPr>
        <w:jc w:val="center"/>
      </w:pPr>
    </w:p>
    <w:p w:rsidR="004F02ED" w:rsidRDefault="004F02ED" w:rsidP="00E01830">
      <w:pPr>
        <w:jc w:val="center"/>
      </w:pPr>
      <w:r>
        <w:t>Viel Vergnügen!</w:t>
      </w:r>
      <w:r w:rsidR="00E01830" w:rsidRPr="00E01830">
        <w:t xml:space="preserve"> </w:t>
      </w:r>
    </w:p>
    <w:p w:rsidR="004F02ED" w:rsidRDefault="004F02ED" w:rsidP="006A389A"/>
    <w:p w:rsidR="006A1913" w:rsidRDefault="006A1913" w:rsidP="006A389A"/>
    <w:p w:rsidR="006A1913" w:rsidRDefault="006A1913" w:rsidP="006A389A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626"/>
        <w:gridCol w:w="1626"/>
        <w:gridCol w:w="1626"/>
        <w:gridCol w:w="1626"/>
        <w:gridCol w:w="1626"/>
        <w:gridCol w:w="1627"/>
      </w:tblGrid>
      <w:tr w:rsidR="008749DD" w:rsidRPr="008749DD" w:rsidTr="001813E4">
        <w:trPr>
          <w:trHeight w:val="1627"/>
        </w:trPr>
        <w:tc>
          <w:tcPr>
            <w:tcW w:w="1626" w:type="dxa"/>
            <w:vAlign w:val="center"/>
          </w:tcPr>
          <w:p w:rsidR="003F588E" w:rsidRPr="008749DD" w:rsidRDefault="00B7560A" w:rsidP="008749DD">
            <w:pPr>
              <w:jc w:val="center"/>
              <w:rPr>
                <w:b/>
                <w:sz w:val="52"/>
                <w14:shadow w14:blurRad="63500" w14:dist="50800" w14:dir="10800000" w14:sx="0" w14:sy="0" w14:kx="0" w14:ky="0" w14:algn="none">
                  <w14:srgbClr w14:val="000000">
                    <w14:alpha w14:val="50000"/>
                  </w14:srgbClr>
                </w14:shadow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52"/>
                        <w14:shadow w14:blurRad="63500" w14:dist="50800" w14:dir="10800000" w14:sx="0" w14:sy="0" w14:kx="0" w14:ky="0" w14:algn="none">
                          <w14:srgbClr w14:val="000000">
                            <w14:alpha w14:val="50000"/>
                          </w14:srgbClr>
                        </w14:shadow>
                        <w14:textOutline w14:w="5270" w14:cap="flat" w14:cmpd="sng" w14:algn="ctr">
                          <w14:solidFill>
                            <w14:schemeClr w14:val="accent1">
                              <w14:shade w14:val="88000"/>
                              <w14:satMod w14:val="110000"/>
                            </w14:schemeClr>
                          </w14:solidFill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1">
                                  <w14:tint w14:val="40000"/>
                                  <w14:satMod w14:val="250000"/>
                                </w14:schemeClr>
                              </w14:gs>
                              <w14:gs w14:pos="9000">
                                <w14:schemeClr w14:val="accent1">
                                  <w14:tint w14:val="52000"/>
                                  <w14:satMod w14:val="300000"/>
                                </w14:schemeClr>
                              </w14:gs>
                              <w14:gs w14:pos="50000">
                                <w14:schemeClr w14:val="accent1">
                                  <w14:shade w14:val="20000"/>
                                  <w14:satMod w14:val="300000"/>
                                </w14:schemeClr>
                              </w14:gs>
                              <w14:gs w14:pos="79000">
                                <w14:schemeClr w14:val="accent1">
                                  <w14:tint w14:val="52000"/>
                                  <w14:satMod w14:val="300000"/>
                                </w14:schemeClr>
                              </w14:gs>
                              <w14:gs w14:pos="100000">
                                <w14:schemeClr w14:val="accent1">
                                  <w14:tint w14:val="40000"/>
                                  <w14:satMod w14:val="250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52"/>
                        <w14:shadow w14:blurRad="63500" w14:dist="50800" w14:dir="10800000" w14:sx="0" w14:sy="0" w14:kx="0" w14:ky="0" w14:algn="none">
                          <w14:srgbClr w14:val="000000">
                            <w14:alpha w14:val="50000"/>
                          </w14:srgbClr>
                        </w14:shadow>
                        <w14:textOutline w14:w="5270" w14:cap="flat" w14:cmpd="sng" w14:algn="ctr">
                          <w14:solidFill>
                            <w14:schemeClr w14:val="accent1">
                              <w14:shade w14:val="88000"/>
                              <w14:satMod w14:val="110000"/>
                            </w14:schemeClr>
                          </w14:solidFill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1">
                                  <w14:tint w14:val="40000"/>
                                  <w14:satMod w14:val="250000"/>
                                </w14:schemeClr>
                              </w14:gs>
                              <w14:gs w14:pos="9000">
                                <w14:schemeClr w14:val="accent1">
                                  <w14:tint w14:val="52000"/>
                                  <w14:satMod w14:val="300000"/>
                                </w14:schemeClr>
                              </w14:gs>
                              <w14:gs w14:pos="50000">
                                <w14:schemeClr w14:val="accent1">
                                  <w14:shade w14:val="20000"/>
                                  <w14:satMod w14:val="300000"/>
                                </w14:schemeClr>
                              </w14:gs>
                              <w14:gs w14:pos="79000">
                                <w14:schemeClr w14:val="accent1">
                                  <w14:tint w14:val="52000"/>
                                  <w14:satMod w14:val="300000"/>
                                </w14:schemeClr>
                              </w14:gs>
                              <w14:gs w14:pos="100000">
                                <w14:schemeClr w14:val="accent1">
                                  <w14:tint w14:val="40000"/>
                                  <w14:satMod w14:val="250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  <m:t>2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52"/>
                        <w14:shadow w14:blurRad="63500" w14:dist="50800" w14:dir="10800000" w14:sx="0" w14:sy="0" w14:kx="0" w14:ky="0" w14:algn="none">
                          <w14:srgbClr w14:val="000000">
                            <w14:alpha w14:val="50000"/>
                          </w14:srgbClr>
                        </w14:shadow>
                        <w14:textOutline w14:w="5270" w14:cap="flat" w14:cmpd="sng" w14:algn="ctr">
                          <w14:solidFill>
                            <w14:schemeClr w14:val="accent1">
                              <w14:shade w14:val="88000"/>
                              <w14:satMod w14:val="110000"/>
                            </w14:schemeClr>
                          </w14:solidFill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1">
                                  <w14:tint w14:val="40000"/>
                                  <w14:satMod w14:val="250000"/>
                                </w14:schemeClr>
                              </w14:gs>
                              <w14:gs w14:pos="9000">
                                <w14:schemeClr w14:val="accent1">
                                  <w14:tint w14:val="52000"/>
                                  <w14:satMod w14:val="300000"/>
                                </w14:schemeClr>
                              </w14:gs>
                              <w14:gs w14:pos="50000">
                                <w14:schemeClr w14:val="accent1">
                                  <w14:shade w14:val="20000"/>
                                  <w14:satMod w14:val="300000"/>
                                </w14:schemeClr>
                              </w14:gs>
                              <w14:gs w14:pos="79000">
                                <w14:schemeClr w14:val="accent1">
                                  <w14:tint w14:val="52000"/>
                                  <w14:satMod w14:val="300000"/>
                                </w14:schemeClr>
                              </w14:gs>
                              <w14:gs w14:pos="100000">
                                <w14:schemeClr w14:val="accent1">
                                  <w14:tint w14:val="40000"/>
                                  <w14:satMod w14:val="250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1626" w:type="dxa"/>
            <w:vAlign w:val="center"/>
          </w:tcPr>
          <w:p w:rsidR="003F588E" w:rsidRPr="008749DD" w:rsidRDefault="003F588E" w:rsidP="008749DD">
            <w:pPr>
              <w:jc w:val="center"/>
              <w:rPr>
                <w:b/>
                <w:sz w:val="52"/>
                <w14:shadow w14:blurRad="63500" w14:dist="50800" w14:dir="10800000" w14:sx="0" w14:sy="0" w14:kx="0" w14:ky="0" w14:algn="none">
                  <w14:srgbClr w14:val="000000">
                    <w14:alpha w14:val="50000"/>
                  </w14:srgbClr>
                </w14:shadow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8749DD">
              <w:rPr>
                <w:b/>
                <w:sz w:val="52"/>
                <w14:shadow w14:blurRad="63500" w14:dist="50800" w14:dir="10800000" w14:sx="0" w14:sy="0" w14:kx="0" w14:ky="0" w14:algn="none">
                  <w14:srgbClr w14:val="000000">
                    <w14:alpha w14:val="50000"/>
                  </w14:srgbClr>
                </w14:shadow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4</w:t>
            </w:r>
          </w:p>
        </w:tc>
        <w:tc>
          <w:tcPr>
            <w:tcW w:w="1626" w:type="dxa"/>
            <w:vAlign w:val="center"/>
          </w:tcPr>
          <w:p w:rsidR="003F588E" w:rsidRPr="008749DD" w:rsidRDefault="00B7560A" w:rsidP="008749DD">
            <w:pPr>
              <w:jc w:val="center"/>
              <w:rPr>
                <w:b/>
                <w:sz w:val="52"/>
                <w14:shadow w14:blurRad="63500" w14:dist="50800" w14:dir="10800000" w14:sx="0" w14:sy="0" w14:kx="0" w14:ky="0" w14:algn="none">
                  <w14:srgbClr w14:val="000000">
                    <w14:alpha w14:val="50000"/>
                  </w14:srgbClr>
                </w14:shadow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52"/>
                        <w14:shadow w14:blurRad="63500" w14:dist="50800" w14:dir="10800000" w14:sx="0" w14:sy="0" w14:kx="0" w14:ky="0" w14:algn="none">
                          <w14:srgbClr w14:val="000000">
                            <w14:alpha w14:val="50000"/>
                          </w14:srgbClr>
                        </w14:shadow>
                        <w14:textOutline w14:w="5270" w14:cap="flat" w14:cmpd="sng" w14:algn="ctr">
                          <w14:solidFill>
                            <w14:schemeClr w14:val="accent1">
                              <w14:shade w14:val="88000"/>
                              <w14:satMod w14:val="110000"/>
                            </w14:schemeClr>
                          </w14:solidFill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1">
                                  <w14:tint w14:val="40000"/>
                                  <w14:satMod w14:val="250000"/>
                                </w14:schemeClr>
                              </w14:gs>
                              <w14:gs w14:pos="9000">
                                <w14:schemeClr w14:val="accent1">
                                  <w14:tint w14:val="52000"/>
                                  <w14:satMod w14:val="300000"/>
                                </w14:schemeClr>
                              </w14:gs>
                              <w14:gs w14:pos="50000">
                                <w14:schemeClr w14:val="accent1">
                                  <w14:shade w14:val="20000"/>
                                  <w14:satMod w14:val="300000"/>
                                </w14:schemeClr>
                              </w14:gs>
                              <w14:gs w14:pos="79000">
                                <w14:schemeClr w14:val="accent1">
                                  <w14:tint w14:val="52000"/>
                                  <w14:satMod w14:val="300000"/>
                                </w14:schemeClr>
                              </w14:gs>
                              <w14:gs w14:pos="100000">
                                <w14:schemeClr w14:val="accent1">
                                  <w14:tint w14:val="40000"/>
                                  <w14:satMod w14:val="250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52"/>
                        <w14:shadow w14:blurRad="63500" w14:dist="50800" w14:dir="10800000" w14:sx="0" w14:sy="0" w14:kx="0" w14:ky="0" w14:algn="none">
                          <w14:srgbClr w14:val="000000">
                            <w14:alpha w14:val="50000"/>
                          </w14:srgbClr>
                        </w14:shadow>
                        <w14:textOutline w14:w="5270" w14:cap="flat" w14:cmpd="sng" w14:algn="ctr">
                          <w14:solidFill>
                            <w14:schemeClr w14:val="accent1">
                              <w14:shade w14:val="88000"/>
                              <w14:satMod w14:val="110000"/>
                            </w14:schemeClr>
                          </w14:solidFill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1">
                                  <w14:tint w14:val="40000"/>
                                  <w14:satMod w14:val="250000"/>
                                </w14:schemeClr>
                              </w14:gs>
                              <w14:gs w14:pos="9000">
                                <w14:schemeClr w14:val="accent1">
                                  <w14:tint w14:val="52000"/>
                                  <w14:satMod w14:val="300000"/>
                                </w14:schemeClr>
                              </w14:gs>
                              <w14:gs w14:pos="50000">
                                <w14:schemeClr w14:val="accent1">
                                  <w14:shade w14:val="20000"/>
                                  <w14:satMod w14:val="300000"/>
                                </w14:schemeClr>
                              </w14:gs>
                              <w14:gs w14:pos="79000">
                                <w14:schemeClr w14:val="accent1">
                                  <w14:tint w14:val="52000"/>
                                  <w14:satMod w14:val="300000"/>
                                </w14:schemeClr>
                              </w14:gs>
                              <w14:gs w14:pos="100000">
                                <w14:schemeClr w14:val="accent1">
                                  <w14:tint w14:val="40000"/>
                                  <w14:satMod w14:val="250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  <m:t>10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52"/>
                        <w14:shadow w14:blurRad="63500" w14:dist="50800" w14:dir="10800000" w14:sx="0" w14:sy="0" w14:kx="0" w14:ky="0" w14:algn="none">
                          <w14:srgbClr w14:val="000000">
                            <w14:alpha w14:val="50000"/>
                          </w14:srgbClr>
                        </w14:shadow>
                        <w14:textOutline w14:w="5270" w14:cap="flat" w14:cmpd="sng" w14:algn="ctr">
                          <w14:solidFill>
                            <w14:schemeClr w14:val="accent1">
                              <w14:shade w14:val="88000"/>
                              <w14:satMod w14:val="110000"/>
                            </w14:schemeClr>
                          </w14:solidFill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1">
                                  <w14:tint w14:val="40000"/>
                                  <w14:satMod w14:val="250000"/>
                                </w14:schemeClr>
                              </w14:gs>
                              <w14:gs w14:pos="9000">
                                <w14:schemeClr w14:val="accent1">
                                  <w14:tint w14:val="52000"/>
                                  <w14:satMod w14:val="300000"/>
                                </w14:schemeClr>
                              </w14:gs>
                              <w14:gs w14:pos="50000">
                                <w14:schemeClr w14:val="accent1">
                                  <w14:shade w14:val="20000"/>
                                  <w14:satMod w14:val="300000"/>
                                </w14:schemeClr>
                              </w14:gs>
                              <w14:gs w14:pos="79000">
                                <w14:schemeClr w14:val="accent1">
                                  <w14:tint w14:val="52000"/>
                                  <w14:satMod w14:val="300000"/>
                                </w14:schemeClr>
                              </w14:gs>
                              <w14:gs w14:pos="100000">
                                <w14:schemeClr w14:val="accent1">
                                  <w14:tint w14:val="40000"/>
                                  <w14:satMod w14:val="250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1626" w:type="dxa"/>
            <w:vAlign w:val="center"/>
          </w:tcPr>
          <w:p w:rsidR="003F588E" w:rsidRPr="008749DD" w:rsidRDefault="003F588E" w:rsidP="008749DD">
            <w:pPr>
              <w:jc w:val="center"/>
              <w:rPr>
                <w:b/>
                <w:sz w:val="52"/>
                <w14:shadow w14:blurRad="63500" w14:dist="50800" w14:dir="10800000" w14:sx="0" w14:sy="0" w14:kx="0" w14:ky="0" w14:algn="none">
                  <w14:srgbClr w14:val="000000">
                    <w14:alpha w14:val="50000"/>
                  </w14:srgbClr>
                </w14:shadow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8749DD">
              <w:rPr>
                <w:b/>
                <w:sz w:val="52"/>
                <w14:shadow w14:blurRad="63500" w14:dist="50800" w14:dir="10800000" w14:sx="0" w14:sy="0" w14:kx="0" w14:ky="0" w14:algn="none">
                  <w14:srgbClr w14:val="000000">
                    <w14:alpha w14:val="50000"/>
                  </w14:srgbClr>
                </w14:shadow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100</w:t>
            </w:r>
          </w:p>
        </w:tc>
        <w:tc>
          <w:tcPr>
            <w:tcW w:w="1626" w:type="dxa"/>
            <w:vAlign w:val="center"/>
          </w:tcPr>
          <w:p w:rsidR="003F588E" w:rsidRPr="008749DD" w:rsidRDefault="00B7560A" w:rsidP="008749DD">
            <w:pPr>
              <w:jc w:val="center"/>
              <w:rPr>
                <w:b/>
                <w:sz w:val="52"/>
                <w14:shadow w14:blurRad="63500" w14:dist="50800" w14:dir="10800000" w14:sx="0" w14:sy="0" w14:kx="0" w14:ky="0" w14:algn="none">
                  <w14:srgbClr w14:val="000000">
                    <w14:alpha w14:val="50000"/>
                  </w14:srgbClr>
                </w14:shadow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52"/>
                        <w14:shadow w14:blurRad="63500" w14:dist="50800" w14:dir="10800000" w14:sx="0" w14:sy="0" w14:kx="0" w14:ky="0" w14:algn="none">
                          <w14:srgbClr w14:val="000000">
                            <w14:alpha w14:val="50000"/>
                          </w14:srgbClr>
                        </w14:shadow>
                        <w14:textOutline w14:w="5270" w14:cap="flat" w14:cmpd="sng" w14:algn="ctr">
                          <w14:solidFill>
                            <w14:schemeClr w14:val="accent1">
                              <w14:shade w14:val="88000"/>
                              <w14:satMod w14:val="110000"/>
                            </w14:schemeClr>
                          </w14:solidFill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1">
                                  <w14:tint w14:val="40000"/>
                                  <w14:satMod w14:val="250000"/>
                                </w14:schemeClr>
                              </w14:gs>
                              <w14:gs w14:pos="9000">
                                <w14:schemeClr w14:val="accent1">
                                  <w14:tint w14:val="52000"/>
                                  <w14:satMod w14:val="300000"/>
                                </w14:schemeClr>
                              </w14:gs>
                              <w14:gs w14:pos="50000">
                                <w14:schemeClr w14:val="accent1">
                                  <w14:shade w14:val="20000"/>
                                  <w14:satMod w14:val="300000"/>
                                </w14:schemeClr>
                              </w14:gs>
                              <w14:gs w14:pos="79000">
                                <w14:schemeClr w14:val="accent1">
                                  <w14:tint w14:val="52000"/>
                                  <w14:satMod w14:val="300000"/>
                                </w14:schemeClr>
                              </w14:gs>
                              <w14:gs w14:pos="100000">
                                <w14:schemeClr w14:val="accent1">
                                  <w14:tint w14:val="40000"/>
                                  <w14:satMod w14:val="250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52"/>
                        <w14:shadow w14:blurRad="63500" w14:dist="50800" w14:dir="10800000" w14:sx="0" w14:sy="0" w14:kx="0" w14:ky="0" w14:algn="none">
                          <w14:srgbClr w14:val="000000">
                            <w14:alpha w14:val="50000"/>
                          </w14:srgbClr>
                        </w14:shadow>
                        <w14:textOutline w14:w="5270" w14:cap="flat" w14:cmpd="sng" w14:algn="ctr">
                          <w14:solidFill>
                            <w14:schemeClr w14:val="accent1">
                              <w14:shade w14:val="88000"/>
                              <w14:satMod w14:val="110000"/>
                            </w14:schemeClr>
                          </w14:solidFill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1">
                                  <w14:tint w14:val="40000"/>
                                  <w14:satMod w14:val="250000"/>
                                </w14:schemeClr>
                              </w14:gs>
                              <w14:gs w14:pos="9000">
                                <w14:schemeClr w14:val="accent1">
                                  <w14:tint w14:val="52000"/>
                                  <w14:satMod w14:val="300000"/>
                                </w14:schemeClr>
                              </w14:gs>
                              <w14:gs w14:pos="50000">
                                <w14:schemeClr w14:val="accent1">
                                  <w14:shade w14:val="20000"/>
                                  <w14:satMod w14:val="300000"/>
                                </w14:schemeClr>
                              </w14:gs>
                              <w14:gs w14:pos="79000">
                                <w14:schemeClr w14:val="accent1">
                                  <w14:tint w14:val="52000"/>
                                  <w14:satMod w14:val="300000"/>
                                </w14:schemeClr>
                              </w14:gs>
                              <w14:gs w14:pos="100000">
                                <w14:schemeClr w14:val="accent1">
                                  <w14:tint w14:val="40000"/>
                                  <w14:satMod w14:val="250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  <m:t>18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52"/>
                        <w14:shadow w14:blurRad="63500" w14:dist="50800" w14:dir="10800000" w14:sx="0" w14:sy="0" w14:kx="0" w14:ky="0" w14:algn="none">
                          <w14:srgbClr w14:val="000000">
                            <w14:alpha w14:val="50000"/>
                          </w14:srgbClr>
                        </w14:shadow>
                        <w14:textOutline w14:w="5270" w14:cap="flat" w14:cmpd="sng" w14:algn="ctr">
                          <w14:solidFill>
                            <w14:schemeClr w14:val="accent1">
                              <w14:shade w14:val="88000"/>
                              <w14:satMod w14:val="110000"/>
                            </w14:schemeClr>
                          </w14:solidFill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1">
                                  <w14:tint w14:val="40000"/>
                                  <w14:satMod w14:val="250000"/>
                                </w14:schemeClr>
                              </w14:gs>
                              <w14:gs w14:pos="9000">
                                <w14:schemeClr w14:val="accent1">
                                  <w14:tint w14:val="52000"/>
                                  <w14:satMod w14:val="300000"/>
                                </w14:schemeClr>
                              </w14:gs>
                              <w14:gs w14:pos="50000">
                                <w14:schemeClr w14:val="accent1">
                                  <w14:shade w14:val="20000"/>
                                  <w14:satMod w14:val="300000"/>
                                </w14:schemeClr>
                              </w14:gs>
                              <w14:gs w14:pos="79000">
                                <w14:schemeClr w14:val="accent1">
                                  <w14:tint w14:val="52000"/>
                                  <w14:satMod w14:val="300000"/>
                                </w14:schemeClr>
                              </w14:gs>
                              <w14:gs w14:pos="100000">
                                <w14:schemeClr w14:val="accent1">
                                  <w14:tint w14:val="40000"/>
                                  <w14:satMod w14:val="250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1627" w:type="dxa"/>
            <w:vAlign w:val="center"/>
          </w:tcPr>
          <w:p w:rsidR="003F588E" w:rsidRPr="008749DD" w:rsidRDefault="00664E0F" w:rsidP="008749DD">
            <w:pPr>
              <w:jc w:val="center"/>
              <w:rPr>
                <w:b/>
                <w:sz w:val="52"/>
                <w14:shadow w14:blurRad="63500" w14:dist="50800" w14:dir="10800000" w14:sx="0" w14:sy="0" w14:kx="0" w14:ky="0" w14:algn="none">
                  <w14:srgbClr w14:val="000000">
                    <w14:alpha w14:val="50000"/>
                  </w14:srgbClr>
                </w14:shadow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8749DD">
              <w:rPr>
                <w:b/>
                <w:sz w:val="52"/>
                <w14:shadow w14:blurRad="63500" w14:dist="50800" w14:dir="10800000" w14:sx="0" w14:sy="0" w14:kx="0" w14:ky="0" w14:algn="none">
                  <w14:srgbClr w14:val="000000">
                    <w14:alpha w14:val="50000"/>
                  </w14:srgbClr>
                </w14:shadow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324</w:t>
            </w:r>
          </w:p>
        </w:tc>
      </w:tr>
      <w:tr w:rsidR="008749DD" w:rsidRPr="008749DD" w:rsidTr="001813E4">
        <w:trPr>
          <w:trHeight w:val="1627"/>
        </w:trPr>
        <w:tc>
          <w:tcPr>
            <w:tcW w:w="1626" w:type="dxa"/>
            <w:vAlign w:val="center"/>
          </w:tcPr>
          <w:p w:rsidR="003F588E" w:rsidRPr="008749DD" w:rsidRDefault="00B7560A" w:rsidP="008749DD">
            <w:pPr>
              <w:jc w:val="center"/>
              <w:rPr>
                <w:b/>
                <w:sz w:val="52"/>
                <w14:shadow w14:blurRad="63500" w14:dist="50800" w14:dir="10800000" w14:sx="0" w14:sy="0" w14:kx="0" w14:ky="0" w14:algn="none">
                  <w14:srgbClr w14:val="000000">
                    <w14:alpha w14:val="50000"/>
                  </w14:srgbClr>
                </w14:shadow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52"/>
                        <w14:shadow w14:blurRad="63500" w14:dist="50800" w14:dir="10800000" w14:sx="0" w14:sy="0" w14:kx="0" w14:ky="0" w14:algn="none">
                          <w14:srgbClr w14:val="000000">
                            <w14:alpha w14:val="50000"/>
                          </w14:srgbClr>
                        </w14:shadow>
                        <w14:textOutline w14:w="5270" w14:cap="flat" w14:cmpd="sng" w14:algn="ctr">
                          <w14:solidFill>
                            <w14:schemeClr w14:val="accent1">
                              <w14:shade w14:val="88000"/>
                              <w14:satMod w14:val="110000"/>
                            </w14:schemeClr>
                          </w14:solidFill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1">
                                  <w14:tint w14:val="40000"/>
                                  <w14:satMod w14:val="250000"/>
                                </w14:schemeClr>
                              </w14:gs>
                              <w14:gs w14:pos="9000">
                                <w14:schemeClr w14:val="accent1">
                                  <w14:tint w14:val="52000"/>
                                  <w14:satMod w14:val="300000"/>
                                </w14:schemeClr>
                              </w14:gs>
                              <w14:gs w14:pos="50000">
                                <w14:schemeClr w14:val="accent1">
                                  <w14:shade w14:val="20000"/>
                                  <w14:satMod w14:val="300000"/>
                                </w14:schemeClr>
                              </w14:gs>
                              <w14:gs w14:pos="79000">
                                <w14:schemeClr w14:val="accent1">
                                  <w14:tint w14:val="52000"/>
                                  <w14:satMod w14:val="300000"/>
                                </w14:schemeClr>
                              </w14:gs>
                              <w14:gs w14:pos="100000">
                                <w14:schemeClr w14:val="accent1">
                                  <w14:tint w14:val="40000"/>
                                  <w14:satMod w14:val="250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52"/>
                        <w14:shadow w14:blurRad="63500" w14:dist="50800" w14:dir="10800000" w14:sx="0" w14:sy="0" w14:kx="0" w14:ky="0" w14:algn="none">
                          <w14:srgbClr w14:val="000000">
                            <w14:alpha w14:val="50000"/>
                          </w14:srgbClr>
                        </w14:shadow>
                        <w14:textOutline w14:w="5270" w14:cap="flat" w14:cmpd="sng" w14:algn="ctr">
                          <w14:solidFill>
                            <w14:schemeClr w14:val="accent1">
                              <w14:shade w14:val="88000"/>
                              <w14:satMod w14:val="110000"/>
                            </w14:schemeClr>
                          </w14:solidFill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1">
                                  <w14:tint w14:val="40000"/>
                                  <w14:satMod w14:val="250000"/>
                                </w14:schemeClr>
                              </w14:gs>
                              <w14:gs w14:pos="9000">
                                <w14:schemeClr w14:val="accent1">
                                  <w14:tint w14:val="52000"/>
                                  <w14:satMod w14:val="300000"/>
                                </w14:schemeClr>
                              </w14:gs>
                              <w14:gs w14:pos="50000">
                                <w14:schemeClr w14:val="accent1">
                                  <w14:shade w14:val="20000"/>
                                  <w14:satMod w14:val="300000"/>
                                </w14:schemeClr>
                              </w14:gs>
                              <w14:gs w14:pos="79000">
                                <w14:schemeClr w14:val="accent1">
                                  <w14:tint w14:val="52000"/>
                                  <w14:satMod w14:val="300000"/>
                                </w14:schemeClr>
                              </w14:gs>
                              <w14:gs w14:pos="100000">
                                <w14:schemeClr w14:val="accent1">
                                  <w14:tint w14:val="40000"/>
                                  <w14:satMod w14:val="250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  <m:t>3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52"/>
                        <w14:shadow w14:blurRad="63500" w14:dist="50800" w14:dir="10800000" w14:sx="0" w14:sy="0" w14:kx="0" w14:ky="0" w14:algn="none">
                          <w14:srgbClr w14:val="000000">
                            <w14:alpha w14:val="50000"/>
                          </w14:srgbClr>
                        </w14:shadow>
                        <w14:textOutline w14:w="5270" w14:cap="flat" w14:cmpd="sng" w14:algn="ctr">
                          <w14:solidFill>
                            <w14:schemeClr w14:val="accent1">
                              <w14:shade w14:val="88000"/>
                              <w14:satMod w14:val="110000"/>
                            </w14:schemeClr>
                          </w14:solidFill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1">
                                  <w14:tint w14:val="40000"/>
                                  <w14:satMod w14:val="250000"/>
                                </w14:schemeClr>
                              </w14:gs>
                              <w14:gs w14:pos="9000">
                                <w14:schemeClr w14:val="accent1">
                                  <w14:tint w14:val="52000"/>
                                  <w14:satMod w14:val="300000"/>
                                </w14:schemeClr>
                              </w14:gs>
                              <w14:gs w14:pos="50000">
                                <w14:schemeClr w14:val="accent1">
                                  <w14:shade w14:val="20000"/>
                                  <w14:satMod w14:val="300000"/>
                                </w14:schemeClr>
                              </w14:gs>
                              <w14:gs w14:pos="79000">
                                <w14:schemeClr w14:val="accent1">
                                  <w14:tint w14:val="52000"/>
                                  <w14:satMod w14:val="300000"/>
                                </w14:schemeClr>
                              </w14:gs>
                              <w14:gs w14:pos="100000">
                                <w14:schemeClr w14:val="accent1">
                                  <w14:tint w14:val="40000"/>
                                  <w14:satMod w14:val="250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1626" w:type="dxa"/>
            <w:vAlign w:val="center"/>
          </w:tcPr>
          <w:p w:rsidR="003F588E" w:rsidRPr="008749DD" w:rsidRDefault="003F588E" w:rsidP="008749DD">
            <w:pPr>
              <w:jc w:val="center"/>
              <w:rPr>
                <w:b/>
                <w:sz w:val="52"/>
                <w14:shadow w14:blurRad="63500" w14:dist="50800" w14:dir="10800000" w14:sx="0" w14:sy="0" w14:kx="0" w14:ky="0" w14:algn="none">
                  <w14:srgbClr w14:val="000000">
                    <w14:alpha w14:val="50000"/>
                  </w14:srgbClr>
                </w14:shadow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8749DD">
              <w:rPr>
                <w:b/>
                <w:sz w:val="52"/>
                <w14:shadow w14:blurRad="63500" w14:dist="50800" w14:dir="10800000" w14:sx="0" w14:sy="0" w14:kx="0" w14:ky="0" w14:algn="none">
                  <w14:srgbClr w14:val="000000">
                    <w14:alpha w14:val="50000"/>
                  </w14:srgbClr>
                </w14:shadow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9</w:t>
            </w:r>
          </w:p>
        </w:tc>
        <w:tc>
          <w:tcPr>
            <w:tcW w:w="1626" w:type="dxa"/>
            <w:vAlign w:val="center"/>
          </w:tcPr>
          <w:p w:rsidR="003F588E" w:rsidRPr="008749DD" w:rsidRDefault="00B7560A" w:rsidP="008749DD">
            <w:pPr>
              <w:jc w:val="center"/>
              <w:rPr>
                <w:b/>
                <w:sz w:val="52"/>
                <w14:shadow w14:blurRad="63500" w14:dist="50800" w14:dir="10800000" w14:sx="0" w14:sy="0" w14:kx="0" w14:ky="0" w14:algn="none">
                  <w14:srgbClr w14:val="000000">
                    <w14:alpha w14:val="50000"/>
                  </w14:srgbClr>
                </w14:shadow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52"/>
                        <w14:shadow w14:blurRad="63500" w14:dist="50800" w14:dir="10800000" w14:sx="0" w14:sy="0" w14:kx="0" w14:ky="0" w14:algn="none">
                          <w14:srgbClr w14:val="000000">
                            <w14:alpha w14:val="50000"/>
                          </w14:srgbClr>
                        </w14:shadow>
                        <w14:textOutline w14:w="5270" w14:cap="flat" w14:cmpd="sng" w14:algn="ctr">
                          <w14:solidFill>
                            <w14:schemeClr w14:val="accent1">
                              <w14:shade w14:val="88000"/>
                              <w14:satMod w14:val="110000"/>
                            </w14:schemeClr>
                          </w14:solidFill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1">
                                  <w14:tint w14:val="40000"/>
                                  <w14:satMod w14:val="250000"/>
                                </w14:schemeClr>
                              </w14:gs>
                              <w14:gs w14:pos="9000">
                                <w14:schemeClr w14:val="accent1">
                                  <w14:tint w14:val="52000"/>
                                  <w14:satMod w14:val="300000"/>
                                </w14:schemeClr>
                              </w14:gs>
                              <w14:gs w14:pos="50000">
                                <w14:schemeClr w14:val="accent1">
                                  <w14:shade w14:val="20000"/>
                                  <w14:satMod w14:val="300000"/>
                                </w14:schemeClr>
                              </w14:gs>
                              <w14:gs w14:pos="79000">
                                <w14:schemeClr w14:val="accent1">
                                  <w14:tint w14:val="52000"/>
                                  <w14:satMod w14:val="300000"/>
                                </w14:schemeClr>
                              </w14:gs>
                              <w14:gs w14:pos="100000">
                                <w14:schemeClr w14:val="accent1">
                                  <w14:tint w14:val="40000"/>
                                  <w14:satMod w14:val="250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52"/>
                        <w14:shadow w14:blurRad="63500" w14:dist="50800" w14:dir="10800000" w14:sx="0" w14:sy="0" w14:kx="0" w14:ky="0" w14:algn="none">
                          <w14:srgbClr w14:val="000000">
                            <w14:alpha w14:val="50000"/>
                          </w14:srgbClr>
                        </w14:shadow>
                        <w14:textOutline w14:w="5270" w14:cap="flat" w14:cmpd="sng" w14:algn="ctr">
                          <w14:solidFill>
                            <w14:schemeClr w14:val="accent1">
                              <w14:shade w14:val="88000"/>
                              <w14:satMod w14:val="110000"/>
                            </w14:schemeClr>
                          </w14:solidFill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1">
                                  <w14:tint w14:val="40000"/>
                                  <w14:satMod w14:val="250000"/>
                                </w14:schemeClr>
                              </w14:gs>
                              <w14:gs w14:pos="9000">
                                <w14:schemeClr w14:val="accent1">
                                  <w14:tint w14:val="52000"/>
                                  <w14:satMod w14:val="300000"/>
                                </w14:schemeClr>
                              </w14:gs>
                              <w14:gs w14:pos="50000">
                                <w14:schemeClr w14:val="accent1">
                                  <w14:shade w14:val="20000"/>
                                  <w14:satMod w14:val="300000"/>
                                </w14:schemeClr>
                              </w14:gs>
                              <w14:gs w14:pos="79000">
                                <w14:schemeClr w14:val="accent1">
                                  <w14:tint w14:val="52000"/>
                                  <w14:satMod w14:val="300000"/>
                                </w14:schemeClr>
                              </w14:gs>
                              <w14:gs w14:pos="100000">
                                <w14:schemeClr w14:val="accent1">
                                  <w14:tint w14:val="40000"/>
                                  <w14:satMod w14:val="250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  <m:t>11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52"/>
                        <w14:shadow w14:blurRad="63500" w14:dist="50800" w14:dir="10800000" w14:sx="0" w14:sy="0" w14:kx="0" w14:ky="0" w14:algn="none">
                          <w14:srgbClr w14:val="000000">
                            <w14:alpha w14:val="50000"/>
                          </w14:srgbClr>
                        </w14:shadow>
                        <w14:textOutline w14:w="5270" w14:cap="flat" w14:cmpd="sng" w14:algn="ctr">
                          <w14:solidFill>
                            <w14:schemeClr w14:val="accent1">
                              <w14:shade w14:val="88000"/>
                              <w14:satMod w14:val="110000"/>
                            </w14:schemeClr>
                          </w14:solidFill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1">
                                  <w14:tint w14:val="40000"/>
                                  <w14:satMod w14:val="250000"/>
                                </w14:schemeClr>
                              </w14:gs>
                              <w14:gs w14:pos="9000">
                                <w14:schemeClr w14:val="accent1">
                                  <w14:tint w14:val="52000"/>
                                  <w14:satMod w14:val="300000"/>
                                </w14:schemeClr>
                              </w14:gs>
                              <w14:gs w14:pos="50000">
                                <w14:schemeClr w14:val="accent1">
                                  <w14:shade w14:val="20000"/>
                                  <w14:satMod w14:val="300000"/>
                                </w14:schemeClr>
                              </w14:gs>
                              <w14:gs w14:pos="79000">
                                <w14:schemeClr w14:val="accent1">
                                  <w14:tint w14:val="52000"/>
                                  <w14:satMod w14:val="300000"/>
                                </w14:schemeClr>
                              </w14:gs>
                              <w14:gs w14:pos="100000">
                                <w14:schemeClr w14:val="accent1">
                                  <w14:tint w14:val="40000"/>
                                  <w14:satMod w14:val="250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1626" w:type="dxa"/>
            <w:vAlign w:val="center"/>
          </w:tcPr>
          <w:p w:rsidR="003F588E" w:rsidRPr="008749DD" w:rsidRDefault="003F588E" w:rsidP="008749DD">
            <w:pPr>
              <w:jc w:val="center"/>
              <w:rPr>
                <w:b/>
                <w:sz w:val="52"/>
                <w14:shadow w14:blurRad="63500" w14:dist="50800" w14:dir="10800000" w14:sx="0" w14:sy="0" w14:kx="0" w14:ky="0" w14:algn="none">
                  <w14:srgbClr w14:val="000000">
                    <w14:alpha w14:val="50000"/>
                  </w14:srgbClr>
                </w14:shadow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8749DD">
              <w:rPr>
                <w:b/>
                <w:sz w:val="52"/>
                <w14:shadow w14:blurRad="63500" w14:dist="50800" w14:dir="10800000" w14:sx="0" w14:sy="0" w14:kx="0" w14:ky="0" w14:algn="none">
                  <w14:srgbClr w14:val="000000">
                    <w14:alpha w14:val="50000"/>
                  </w14:srgbClr>
                </w14:shadow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121</w:t>
            </w:r>
          </w:p>
        </w:tc>
        <w:tc>
          <w:tcPr>
            <w:tcW w:w="1626" w:type="dxa"/>
            <w:vAlign w:val="center"/>
          </w:tcPr>
          <w:p w:rsidR="003F588E" w:rsidRPr="008749DD" w:rsidRDefault="00B7560A" w:rsidP="008749DD">
            <w:pPr>
              <w:jc w:val="center"/>
              <w:rPr>
                <w:b/>
                <w:sz w:val="52"/>
                <w14:shadow w14:blurRad="63500" w14:dist="50800" w14:dir="10800000" w14:sx="0" w14:sy="0" w14:kx="0" w14:ky="0" w14:algn="none">
                  <w14:srgbClr w14:val="000000">
                    <w14:alpha w14:val="50000"/>
                  </w14:srgbClr>
                </w14:shadow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52"/>
                        <w14:shadow w14:blurRad="63500" w14:dist="50800" w14:dir="10800000" w14:sx="0" w14:sy="0" w14:kx="0" w14:ky="0" w14:algn="none">
                          <w14:srgbClr w14:val="000000">
                            <w14:alpha w14:val="50000"/>
                          </w14:srgbClr>
                        </w14:shadow>
                        <w14:textOutline w14:w="5270" w14:cap="flat" w14:cmpd="sng" w14:algn="ctr">
                          <w14:solidFill>
                            <w14:schemeClr w14:val="accent1">
                              <w14:shade w14:val="88000"/>
                              <w14:satMod w14:val="110000"/>
                            </w14:schemeClr>
                          </w14:solidFill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1">
                                  <w14:tint w14:val="40000"/>
                                  <w14:satMod w14:val="250000"/>
                                </w14:schemeClr>
                              </w14:gs>
                              <w14:gs w14:pos="9000">
                                <w14:schemeClr w14:val="accent1">
                                  <w14:tint w14:val="52000"/>
                                  <w14:satMod w14:val="300000"/>
                                </w14:schemeClr>
                              </w14:gs>
                              <w14:gs w14:pos="50000">
                                <w14:schemeClr w14:val="accent1">
                                  <w14:shade w14:val="20000"/>
                                  <w14:satMod w14:val="300000"/>
                                </w14:schemeClr>
                              </w14:gs>
                              <w14:gs w14:pos="79000">
                                <w14:schemeClr w14:val="accent1">
                                  <w14:tint w14:val="52000"/>
                                  <w14:satMod w14:val="300000"/>
                                </w14:schemeClr>
                              </w14:gs>
                              <w14:gs w14:pos="100000">
                                <w14:schemeClr w14:val="accent1">
                                  <w14:tint w14:val="40000"/>
                                  <w14:satMod w14:val="250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52"/>
                        <w14:shadow w14:blurRad="63500" w14:dist="50800" w14:dir="10800000" w14:sx="0" w14:sy="0" w14:kx="0" w14:ky="0" w14:algn="none">
                          <w14:srgbClr w14:val="000000">
                            <w14:alpha w14:val="50000"/>
                          </w14:srgbClr>
                        </w14:shadow>
                        <w14:textOutline w14:w="5270" w14:cap="flat" w14:cmpd="sng" w14:algn="ctr">
                          <w14:solidFill>
                            <w14:schemeClr w14:val="accent1">
                              <w14:shade w14:val="88000"/>
                              <w14:satMod w14:val="110000"/>
                            </w14:schemeClr>
                          </w14:solidFill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1">
                                  <w14:tint w14:val="40000"/>
                                  <w14:satMod w14:val="250000"/>
                                </w14:schemeClr>
                              </w14:gs>
                              <w14:gs w14:pos="9000">
                                <w14:schemeClr w14:val="accent1">
                                  <w14:tint w14:val="52000"/>
                                  <w14:satMod w14:val="300000"/>
                                </w14:schemeClr>
                              </w14:gs>
                              <w14:gs w14:pos="50000">
                                <w14:schemeClr w14:val="accent1">
                                  <w14:shade w14:val="20000"/>
                                  <w14:satMod w14:val="300000"/>
                                </w14:schemeClr>
                              </w14:gs>
                              <w14:gs w14:pos="79000">
                                <w14:schemeClr w14:val="accent1">
                                  <w14:tint w14:val="52000"/>
                                  <w14:satMod w14:val="300000"/>
                                </w14:schemeClr>
                              </w14:gs>
                              <w14:gs w14:pos="100000">
                                <w14:schemeClr w14:val="accent1">
                                  <w14:tint w14:val="40000"/>
                                  <w14:satMod w14:val="250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  <m:t>19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52"/>
                        <w14:shadow w14:blurRad="63500" w14:dist="50800" w14:dir="10800000" w14:sx="0" w14:sy="0" w14:kx="0" w14:ky="0" w14:algn="none">
                          <w14:srgbClr w14:val="000000">
                            <w14:alpha w14:val="50000"/>
                          </w14:srgbClr>
                        </w14:shadow>
                        <w14:textOutline w14:w="5270" w14:cap="flat" w14:cmpd="sng" w14:algn="ctr">
                          <w14:solidFill>
                            <w14:schemeClr w14:val="accent1">
                              <w14:shade w14:val="88000"/>
                              <w14:satMod w14:val="110000"/>
                            </w14:schemeClr>
                          </w14:solidFill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1">
                                  <w14:tint w14:val="40000"/>
                                  <w14:satMod w14:val="250000"/>
                                </w14:schemeClr>
                              </w14:gs>
                              <w14:gs w14:pos="9000">
                                <w14:schemeClr w14:val="accent1">
                                  <w14:tint w14:val="52000"/>
                                  <w14:satMod w14:val="300000"/>
                                </w14:schemeClr>
                              </w14:gs>
                              <w14:gs w14:pos="50000">
                                <w14:schemeClr w14:val="accent1">
                                  <w14:shade w14:val="20000"/>
                                  <w14:satMod w14:val="300000"/>
                                </w14:schemeClr>
                              </w14:gs>
                              <w14:gs w14:pos="79000">
                                <w14:schemeClr w14:val="accent1">
                                  <w14:tint w14:val="52000"/>
                                  <w14:satMod w14:val="300000"/>
                                </w14:schemeClr>
                              </w14:gs>
                              <w14:gs w14:pos="100000">
                                <w14:schemeClr w14:val="accent1">
                                  <w14:tint w14:val="40000"/>
                                  <w14:satMod w14:val="250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1627" w:type="dxa"/>
            <w:vAlign w:val="center"/>
          </w:tcPr>
          <w:p w:rsidR="003F588E" w:rsidRPr="008749DD" w:rsidRDefault="00664E0F" w:rsidP="008749DD">
            <w:pPr>
              <w:jc w:val="center"/>
              <w:rPr>
                <w:b/>
                <w:sz w:val="52"/>
                <w14:shadow w14:blurRad="63500" w14:dist="50800" w14:dir="10800000" w14:sx="0" w14:sy="0" w14:kx="0" w14:ky="0" w14:algn="none">
                  <w14:srgbClr w14:val="000000">
                    <w14:alpha w14:val="50000"/>
                  </w14:srgbClr>
                </w14:shadow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8749DD">
              <w:rPr>
                <w:b/>
                <w:sz w:val="52"/>
                <w14:shadow w14:blurRad="63500" w14:dist="50800" w14:dir="10800000" w14:sx="0" w14:sy="0" w14:kx="0" w14:ky="0" w14:algn="none">
                  <w14:srgbClr w14:val="000000">
                    <w14:alpha w14:val="50000"/>
                  </w14:srgbClr>
                </w14:shadow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361</w:t>
            </w:r>
          </w:p>
        </w:tc>
      </w:tr>
      <w:tr w:rsidR="008749DD" w:rsidRPr="008749DD" w:rsidTr="001813E4">
        <w:trPr>
          <w:trHeight w:val="1627"/>
        </w:trPr>
        <w:tc>
          <w:tcPr>
            <w:tcW w:w="1626" w:type="dxa"/>
            <w:vAlign w:val="center"/>
          </w:tcPr>
          <w:p w:rsidR="003F588E" w:rsidRPr="008749DD" w:rsidRDefault="00B7560A" w:rsidP="008749DD">
            <w:pPr>
              <w:jc w:val="center"/>
              <w:rPr>
                <w:b/>
                <w:sz w:val="52"/>
                <w14:shadow w14:blurRad="63500" w14:dist="50800" w14:dir="10800000" w14:sx="0" w14:sy="0" w14:kx="0" w14:ky="0" w14:algn="none">
                  <w14:srgbClr w14:val="000000">
                    <w14:alpha w14:val="50000"/>
                  </w14:srgbClr>
                </w14:shadow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52"/>
                        <w14:shadow w14:blurRad="63500" w14:dist="50800" w14:dir="10800000" w14:sx="0" w14:sy="0" w14:kx="0" w14:ky="0" w14:algn="none">
                          <w14:srgbClr w14:val="000000">
                            <w14:alpha w14:val="50000"/>
                          </w14:srgbClr>
                        </w14:shadow>
                        <w14:textOutline w14:w="5270" w14:cap="flat" w14:cmpd="sng" w14:algn="ctr">
                          <w14:solidFill>
                            <w14:schemeClr w14:val="accent1">
                              <w14:shade w14:val="88000"/>
                              <w14:satMod w14:val="110000"/>
                            </w14:schemeClr>
                          </w14:solidFill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1">
                                  <w14:tint w14:val="40000"/>
                                  <w14:satMod w14:val="250000"/>
                                </w14:schemeClr>
                              </w14:gs>
                              <w14:gs w14:pos="9000">
                                <w14:schemeClr w14:val="accent1">
                                  <w14:tint w14:val="52000"/>
                                  <w14:satMod w14:val="300000"/>
                                </w14:schemeClr>
                              </w14:gs>
                              <w14:gs w14:pos="50000">
                                <w14:schemeClr w14:val="accent1">
                                  <w14:shade w14:val="20000"/>
                                  <w14:satMod w14:val="300000"/>
                                </w14:schemeClr>
                              </w14:gs>
                              <w14:gs w14:pos="79000">
                                <w14:schemeClr w14:val="accent1">
                                  <w14:tint w14:val="52000"/>
                                  <w14:satMod w14:val="300000"/>
                                </w14:schemeClr>
                              </w14:gs>
                              <w14:gs w14:pos="100000">
                                <w14:schemeClr w14:val="accent1">
                                  <w14:tint w14:val="40000"/>
                                  <w14:satMod w14:val="250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52"/>
                        <w14:shadow w14:blurRad="63500" w14:dist="50800" w14:dir="10800000" w14:sx="0" w14:sy="0" w14:kx="0" w14:ky="0" w14:algn="none">
                          <w14:srgbClr w14:val="000000">
                            <w14:alpha w14:val="50000"/>
                          </w14:srgbClr>
                        </w14:shadow>
                        <w14:textOutline w14:w="5270" w14:cap="flat" w14:cmpd="sng" w14:algn="ctr">
                          <w14:solidFill>
                            <w14:schemeClr w14:val="accent1">
                              <w14:shade w14:val="88000"/>
                              <w14:satMod w14:val="110000"/>
                            </w14:schemeClr>
                          </w14:solidFill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1">
                                  <w14:tint w14:val="40000"/>
                                  <w14:satMod w14:val="250000"/>
                                </w14:schemeClr>
                              </w14:gs>
                              <w14:gs w14:pos="9000">
                                <w14:schemeClr w14:val="accent1">
                                  <w14:tint w14:val="52000"/>
                                  <w14:satMod w14:val="300000"/>
                                </w14:schemeClr>
                              </w14:gs>
                              <w14:gs w14:pos="50000">
                                <w14:schemeClr w14:val="accent1">
                                  <w14:shade w14:val="20000"/>
                                  <w14:satMod w14:val="300000"/>
                                </w14:schemeClr>
                              </w14:gs>
                              <w14:gs w14:pos="79000">
                                <w14:schemeClr w14:val="accent1">
                                  <w14:tint w14:val="52000"/>
                                  <w14:satMod w14:val="300000"/>
                                </w14:schemeClr>
                              </w14:gs>
                              <w14:gs w14:pos="100000">
                                <w14:schemeClr w14:val="accent1">
                                  <w14:tint w14:val="40000"/>
                                  <w14:satMod w14:val="250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  <m:t>4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52"/>
                        <w14:shadow w14:blurRad="63500" w14:dist="50800" w14:dir="10800000" w14:sx="0" w14:sy="0" w14:kx="0" w14:ky="0" w14:algn="none">
                          <w14:srgbClr w14:val="000000">
                            <w14:alpha w14:val="50000"/>
                          </w14:srgbClr>
                        </w14:shadow>
                        <w14:textOutline w14:w="5270" w14:cap="flat" w14:cmpd="sng" w14:algn="ctr">
                          <w14:solidFill>
                            <w14:schemeClr w14:val="accent1">
                              <w14:shade w14:val="88000"/>
                              <w14:satMod w14:val="110000"/>
                            </w14:schemeClr>
                          </w14:solidFill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1">
                                  <w14:tint w14:val="40000"/>
                                  <w14:satMod w14:val="250000"/>
                                </w14:schemeClr>
                              </w14:gs>
                              <w14:gs w14:pos="9000">
                                <w14:schemeClr w14:val="accent1">
                                  <w14:tint w14:val="52000"/>
                                  <w14:satMod w14:val="300000"/>
                                </w14:schemeClr>
                              </w14:gs>
                              <w14:gs w14:pos="50000">
                                <w14:schemeClr w14:val="accent1">
                                  <w14:shade w14:val="20000"/>
                                  <w14:satMod w14:val="300000"/>
                                </w14:schemeClr>
                              </w14:gs>
                              <w14:gs w14:pos="79000">
                                <w14:schemeClr w14:val="accent1">
                                  <w14:tint w14:val="52000"/>
                                  <w14:satMod w14:val="300000"/>
                                </w14:schemeClr>
                              </w14:gs>
                              <w14:gs w14:pos="100000">
                                <w14:schemeClr w14:val="accent1">
                                  <w14:tint w14:val="40000"/>
                                  <w14:satMod w14:val="250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1626" w:type="dxa"/>
            <w:vAlign w:val="center"/>
          </w:tcPr>
          <w:p w:rsidR="003F588E" w:rsidRPr="008749DD" w:rsidRDefault="003F588E" w:rsidP="008749DD">
            <w:pPr>
              <w:jc w:val="center"/>
              <w:rPr>
                <w:b/>
                <w:sz w:val="52"/>
                <w14:shadow w14:blurRad="63500" w14:dist="50800" w14:dir="10800000" w14:sx="0" w14:sy="0" w14:kx="0" w14:ky="0" w14:algn="none">
                  <w14:srgbClr w14:val="000000">
                    <w14:alpha w14:val="50000"/>
                  </w14:srgbClr>
                </w14:shadow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8749DD">
              <w:rPr>
                <w:b/>
                <w:sz w:val="52"/>
                <w14:shadow w14:blurRad="63500" w14:dist="50800" w14:dir="10800000" w14:sx="0" w14:sy="0" w14:kx="0" w14:ky="0" w14:algn="none">
                  <w14:srgbClr w14:val="000000">
                    <w14:alpha w14:val="50000"/>
                  </w14:srgbClr>
                </w14:shadow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16</w:t>
            </w:r>
          </w:p>
        </w:tc>
        <w:tc>
          <w:tcPr>
            <w:tcW w:w="1626" w:type="dxa"/>
            <w:vAlign w:val="center"/>
          </w:tcPr>
          <w:p w:rsidR="003F588E" w:rsidRPr="008749DD" w:rsidRDefault="00B7560A" w:rsidP="008749DD">
            <w:pPr>
              <w:jc w:val="center"/>
              <w:rPr>
                <w:b/>
                <w:sz w:val="52"/>
                <w14:shadow w14:blurRad="63500" w14:dist="50800" w14:dir="10800000" w14:sx="0" w14:sy="0" w14:kx="0" w14:ky="0" w14:algn="none">
                  <w14:srgbClr w14:val="000000">
                    <w14:alpha w14:val="50000"/>
                  </w14:srgbClr>
                </w14:shadow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52"/>
                        <w14:shadow w14:blurRad="63500" w14:dist="50800" w14:dir="10800000" w14:sx="0" w14:sy="0" w14:kx="0" w14:ky="0" w14:algn="none">
                          <w14:srgbClr w14:val="000000">
                            <w14:alpha w14:val="50000"/>
                          </w14:srgbClr>
                        </w14:shadow>
                        <w14:textOutline w14:w="5270" w14:cap="flat" w14:cmpd="sng" w14:algn="ctr">
                          <w14:solidFill>
                            <w14:schemeClr w14:val="accent1">
                              <w14:shade w14:val="88000"/>
                              <w14:satMod w14:val="110000"/>
                            </w14:schemeClr>
                          </w14:solidFill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1">
                                  <w14:tint w14:val="40000"/>
                                  <w14:satMod w14:val="250000"/>
                                </w14:schemeClr>
                              </w14:gs>
                              <w14:gs w14:pos="9000">
                                <w14:schemeClr w14:val="accent1">
                                  <w14:tint w14:val="52000"/>
                                  <w14:satMod w14:val="300000"/>
                                </w14:schemeClr>
                              </w14:gs>
                              <w14:gs w14:pos="50000">
                                <w14:schemeClr w14:val="accent1">
                                  <w14:shade w14:val="20000"/>
                                  <w14:satMod w14:val="300000"/>
                                </w14:schemeClr>
                              </w14:gs>
                              <w14:gs w14:pos="79000">
                                <w14:schemeClr w14:val="accent1">
                                  <w14:tint w14:val="52000"/>
                                  <w14:satMod w14:val="300000"/>
                                </w14:schemeClr>
                              </w14:gs>
                              <w14:gs w14:pos="100000">
                                <w14:schemeClr w14:val="accent1">
                                  <w14:tint w14:val="40000"/>
                                  <w14:satMod w14:val="250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52"/>
                        <w14:shadow w14:blurRad="63500" w14:dist="50800" w14:dir="10800000" w14:sx="0" w14:sy="0" w14:kx="0" w14:ky="0" w14:algn="none">
                          <w14:srgbClr w14:val="000000">
                            <w14:alpha w14:val="50000"/>
                          </w14:srgbClr>
                        </w14:shadow>
                        <w14:textOutline w14:w="5270" w14:cap="flat" w14:cmpd="sng" w14:algn="ctr">
                          <w14:solidFill>
                            <w14:schemeClr w14:val="accent1">
                              <w14:shade w14:val="88000"/>
                              <w14:satMod w14:val="110000"/>
                            </w14:schemeClr>
                          </w14:solidFill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1">
                                  <w14:tint w14:val="40000"/>
                                  <w14:satMod w14:val="250000"/>
                                </w14:schemeClr>
                              </w14:gs>
                              <w14:gs w14:pos="9000">
                                <w14:schemeClr w14:val="accent1">
                                  <w14:tint w14:val="52000"/>
                                  <w14:satMod w14:val="300000"/>
                                </w14:schemeClr>
                              </w14:gs>
                              <w14:gs w14:pos="50000">
                                <w14:schemeClr w14:val="accent1">
                                  <w14:shade w14:val="20000"/>
                                  <w14:satMod w14:val="300000"/>
                                </w14:schemeClr>
                              </w14:gs>
                              <w14:gs w14:pos="79000">
                                <w14:schemeClr w14:val="accent1">
                                  <w14:tint w14:val="52000"/>
                                  <w14:satMod w14:val="300000"/>
                                </w14:schemeClr>
                              </w14:gs>
                              <w14:gs w14:pos="100000">
                                <w14:schemeClr w14:val="accent1">
                                  <w14:tint w14:val="40000"/>
                                  <w14:satMod w14:val="250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  <m:t>12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52"/>
                        <w14:shadow w14:blurRad="63500" w14:dist="50800" w14:dir="10800000" w14:sx="0" w14:sy="0" w14:kx="0" w14:ky="0" w14:algn="none">
                          <w14:srgbClr w14:val="000000">
                            <w14:alpha w14:val="50000"/>
                          </w14:srgbClr>
                        </w14:shadow>
                        <w14:textOutline w14:w="5270" w14:cap="flat" w14:cmpd="sng" w14:algn="ctr">
                          <w14:solidFill>
                            <w14:schemeClr w14:val="accent1">
                              <w14:shade w14:val="88000"/>
                              <w14:satMod w14:val="110000"/>
                            </w14:schemeClr>
                          </w14:solidFill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1">
                                  <w14:tint w14:val="40000"/>
                                  <w14:satMod w14:val="250000"/>
                                </w14:schemeClr>
                              </w14:gs>
                              <w14:gs w14:pos="9000">
                                <w14:schemeClr w14:val="accent1">
                                  <w14:tint w14:val="52000"/>
                                  <w14:satMod w14:val="300000"/>
                                </w14:schemeClr>
                              </w14:gs>
                              <w14:gs w14:pos="50000">
                                <w14:schemeClr w14:val="accent1">
                                  <w14:shade w14:val="20000"/>
                                  <w14:satMod w14:val="300000"/>
                                </w14:schemeClr>
                              </w14:gs>
                              <w14:gs w14:pos="79000">
                                <w14:schemeClr w14:val="accent1">
                                  <w14:tint w14:val="52000"/>
                                  <w14:satMod w14:val="300000"/>
                                </w14:schemeClr>
                              </w14:gs>
                              <w14:gs w14:pos="100000">
                                <w14:schemeClr w14:val="accent1">
                                  <w14:tint w14:val="40000"/>
                                  <w14:satMod w14:val="250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1626" w:type="dxa"/>
            <w:vAlign w:val="center"/>
          </w:tcPr>
          <w:p w:rsidR="003F588E" w:rsidRPr="008749DD" w:rsidRDefault="003F588E" w:rsidP="008749DD">
            <w:pPr>
              <w:jc w:val="center"/>
              <w:rPr>
                <w:b/>
                <w:sz w:val="52"/>
                <w14:shadow w14:blurRad="63500" w14:dist="50800" w14:dir="10800000" w14:sx="0" w14:sy="0" w14:kx="0" w14:ky="0" w14:algn="none">
                  <w14:srgbClr w14:val="000000">
                    <w14:alpha w14:val="50000"/>
                  </w14:srgbClr>
                </w14:shadow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8749DD">
              <w:rPr>
                <w:b/>
                <w:sz w:val="52"/>
                <w14:shadow w14:blurRad="63500" w14:dist="50800" w14:dir="10800000" w14:sx="0" w14:sy="0" w14:kx="0" w14:ky="0" w14:algn="none">
                  <w14:srgbClr w14:val="000000">
                    <w14:alpha w14:val="50000"/>
                  </w14:srgbClr>
                </w14:shadow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144</w:t>
            </w:r>
          </w:p>
        </w:tc>
        <w:tc>
          <w:tcPr>
            <w:tcW w:w="1626" w:type="dxa"/>
            <w:vAlign w:val="center"/>
          </w:tcPr>
          <w:p w:rsidR="003F588E" w:rsidRPr="008749DD" w:rsidRDefault="00B7560A" w:rsidP="008749DD">
            <w:pPr>
              <w:jc w:val="center"/>
              <w:rPr>
                <w:b/>
                <w:sz w:val="52"/>
                <w14:shadow w14:blurRad="63500" w14:dist="50800" w14:dir="10800000" w14:sx="0" w14:sy="0" w14:kx="0" w14:ky="0" w14:algn="none">
                  <w14:srgbClr w14:val="000000">
                    <w14:alpha w14:val="50000"/>
                  </w14:srgbClr>
                </w14:shadow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52"/>
                        <w14:shadow w14:blurRad="63500" w14:dist="50800" w14:dir="10800000" w14:sx="0" w14:sy="0" w14:kx="0" w14:ky="0" w14:algn="none">
                          <w14:srgbClr w14:val="000000">
                            <w14:alpha w14:val="50000"/>
                          </w14:srgbClr>
                        </w14:shadow>
                        <w14:textOutline w14:w="5270" w14:cap="flat" w14:cmpd="sng" w14:algn="ctr">
                          <w14:solidFill>
                            <w14:schemeClr w14:val="accent1">
                              <w14:shade w14:val="88000"/>
                              <w14:satMod w14:val="110000"/>
                            </w14:schemeClr>
                          </w14:solidFill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1">
                                  <w14:tint w14:val="40000"/>
                                  <w14:satMod w14:val="250000"/>
                                </w14:schemeClr>
                              </w14:gs>
                              <w14:gs w14:pos="9000">
                                <w14:schemeClr w14:val="accent1">
                                  <w14:tint w14:val="52000"/>
                                  <w14:satMod w14:val="300000"/>
                                </w14:schemeClr>
                              </w14:gs>
                              <w14:gs w14:pos="50000">
                                <w14:schemeClr w14:val="accent1">
                                  <w14:shade w14:val="20000"/>
                                  <w14:satMod w14:val="300000"/>
                                </w14:schemeClr>
                              </w14:gs>
                              <w14:gs w14:pos="79000">
                                <w14:schemeClr w14:val="accent1">
                                  <w14:tint w14:val="52000"/>
                                  <w14:satMod w14:val="300000"/>
                                </w14:schemeClr>
                              </w14:gs>
                              <w14:gs w14:pos="100000">
                                <w14:schemeClr w14:val="accent1">
                                  <w14:tint w14:val="40000"/>
                                  <w14:satMod w14:val="250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52"/>
                        <w14:shadow w14:blurRad="63500" w14:dist="50800" w14:dir="10800000" w14:sx="0" w14:sy="0" w14:kx="0" w14:ky="0" w14:algn="none">
                          <w14:srgbClr w14:val="000000">
                            <w14:alpha w14:val="50000"/>
                          </w14:srgbClr>
                        </w14:shadow>
                        <w14:textOutline w14:w="5270" w14:cap="flat" w14:cmpd="sng" w14:algn="ctr">
                          <w14:solidFill>
                            <w14:schemeClr w14:val="accent1">
                              <w14:shade w14:val="88000"/>
                              <w14:satMod w14:val="110000"/>
                            </w14:schemeClr>
                          </w14:solidFill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1">
                                  <w14:tint w14:val="40000"/>
                                  <w14:satMod w14:val="250000"/>
                                </w14:schemeClr>
                              </w14:gs>
                              <w14:gs w14:pos="9000">
                                <w14:schemeClr w14:val="accent1">
                                  <w14:tint w14:val="52000"/>
                                  <w14:satMod w14:val="300000"/>
                                </w14:schemeClr>
                              </w14:gs>
                              <w14:gs w14:pos="50000">
                                <w14:schemeClr w14:val="accent1">
                                  <w14:shade w14:val="20000"/>
                                  <w14:satMod w14:val="300000"/>
                                </w14:schemeClr>
                              </w14:gs>
                              <w14:gs w14:pos="79000">
                                <w14:schemeClr w14:val="accent1">
                                  <w14:tint w14:val="52000"/>
                                  <w14:satMod w14:val="300000"/>
                                </w14:schemeClr>
                              </w14:gs>
                              <w14:gs w14:pos="100000">
                                <w14:schemeClr w14:val="accent1">
                                  <w14:tint w14:val="40000"/>
                                  <w14:satMod w14:val="250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  <m:t>20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52"/>
                        <w14:shadow w14:blurRad="63500" w14:dist="50800" w14:dir="10800000" w14:sx="0" w14:sy="0" w14:kx="0" w14:ky="0" w14:algn="none">
                          <w14:srgbClr w14:val="000000">
                            <w14:alpha w14:val="50000"/>
                          </w14:srgbClr>
                        </w14:shadow>
                        <w14:textOutline w14:w="5270" w14:cap="flat" w14:cmpd="sng" w14:algn="ctr">
                          <w14:solidFill>
                            <w14:schemeClr w14:val="accent1">
                              <w14:shade w14:val="88000"/>
                              <w14:satMod w14:val="110000"/>
                            </w14:schemeClr>
                          </w14:solidFill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1">
                                  <w14:tint w14:val="40000"/>
                                  <w14:satMod w14:val="250000"/>
                                </w14:schemeClr>
                              </w14:gs>
                              <w14:gs w14:pos="9000">
                                <w14:schemeClr w14:val="accent1">
                                  <w14:tint w14:val="52000"/>
                                  <w14:satMod w14:val="300000"/>
                                </w14:schemeClr>
                              </w14:gs>
                              <w14:gs w14:pos="50000">
                                <w14:schemeClr w14:val="accent1">
                                  <w14:shade w14:val="20000"/>
                                  <w14:satMod w14:val="300000"/>
                                </w14:schemeClr>
                              </w14:gs>
                              <w14:gs w14:pos="79000">
                                <w14:schemeClr w14:val="accent1">
                                  <w14:tint w14:val="52000"/>
                                  <w14:satMod w14:val="300000"/>
                                </w14:schemeClr>
                              </w14:gs>
                              <w14:gs w14:pos="100000">
                                <w14:schemeClr w14:val="accent1">
                                  <w14:tint w14:val="40000"/>
                                  <w14:satMod w14:val="250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1627" w:type="dxa"/>
            <w:vAlign w:val="center"/>
          </w:tcPr>
          <w:p w:rsidR="003F588E" w:rsidRPr="008749DD" w:rsidRDefault="00664E0F" w:rsidP="008749DD">
            <w:pPr>
              <w:jc w:val="center"/>
              <w:rPr>
                <w:b/>
                <w:sz w:val="52"/>
                <w14:shadow w14:blurRad="63500" w14:dist="50800" w14:dir="10800000" w14:sx="0" w14:sy="0" w14:kx="0" w14:ky="0" w14:algn="none">
                  <w14:srgbClr w14:val="000000">
                    <w14:alpha w14:val="50000"/>
                  </w14:srgbClr>
                </w14:shadow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8749DD">
              <w:rPr>
                <w:b/>
                <w:sz w:val="52"/>
                <w14:shadow w14:blurRad="63500" w14:dist="50800" w14:dir="10800000" w14:sx="0" w14:sy="0" w14:kx="0" w14:ky="0" w14:algn="none">
                  <w14:srgbClr w14:val="000000">
                    <w14:alpha w14:val="50000"/>
                  </w14:srgbClr>
                </w14:shadow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400</w:t>
            </w:r>
          </w:p>
        </w:tc>
      </w:tr>
      <w:tr w:rsidR="008749DD" w:rsidRPr="008749DD" w:rsidTr="001813E4">
        <w:trPr>
          <w:trHeight w:val="1627"/>
        </w:trPr>
        <w:tc>
          <w:tcPr>
            <w:tcW w:w="1626" w:type="dxa"/>
            <w:vAlign w:val="center"/>
          </w:tcPr>
          <w:p w:rsidR="003F588E" w:rsidRPr="008749DD" w:rsidRDefault="00B7560A" w:rsidP="008749DD">
            <w:pPr>
              <w:jc w:val="center"/>
              <w:rPr>
                <w:b/>
                <w:sz w:val="52"/>
                <w14:shadow w14:blurRad="63500" w14:dist="50800" w14:dir="10800000" w14:sx="0" w14:sy="0" w14:kx="0" w14:ky="0" w14:algn="none">
                  <w14:srgbClr w14:val="000000">
                    <w14:alpha w14:val="50000"/>
                  </w14:srgbClr>
                </w14:shadow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52"/>
                        <w14:shadow w14:blurRad="63500" w14:dist="50800" w14:dir="10800000" w14:sx="0" w14:sy="0" w14:kx="0" w14:ky="0" w14:algn="none">
                          <w14:srgbClr w14:val="000000">
                            <w14:alpha w14:val="50000"/>
                          </w14:srgbClr>
                        </w14:shadow>
                        <w14:textOutline w14:w="5270" w14:cap="flat" w14:cmpd="sng" w14:algn="ctr">
                          <w14:solidFill>
                            <w14:schemeClr w14:val="accent1">
                              <w14:shade w14:val="88000"/>
                              <w14:satMod w14:val="110000"/>
                            </w14:schemeClr>
                          </w14:solidFill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1">
                                  <w14:tint w14:val="40000"/>
                                  <w14:satMod w14:val="250000"/>
                                </w14:schemeClr>
                              </w14:gs>
                              <w14:gs w14:pos="9000">
                                <w14:schemeClr w14:val="accent1">
                                  <w14:tint w14:val="52000"/>
                                  <w14:satMod w14:val="300000"/>
                                </w14:schemeClr>
                              </w14:gs>
                              <w14:gs w14:pos="50000">
                                <w14:schemeClr w14:val="accent1">
                                  <w14:shade w14:val="20000"/>
                                  <w14:satMod w14:val="300000"/>
                                </w14:schemeClr>
                              </w14:gs>
                              <w14:gs w14:pos="79000">
                                <w14:schemeClr w14:val="accent1">
                                  <w14:tint w14:val="52000"/>
                                  <w14:satMod w14:val="300000"/>
                                </w14:schemeClr>
                              </w14:gs>
                              <w14:gs w14:pos="100000">
                                <w14:schemeClr w14:val="accent1">
                                  <w14:tint w14:val="40000"/>
                                  <w14:satMod w14:val="250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52"/>
                        <w14:shadow w14:blurRad="63500" w14:dist="50800" w14:dir="10800000" w14:sx="0" w14:sy="0" w14:kx="0" w14:ky="0" w14:algn="none">
                          <w14:srgbClr w14:val="000000">
                            <w14:alpha w14:val="50000"/>
                          </w14:srgbClr>
                        </w14:shadow>
                        <w14:textOutline w14:w="5270" w14:cap="flat" w14:cmpd="sng" w14:algn="ctr">
                          <w14:solidFill>
                            <w14:schemeClr w14:val="accent1">
                              <w14:shade w14:val="88000"/>
                              <w14:satMod w14:val="110000"/>
                            </w14:schemeClr>
                          </w14:solidFill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1">
                                  <w14:tint w14:val="40000"/>
                                  <w14:satMod w14:val="250000"/>
                                </w14:schemeClr>
                              </w14:gs>
                              <w14:gs w14:pos="9000">
                                <w14:schemeClr w14:val="accent1">
                                  <w14:tint w14:val="52000"/>
                                  <w14:satMod w14:val="300000"/>
                                </w14:schemeClr>
                              </w14:gs>
                              <w14:gs w14:pos="50000">
                                <w14:schemeClr w14:val="accent1">
                                  <w14:shade w14:val="20000"/>
                                  <w14:satMod w14:val="300000"/>
                                </w14:schemeClr>
                              </w14:gs>
                              <w14:gs w14:pos="79000">
                                <w14:schemeClr w14:val="accent1">
                                  <w14:tint w14:val="52000"/>
                                  <w14:satMod w14:val="300000"/>
                                </w14:schemeClr>
                              </w14:gs>
                              <w14:gs w14:pos="100000">
                                <w14:schemeClr w14:val="accent1">
                                  <w14:tint w14:val="40000"/>
                                  <w14:satMod w14:val="250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  <m:t>5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52"/>
                        <w14:shadow w14:blurRad="63500" w14:dist="50800" w14:dir="10800000" w14:sx="0" w14:sy="0" w14:kx="0" w14:ky="0" w14:algn="none">
                          <w14:srgbClr w14:val="000000">
                            <w14:alpha w14:val="50000"/>
                          </w14:srgbClr>
                        </w14:shadow>
                        <w14:textOutline w14:w="5270" w14:cap="flat" w14:cmpd="sng" w14:algn="ctr">
                          <w14:solidFill>
                            <w14:schemeClr w14:val="accent1">
                              <w14:shade w14:val="88000"/>
                              <w14:satMod w14:val="110000"/>
                            </w14:schemeClr>
                          </w14:solidFill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1">
                                  <w14:tint w14:val="40000"/>
                                  <w14:satMod w14:val="250000"/>
                                </w14:schemeClr>
                              </w14:gs>
                              <w14:gs w14:pos="9000">
                                <w14:schemeClr w14:val="accent1">
                                  <w14:tint w14:val="52000"/>
                                  <w14:satMod w14:val="300000"/>
                                </w14:schemeClr>
                              </w14:gs>
                              <w14:gs w14:pos="50000">
                                <w14:schemeClr w14:val="accent1">
                                  <w14:shade w14:val="20000"/>
                                  <w14:satMod w14:val="300000"/>
                                </w14:schemeClr>
                              </w14:gs>
                              <w14:gs w14:pos="79000">
                                <w14:schemeClr w14:val="accent1">
                                  <w14:tint w14:val="52000"/>
                                  <w14:satMod w14:val="300000"/>
                                </w14:schemeClr>
                              </w14:gs>
                              <w14:gs w14:pos="100000">
                                <w14:schemeClr w14:val="accent1">
                                  <w14:tint w14:val="40000"/>
                                  <w14:satMod w14:val="250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1626" w:type="dxa"/>
            <w:vAlign w:val="center"/>
          </w:tcPr>
          <w:p w:rsidR="003F588E" w:rsidRPr="008749DD" w:rsidRDefault="003F588E" w:rsidP="008749DD">
            <w:pPr>
              <w:jc w:val="center"/>
              <w:rPr>
                <w:b/>
                <w:sz w:val="52"/>
                <w14:shadow w14:blurRad="63500" w14:dist="50800" w14:dir="10800000" w14:sx="0" w14:sy="0" w14:kx="0" w14:ky="0" w14:algn="none">
                  <w14:srgbClr w14:val="000000">
                    <w14:alpha w14:val="50000"/>
                  </w14:srgbClr>
                </w14:shadow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8749DD">
              <w:rPr>
                <w:b/>
                <w:sz w:val="52"/>
                <w14:shadow w14:blurRad="63500" w14:dist="50800" w14:dir="10800000" w14:sx="0" w14:sy="0" w14:kx="0" w14:ky="0" w14:algn="none">
                  <w14:srgbClr w14:val="000000">
                    <w14:alpha w14:val="50000"/>
                  </w14:srgbClr>
                </w14:shadow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25</w:t>
            </w:r>
          </w:p>
        </w:tc>
        <w:tc>
          <w:tcPr>
            <w:tcW w:w="1626" w:type="dxa"/>
            <w:vAlign w:val="center"/>
          </w:tcPr>
          <w:p w:rsidR="003F588E" w:rsidRPr="008749DD" w:rsidRDefault="00B7560A" w:rsidP="008D73C2">
            <w:pPr>
              <w:jc w:val="center"/>
              <w:rPr>
                <w:b/>
                <w:sz w:val="52"/>
                <w14:shadow w14:blurRad="63500" w14:dist="50800" w14:dir="10800000" w14:sx="0" w14:sy="0" w14:kx="0" w14:ky="0" w14:algn="none">
                  <w14:srgbClr w14:val="000000">
                    <w14:alpha w14:val="50000"/>
                  </w14:srgbClr>
                </w14:shadow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52"/>
                        <w14:shadow w14:blurRad="63500" w14:dist="50800" w14:dir="10800000" w14:sx="0" w14:sy="0" w14:kx="0" w14:ky="0" w14:algn="none">
                          <w14:srgbClr w14:val="000000">
                            <w14:alpha w14:val="50000"/>
                          </w14:srgbClr>
                        </w14:shadow>
                        <w14:textOutline w14:w="5270" w14:cap="flat" w14:cmpd="sng" w14:algn="ctr">
                          <w14:solidFill>
                            <w14:schemeClr w14:val="accent1">
                              <w14:shade w14:val="88000"/>
                              <w14:satMod w14:val="110000"/>
                            </w14:schemeClr>
                          </w14:solidFill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1">
                                  <w14:tint w14:val="40000"/>
                                  <w14:satMod w14:val="250000"/>
                                </w14:schemeClr>
                              </w14:gs>
                              <w14:gs w14:pos="9000">
                                <w14:schemeClr w14:val="accent1">
                                  <w14:tint w14:val="52000"/>
                                  <w14:satMod w14:val="300000"/>
                                </w14:schemeClr>
                              </w14:gs>
                              <w14:gs w14:pos="50000">
                                <w14:schemeClr w14:val="accent1">
                                  <w14:shade w14:val="20000"/>
                                  <w14:satMod w14:val="300000"/>
                                </w14:schemeClr>
                              </w14:gs>
                              <w14:gs w14:pos="79000">
                                <w14:schemeClr w14:val="accent1">
                                  <w14:tint w14:val="52000"/>
                                  <w14:satMod w14:val="300000"/>
                                </w14:schemeClr>
                              </w14:gs>
                              <w14:gs w14:pos="100000">
                                <w14:schemeClr w14:val="accent1">
                                  <w14:tint w14:val="40000"/>
                                  <w14:satMod w14:val="250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52"/>
                        <w14:shadow w14:blurRad="63500" w14:dist="50800" w14:dir="10800000" w14:sx="0" w14:sy="0" w14:kx="0" w14:ky="0" w14:algn="none">
                          <w14:srgbClr w14:val="000000">
                            <w14:alpha w14:val="50000"/>
                          </w14:srgbClr>
                        </w14:shadow>
                        <w14:textOutline w14:w="5270" w14:cap="flat" w14:cmpd="sng" w14:algn="ctr">
                          <w14:solidFill>
                            <w14:schemeClr w14:val="accent1">
                              <w14:shade w14:val="88000"/>
                              <w14:satMod w14:val="110000"/>
                            </w14:schemeClr>
                          </w14:solidFill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1">
                                  <w14:tint w14:val="40000"/>
                                  <w14:satMod w14:val="250000"/>
                                </w14:schemeClr>
                              </w14:gs>
                              <w14:gs w14:pos="9000">
                                <w14:schemeClr w14:val="accent1">
                                  <w14:tint w14:val="52000"/>
                                  <w14:satMod w14:val="300000"/>
                                </w14:schemeClr>
                              </w14:gs>
                              <w14:gs w14:pos="50000">
                                <w14:schemeClr w14:val="accent1">
                                  <w14:shade w14:val="20000"/>
                                  <w14:satMod w14:val="300000"/>
                                </w14:schemeClr>
                              </w14:gs>
                              <w14:gs w14:pos="79000">
                                <w14:schemeClr w14:val="accent1">
                                  <w14:tint w14:val="52000"/>
                                  <w14:satMod w14:val="300000"/>
                                </w14:schemeClr>
                              </w14:gs>
                              <w14:gs w14:pos="100000">
                                <w14:schemeClr w14:val="accent1">
                                  <w14:tint w14:val="40000"/>
                                  <w14:satMod w14:val="250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  <m:t>13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52"/>
                        <w14:shadow w14:blurRad="63500" w14:dist="50800" w14:dir="10800000" w14:sx="0" w14:sy="0" w14:kx="0" w14:ky="0" w14:algn="none">
                          <w14:srgbClr w14:val="000000">
                            <w14:alpha w14:val="50000"/>
                          </w14:srgbClr>
                        </w14:shadow>
                        <w14:textOutline w14:w="5270" w14:cap="flat" w14:cmpd="sng" w14:algn="ctr">
                          <w14:solidFill>
                            <w14:schemeClr w14:val="accent1">
                              <w14:shade w14:val="88000"/>
                              <w14:satMod w14:val="110000"/>
                            </w14:schemeClr>
                          </w14:solidFill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1">
                                  <w14:tint w14:val="40000"/>
                                  <w14:satMod w14:val="250000"/>
                                </w14:schemeClr>
                              </w14:gs>
                              <w14:gs w14:pos="9000">
                                <w14:schemeClr w14:val="accent1">
                                  <w14:tint w14:val="52000"/>
                                  <w14:satMod w14:val="300000"/>
                                </w14:schemeClr>
                              </w14:gs>
                              <w14:gs w14:pos="50000">
                                <w14:schemeClr w14:val="accent1">
                                  <w14:shade w14:val="20000"/>
                                  <w14:satMod w14:val="300000"/>
                                </w14:schemeClr>
                              </w14:gs>
                              <w14:gs w14:pos="79000">
                                <w14:schemeClr w14:val="accent1">
                                  <w14:tint w14:val="52000"/>
                                  <w14:satMod w14:val="300000"/>
                                </w14:schemeClr>
                              </w14:gs>
                              <w14:gs w14:pos="100000">
                                <w14:schemeClr w14:val="accent1">
                                  <w14:tint w14:val="40000"/>
                                  <w14:satMod w14:val="250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1626" w:type="dxa"/>
            <w:vAlign w:val="center"/>
          </w:tcPr>
          <w:p w:rsidR="003F588E" w:rsidRPr="008749DD" w:rsidRDefault="003F588E" w:rsidP="008749DD">
            <w:pPr>
              <w:jc w:val="center"/>
              <w:rPr>
                <w:b/>
                <w:sz w:val="52"/>
                <w14:shadow w14:blurRad="63500" w14:dist="50800" w14:dir="10800000" w14:sx="0" w14:sy="0" w14:kx="0" w14:ky="0" w14:algn="none">
                  <w14:srgbClr w14:val="000000">
                    <w14:alpha w14:val="50000"/>
                  </w14:srgbClr>
                </w14:shadow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8749DD">
              <w:rPr>
                <w:b/>
                <w:sz w:val="52"/>
                <w14:shadow w14:blurRad="63500" w14:dist="50800" w14:dir="10800000" w14:sx="0" w14:sy="0" w14:kx="0" w14:ky="0" w14:algn="none">
                  <w14:srgbClr w14:val="000000">
                    <w14:alpha w14:val="50000"/>
                  </w14:srgbClr>
                </w14:shadow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169</w:t>
            </w:r>
          </w:p>
        </w:tc>
        <w:tc>
          <w:tcPr>
            <w:tcW w:w="1626" w:type="dxa"/>
            <w:vAlign w:val="center"/>
          </w:tcPr>
          <w:p w:rsidR="003F588E" w:rsidRPr="008749DD" w:rsidRDefault="003F588E" w:rsidP="008749DD">
            <w:pPr>
              <w:jc w:val="center"/>
              <w:rPr>
                <w:b/>
                <w:sz w:val="52"/>
                <w14:shadow w14:blurRad="63500" w14:dist="50800" w14:dir="10800000" w14:sx="0" w14:sy="0" w14:kx="0" w14:ky="0" w14:algn="none">
                  <w14:srgbClr w14:val="000000">
                    <w14:alpha w14:val="50000"/>
                  </w14:srgbClr>
                </w14:shadow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1627" w:type="dxa"/>
            <w:vAlign w:val="center"/>
          </w:tcPr>
          <w:p w:rsidR="003F588E" w:rsidRPr="008749DD" w:rsidRDefault="003F588E" w:rsidP="008749DD">
            <w:pPr>
              <w:jc w:val="center"/>
              <w:rPr>
                <w:b/>
                <w:sz w:val="52"/>
                <w14:shadow w14:blurRad="63500" w14:dist="50800" w14:dir="10800000" w14:sx="0" w14:sy="0" w14:kx="0" w14:ky="0" w14:algn="none">
                  <w14:srgbClr w14:val="000000">
                    <w14:alpha w14:val="50000"/>
                  </w14:srgbClr>
                </w14:shadow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</w:tr>
      <w:tr w:rsidR="008749DD" w:rsidRPr="008749DD" w:rsidTr="001813E4">
        <w:trPr>
          <w:trHeight w:val="1627"/>
        </w:trPr>
        <w:tc>
          <w:tcPr>
            <w:tcW w:w="1626" w:type="dxa"/>
            <w:vAlign w:val="center"/>
          </w:tcPr>
          <w:p w:rsidR="003F588E" w:rsidRPr="008749DD" w:rsidRDefault="00B7560A" w:rsidP="008749DD">
            <w:pPr>
              <w:jc w:val="center"/>
              <w:rPr>
                <w:b/>
                <w:sz w:val="52"/>
                <w14:shadow w14:blurRad="63500" w14:dist="50800" w14:dir="10800000" w14:sx="0" w14:sy="0" w14:kx="0" w14:ky="0" w14:algn="none">
                  <w14:srgbClr w14:val="000000">
                    <w14:alpha w14:val="50000"/>
                  </w14:srgbClr>
                </w14:shadow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52"/>
                        <w14:shadow w14:blurRad="63500" w14:dist="50800" w14:dir="10800000" w14:sx="0" w14:sy="0" w14:kx="0" w14:ky="0" w14:algn="none">
                          <w14:srgbClr w14:val="000000">
                            <w14:alpha w14:val="50000"/>
                          </w14:srgbClr>
                        </w14:shadow>
                        <w14:textOutline w14:w="5270" w14:cap="flat" w14:cmpd="sng" w14:algn="ctr">
                          <w14:solidFill>
                            <w14:schemeClr w14:val="accent1">
                              <w14:shade w14:val="88000"/>
                              <w14:satMod w14:val="110000"/>
                            </w14:schemeClr>
                          </w14:solidFill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1">
                                  <w14:tint w14:val="40000"/>
                                  <w14:satMod w14:val="250000"/>
                                </w14:schemeClr>
                              </w14:gs>
                              <w14:gs w14:pos="9000">
                                <w14:schemeClr w14:val="accent1">
                                  <w14:tint w14:val="52000"/>
                                  <w14:satMod w14:val="300000"/>
                                </w14:schemeClr>
                              </w14:gs>
                              <w14:gs w14:pos="50000">
                                <w14:schemeClr w14:val="accent1">
                                  <w14:shade w14:val="20000"/>
                                  <w14:satMod w14:val="300000"/>
                                </w14:schemeClr>
                              </w14:gs>
                              <w14:gs w14:pos="79000">
                                <w14:schemeClr w14:val="accent1">
                                  <w14:tint w14:val="52000"/>
                                  <w14:satMod w14:val="300000"/>
                                </w14:schemeClr>
                              </w14:gs>
                              <w14:gs w14:pos="100000">
                                <w14:schemeClr w14:val="accent1">
                                  <w14:tint w14:val="40000"/>
                                  <w14:satMod w14:val="250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52"/>
                        <w14:shadow w14:blurRad="63500" w14:dist="50800" w14:dir="10800000" w14:sx="0" w14:sy="0" w14:kx="0" w14:ky="0" w14:algn="none">
                          <w14:srgbClr w14:val="000000">
                            <w14:alpha w14:val="50000"/>
                          </w14:srgbClr>
                        </w14:shadow>
                        <w14:textOutline w14:w="5270" w14:cap="flat" w14:cmpd="sng" w14:algn="ctr">
                          <w14:solidFill>
                            <w14:schemeClr w14:val="accent1">
                              <w14:shade w14:val="88000"/>
                              <w14:satMod w14:val="110000"/>
                            </w14:schemeClr>
                          </w14:solidFill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1">
                                  <w14:tint w14:val="40000"/>
                                  <w14:satMod w14:val="250000"/>
                                </w14:schemeClr>
                              </w14:gs>
                              <w14:gs w14:pos="9000">
                                <w14:schemeClr w14:val="accent1">
                                  <w14:tint w14:val="52000"/>
                                  <w14:satMod w14:val="300000"/>
                                </w14:schemeClr>
                              </w14:gs>
                              <w14:gs w14:pos="50000">
                                <w14:schemeClr w14:val="accent1">
                                  <w14:shade w14:val="20000"/>
                                  <w14:satMod w14:val="300000"/>
                                </w14:schemeClr>
                              </w14:gs>
                              <w14:gs w14:pos="79000">
                                <w14:schemeClr w14:val="accent1">
                                  <w14:tint w14:val="52000"/>
                                  <w14:satMod w14:val="300000"/>
                                </w14:schemeClr>
                              </w14:gs>
                              <w14:gs w14:pos="100000">
                                <w14:schemeClr w14:val="accent1">
                                  <w14:tint w14:val="40000"/>
                                  <w14:satMod w14:val="250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  <m:t>6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52"/>
                        <w14:shadow w14:blurRad="63500" w14:dist="50800" w14:dir="10800000" w14:sx="0" w14:sy="0" w14:kx="0" w14:ky="0" w14:algn="none">
                          <w14:srgbClr w14:val="000000">
                            <w14:alpha w14:val="50000"/>
                          </w14:srgbClr>
                        </w14:shadow>
                        <w14:textOutline w14:w="5270" w14:cap="flat" w14:cmpd="sng" w14:algn="ctr">
                          <w14:solidFill>
                            <w14:schemeClr w14:val="accent1">
                              <w14:shade w14:val="88000"/>
                              <w14:satMod w14:val="110000"/>
                            </w14:schemeClr>
                          </w14:solidFill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1">
                                  <w14:tint w14:val="40000"/>
                                  <w14:satMod w14:val="250000"/>
                                </w14:schemeClr>
                              </w14:gs>
                              <w14:gs w14:pos="9000">
                                <w14:schemeClr w14:val="accent1">
                                  <w14:tint w14:val="52000"/>
                                  <w14:satMod w14:val="300000"/>
                                </w14:schemeClr>
                              </w14:gs>
                              <w14:gs w14:pos="50000">
                                <w14:schemeClr w14:val="accent1">
                                  <w14:shade w14:val="20000"/>
                                  <w14:satMod w14:val="300000"/>
                                </w14:schemeClr>
                              </w14:gs>
                              <w14:gs w14:pos="79000">
                                <w14:schemeClr w14:val="accent1">
                                  <w14:tint w14:val="52000"/>
                                  <w14:satMod w14:val="300000"/>
                                </w14:schemeClr>
                              </w14:gs>
                              <w14:gs w14:pos="100000">
                                <w14:schemeClr w14:val="accent1">
                                  <w14:tint w14:val="40000"/>
                                  <w14:satMod w14:val="250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1626" w:type="dxa"/>
            <w:vAlign w:val="center"/>
          </w:tcPr>
          <w:p w:rsidR="003F588E" w:rsidRPr="008749DD" w:rsidRDefault="003F588E" w:rsidP="008749DD">
            <w:pPr>
              <w:jc w:val="center"/>
              <w:rPr>
                <w:b/>
                <w:sz w:val="52"/>
                <w14:shadow w14:blurRad="63500" w14:dist="50800" w14:dir="10800000" w14:sx="0" w14:sy="0" w14:kx="0" w14:ky="0" w14:algn="none">
                  <w14:srgbClr w14:val="000000">
                    <w14:alpha w14:val="50000"/>
                  </w14:srgbClr>
                </w14:shadow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8749DD">
              <w:rPr>
                <w:b/>
                <w:sz w:val="52"/>
                <w14:shadow w14:blurRad="63500" w14:dist="50800" w14:dir="10800000" w14:sx="0" w14:sy="0" w14:kx="0" w14:ky="0" w14:algn="none">
                  <w14:srgbClr w14:val="000000">
                    <w14:alpha w14:val="50000"/>
                  </w14:srgbClr>
                </w14:shadow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36</w:t>
            </w:r>
          </w:p>
        </w:tc>
        <w:tc>
          <w:tcPr>
            <w:tcW w:w="1626" w:type="dxa"/>
            <w:vAlign w:val="center"/>
          </w:tcPr>
          <w:p w:rsidR="003F588E" w:rsidRPr="008749DD" w:rsidRDefault="00B7560A" w:rsidP="008749DD">
            <w:pPr>
              <w:jc w:val="center"/>
              <w:rPr>
                <w:b/>
                <w:sz w:val="52"/>
                <w14:shadow w14:blurRad="63500" w14:dist="50800" w14:dir="10800000" w14:sx="0" w14:sy="0" w14:kx="0" w14:ky="0" w14:algn="none">
                  <w14:srgbClr w14:val="000000">
                    <w14:alpha w14:val="50000"/>
                  </w14:srgbClr>
                </w14:shadow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52"/>
                        <w14:shadow w14:blurRad="63500" w14:dist="50800" w14:dir="10800000" w14:sx="0" w14:sy="0" w14:kx="0" w14:ky="0" w14:algn="none">
                          <w14:srgbClr w14:val="000000">
                            <w14:alpha w14:val="50000"/>
                          </w14:srgbClr>
                        </w14:shadow>
                        <w14:textOutline w14:w="5270" w14:cap="flat" w14:cmpd="sng" w14:algn="ctr">
                          <w14:solidFill>
                            <w14:schemeClr w14:val="accent1">
                              <w14:shade w14:val="88000"/>
                              <w14:satMod w14:val="110000"/>
                            </w14:schemeClr>
                          </w14:solidFill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1">
                                  <w14:tint w14:val="40000"/>
                                  <w14:satMod w14:val="250000"/>
                                </w14:schemeClr>
                              </w14:gs>
                              <w14:gs w14:pos="9000">
                                <w14:schemeClr w14:val="accent1">
                                  <w14:tint w14:val="52000"/>
                                  <w14:satMod w14:val="300000"/>
                                </w14:schemeClr>
                              </w14:gs>
                              <w14:gs w14:pos="50000">
                                <w14:schemeClr w14:val="accent1">
                                  <w14:shade w14:val="20000"/>
                                  <w14:satMod w14:val="300000"/>
                                </w14:schemeClr>
                              </w14:gs>
                              <w14:gs w14:pos="79000">
                                <w14:schemeClr w14:val="accent1">
                                  <w14:tint w14:val="52000"/>
                                  <w14:satMod w14:val="300000"/>
                                </w14:schemeClr>
                              </w14:gs>
                              <w14:gs w14:pos="100000">
                                <w14:schemeClr w14:val="accent1">
                                  <w14:tint w14:val="40000"/>
                                  <w14:satMod w14:val="250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52"/>
                        <w14:shadow w14:blurRad="63500" w14:dist="50800" w14:dir="10800000" w14:sx="0" w14:sy="0" w14:kx="0" w14:ky="0" w14:algn="none">
                          <w14:srgbClr w14:val="000000">
                            <w14:alpha w14:val="50000"/>
                          </w14:srgbClr>
                        </w14:shadow>
                        <w14:textOutline w14:w="5270" w14:cap="flat" w14:cmpd="sng" w14:algn="ctr">
                          <w14:solidFill>
                            <w14:schemeClr w14:val="accent1">
                              <w14:shade w14:val="88000"/>
                              <w14:satMod w14:val="110000"/>
                            </w14:schemeClr>
                          </w14:solidFill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1">
                                  <w14:tint w14:val="40000"/>
                                  <w14:satMod w14:val="250000"/>
                                </w14:schemeClr>
                              </w14:gs>
                              <w14:gs w14:pos="9000">
                                <w14:schemeClr w14:val="accent1">
                                  <w14:tint w14:val="52000"/>
                                  <w14:satMod w14:val="300000"/>
                                </w14:schemeClr>
                              </w14:gs>
                              <w14:gs w14:pos="50000">
                                <w14:schemeClr w14:val="accent1">
                                  <w14:shade w14:val="20000"/>
                                  <w14:satMod w14:val="300000"/>
                                </w14:schemeClr>
                              </w14:gs>
                              <w14:gs w14:pos="79000">
                                <w14:schemeClr w14:val="accent1">
                                  <w14:tint w14:val="52000"/>
                                  <w14:satMod w14:val="300000"/>
                                </w14:schemeClr>
                              </w14:gs>
                              <w14:gs w14:pos="100000">
                                <w14:schemeClr w14:val="accent1">
                                  <w14:tint w14:val="40000"/>
                                  <w14:satMod w14:val="250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  <m:t>14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52"/>
                        <w14:shadow w14:blurRad="63500" w14:dist="50800" w14:dir="10800000" w14:sx="0" w14:sy="0" w14:kx="0" w14:ky="0" w14:algn="none">
                          <w14:srgbClr w14:val="000000">
                            <w14:alpha w14:val="50000"/>
                          </w14:srgbClr>
                        </w14:shadow>
                        <w14:textOutline w14:w="5270" w14:cap="flat" w14:cmpd="sng" w14:algn="ctr">
                          <w14:solidFill>
                            <w14:schemeClr w14:val="accent1">
                              <w14:shade w14:val="88000"/>
                              <w14:satMod w14:val="110000"/>
                            </w14:schemeClr>
                          </w14:solidFill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1">
                                  <w14:tint w14:val="40000"/>
                                  <w14:satMod w14:val="250000"/>
                                </w14:schemeClr>
                              </w14:gs>
                              <w14:gs w14:pos="9000">
                                <w14:schemeClr w14:val="accent1">
                                  <w14:tint w14:val="52000"/>
                                  <w14:satMod w14:val="300000"/>
                                </w14:schemeClr>
                              </w14:gs>
                              <w14:gs w14:pos="50000">
                                <w14:schemeClr w14:val="accent1">
                                  <w14:shade w14:val="20000"/>
                                  <w14:satMod w14:val="300000"/>
                                </w14:schemeClr>
                              </w14:gs>
                              <w14:gs w14:pos="79000">
                                <w14:schemeClr w14:val="accent1">
                                  <w14:tint w14:val="52000"/>
                                  <w14:satMod w14:val="300000"/>
                                </w14:schemeClr>
                              </w14:gs>
                              <w14:gs w14:pos="100000">
                                <w14:schemeClr w14:val="accent1">
                                  <w14:tint w14:val="40000"/>
                                  <w14:satMod w14:val="250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1626" w:type="dxa"/>
            <w:vAlign w:val="center"/>
          </w:tcPr>
          <w:p w:rsidR="003F588E" w:rsidRPr="008749DD" w:rsidRDefault="003F588E" w:rsidP="008749DD">
            <w:pPr>
              <w:jc w:val="center"/>
              <w:rPr>
                <w:b/>
                <w:sz w:val="52"/>
                <w14:shadow w14:blurRad="63500" w14:dist="50800" w14:dir="10800000" w14:sx="0" w14:sy="0" w14:kx="0" w14:ky="0" w14:algn="none">
                  <w14:srgbClr w14:val="000000">
                    <w14:alpha w14:val="50000"/>
                  </w14:srgbClr>
                </w14:shadow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8749DD">
              <w:rPr>
                <w:b/>
                <w:sz w:val="52"/>
                <w14:shadow w14:blurRad="63500" w14:dist="50800" w14:dir="10800000" w14:sx="0" w14:sy="0" w14:kx="0" w14:ky="0" w14:algn="none">
                  <w14:srgbClr w14:val="000000">
                    <w14:alpha w14:val="50000"/>
                  </w14:srgbClr>
                </w14:shadow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196</w:t>
            </w:r>
          </w:p>
        </w:tc>
        <w:tc>
          <w:tcPr>
            <w:tcW w:w="1626" w:type="dxa"/>
            <w:vAlign w:val="center"/>
          </w:tcPr>
          <w:p w:rsidR="003F588E" w:rsidRPr="008749DD" w:rsidRDefault="003F588E" w:rsidP="008749DD">
            <w:pPr>
              <w:jc w:val="center"/>
              <w:rPr>
                <w:b/>
                <w:sz w:val="52"/>
                <w14:shadow w14:blurRad="63500" w14:dist="50800" w14:dir="10800000" w14:sx="0" w14:sy="0" w14:kx="0" w14:ky="0" w14:algn="none">
                  <w14:srgbClr w14:val="000000">
                    <w14:alpha w14:val="50000"/>
                  </w14:srgbClr>
                </w14:shadow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1627" w:type="dxa"/>
            <w:vAlign w:val="center"/>
          </w:tcPr>
          <w:p w:rsidR="003F588E" w:rsidRPr="008749DD" w:rsidRDefault="003F588E" w:rsidP="008749DD">
            <w:pPr>
              <w:jc w:val="center"/>
              <w:rPr>
                <w:b/>
                <w:sz w:val="52"/>
                <w14:shadow w14:blurRad="63500" w14:dist="50800" w14:dir="10800000" w14:sx="0" w14:sy="0" w14:kx="0" w14:ky="0" w14:algn="none">
                  <w14:srgbClr w14:val="000000">
                    <w14:alpha w14:val="50000"/>
                  </w14:srgbClr>
                </w14:shadow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</w:tr>
      <w:tr w:rsidR="008749DD" w:rsidRPr="008749DD" w:rsidTr="001813E4">
        <w:trPr>
          <w:trHeight w:val="1627"/>
        </w:trPr>
        <w:tc>
          <w:tcPr>
            <w:tcW w:w="1626" w:type="dxa"/>
            <w:vAlign w:val="center"/>
          </w:tcPr>
          <w:p w:rsidR="003F588E" w:rsidRPr="008749DD" w:rsidRDefault="00B7560A" w:rsidP="008749DD">
            <w:pPr>
              <w:jc w:val="center"/>
              <w:rPr>
                <w:b/>
                <w:sz w:val="52"/>
                <w14:shadow w14:blurRad="63500" w14:dist="50800" w14:dir="10800000" w14:sx="0" w14:sy="0" w14:kx="0" w14:ky="0" w14:algn="none">
                  <w14:srgbClr w14:val="000000">
                    <w14:alpha w14:val="50000"/>
                  </w14:srgbClr>
                </w14:shadow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52"/>
                        <w14:shadow w14:blurRad="63500" w14:dist="50800" w14:dir="10800000" w14:sx="0" w14:sy="0" w14:kx="0" w14:ky="0" w14:algn="none">
                          <w14:srgbClr w14:val="000000">
                            <w14:alpha w14:val="50000"/>
                          </w14:srgbClr>
                        </w14:shadow>
                        <w14:textOutline w14:w="5270" w14:cap="flat" w14:cmpd="sng" w14:algn="ctr">
                          <w14:solidFill>
                            <w14:schemeClr w14:val="accent1">
                              <w14:shade w14:val="88000"/>
                              <w14:satMod w14:val="110000"/>
                            </w14:schemeClr>
                          </w14:solidFill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1">
                                  <w14:tint w14:val="40000"/>
                                  <w14:satMod w14:val="250000"/>
                                </w14:schemeClr>
                              </w14:gs>
                              <w14:gs w14:pos="9000">
                                <w14:schemeClr w14:val="accent1">
                                  <w14:tint w14:val="52000"/>
                                  <w14:satMod w14:val="300000"/>
                                </w14:schemeClr>
                              </w14:gs>
                              <w14:gs w14:pos="50000">
                                <w14:schemeClr w14:val="accent1">
                                  <w14:shade w14:val="20000"/>
                                  <w14:satMod w14:val="300000"/>
                                </w14:schemeClr>
                              </w14:gs>
                              <w14:gs w14:pos="79000">
                                <w14:schemeClr w14:val="accent1">
                                  <w14:tint w14:val="52000"/>
                                  <w14:satMod w14:val="300000"/>
                                </w14:schemeClr>
                              </w14:gs>
                              <w14:gs w14:pos="100000">
                                <w14:schemeClr w14:val="accent1">
                                  <w14:tint w14:val="40000"/>
                                  <w14:satMod w14:val="250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52"/>
                        <w14:shadow w14:blurRad="63500" w14:dist="50800" w14:dir="10800000" w14:sx="0" w14:sy="0" w14:kx="0" w14:ky="0" w14:algn="none">
                          <w14:srgbClr w14:val="000000">
                            <w14:alpha w14:val="50000"/>
                          </w14:srgbClr>
                        </w14:shadow>
                        <w14:textOutline w14:w="5270" w14:cap="flat" w14:cmpd="sng" w14:algn="ctr">
                          <w14:solidFill>
                            <w14:schemeClr w14:val="accent1">
                              <w14:shade w14:val="88000"/>
                              <w14:satMod w14:val="110000"/>
                            </w14:schemeClr>
                          </w14:solidFill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1">
                                  <w14:tint w14:val="40000"/>
                                  <w14:satMod w14:val="250000"/>
                                </w14:schemeClr>
                              </w14:gs>
                              <w14:gs w14:pos="9000">
                                <w14:schemeClr w14:val="accent1">
                                  <w14:tint w14:val="52000"/>
                                  <w14:satMod w14:val="300000"/>
                                </w14:schemeClr>
                              </w14:gs>
                              <w14:gs w14:pos="50000">
                                <w14:schemeClr w14:val="accent1">
                                  <w14:shade w14:val="20000"/>
                                  <w14:satMod w14:val="300000"/>
                                </w14:schemeClr>
                              </w14:gs>
                              <w14:gs w14:pos="79000">
                                <w14:schemeClr w14:val="accent1">
                                  <w14:tint w14:val="52000"/>
                                  <w14:satMod w14:val="300000"/>
                                </w14:schemeClr>
                              </w14:gs>
                              <w14:gs w14:pos="100000">
                                <w14:schemeClr w14:val="accent1">
                                  <w14:tint w14:val="40000"/>
                                  <w14:satMod w14:val="250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  <m:t>7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52"/>
                        <w14:shadow w14:blurRad="63500" w14:dist="50800" w14:dir="10800000" w14:sx="0" w14:sy="0" w14:kx="0" w14:ky="0" w14:algn="none">
                          <w14:srgbClr w14:val="000000">
                            <w14:alpha w14:val="50000"/>
                          </w14:srgbClr>
                        </w14:shadow>
                        <w14:textOutline w14:w="5270" w14:cap="flat" w14:cmpd="sng" w14:algn="ctr">
                          <w14:solidFill>
                            <w14:schemeClr w14:val="accent1">
                              <w14:shade w14:val="88000"/>
                              <w14:satMod w14:val="110000"/>
                            </w14:schemeClr>
                          </w14:solidFill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1">
                                  <w14:tint w14:val="40000"/>
                                  <w14:satMod w14:val="250000"/>
                                </w14:schemeClr>
                              </w14:gs>
                              <w14:gs w14:pos="9000">
                                <w14:schemeClr w14:val="accent1">
                                  <w14:tint w14:val="52000"/>
                                  <w14:satMod w14:val="300000"/>
                                </w14:schemeClr>
                              </w14:gs>
                              <w14:gs w14:pos="50000">
                                <w14:schemeClr w14:val="accent1">
                                  <w14:shade w14:val="20000"/>
                                  <w14:satMod w14:val="300000"/>
                                </w14:schemeClr>
                              </w14:gs>
                              <w14:gs w14:pos="79000">
                                <w14:schemeClr w14:val="accent1">
                                  <w14:tint w14:val="52000"/>
                                  <w14:satMod w14:val="300000"/>
                                </w14:schemeClr>
                              </w14:gs>
                              <w14:gs w14:pos="100000">
                                <w14:schemeClr w14:val="accent1">
                                  <w14:tint w14:val="40000"/>
                                  <w14:satMod w14:val="250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1626" w:type="dxa"/>
            <w:vAlign w:val="center"/>
          </w:tcPr>
          <w:p w:rsidR="003F588E" w:rsidRPr="008749DD" w:rsidRDefault="003F588E" w:rsidP="008749DD">
            <w:pPr>
              <w:jc w:val="center"/>
              <w:rPr>
                <w:b/>
                <w:sz w:val="52"/>
                <w14:shadow w14:blurRad="63500" w14:dist="50800" w14:dir="10800000" w14:sx="0" w14:sy="0" w14:kx="0" w14:ky="0" w14:algn="none">
                  <w14:srgbClr w14:val="000000">
                    <w14:alpha w14:val="50000"/>
                  </w14:srgbClr>
                </w14:shadow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8749DD">
              <w:rPr>
                <w:b/>
                <w:sz w:val="52"/>
                <w14:shadow w14:blurRad="63500" w14:dist="50800" w14:dir="10800000" w14:sx="0" w14:sy="0" w14:kx="0" w14:ky="0" w14:algn="none">
                  <w14:srgbClr w14:val="000000">
                    <w14:alpha w14:val="50000"/>
                  </w14:srgbClr>
                </w14:shadow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49</w:t>
            </w:r>
          </w:p>
        </w:tc>
        <w:tc>
          <w:tcPr>
            <w:tcW w:w="1626" w:type="dxa"/>
            <w:vAlign w:val="center"/>
          </w:tcPr>
          <w:p w:rsidR="003F588E" w:rsidRPr="008749DD" w:rsidRDefault="00B7560A" w:rsidP="008749DD">
            <w:pPr>
              <w:jc w:val="center"/>
              <w:rPr>
                <w:b/>
                <w:sz w:val="52"/>
                <w14:shadow w14:blurRad="63500" w14:dist="50800" w14:dir="10800000" w14:sx="0" w14:sy="0" w14:kx="0" w14:ky="0" w14:algn="none">
                  <w14:srgbClr w14:val="000000">
                    <w14:alpha w14:val="50000"/>
                  </w14:srgbClr>
                </w14:shadow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52"/>
                        <w14:shadow w14:blurRad="63500" w14:dist="50800" w14:dir="10800000" w14:sx="0" w14:sy="0" w14:kx="0" w14:ky="0" w14:algn="none">
                          <w14:srgbClr w14:val="000000">
                            <w14:alpha w14:val="50000"/>
                          </w14:srgbClr>
                        </w14:shadow>
                        <w14:textOutline w14:w="5270" w14:cap="flat" w14:cmpd="sng" w14:algn="ctr">
                          <w14:solidFill>
                            <w14:schemeClr w14:val="accent1">
                              <w14:shade w14:val="88000"/>
                              <w14:satMod w14:val="110000"/>
                            </w14:schemeClr>
                          </w14:solidFill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1">
                                  <w14:tint w14:val="40000"/>
                                  <w14:satMod w14:val="250000"/>
                                </w14:schemeClr>
                              </w14:gs>
                              <w14:gs w14:pos="9000">
                                <w14:schemeClr w14:val="accent1">
                                  <w14:tint w14:val="52000"/>
                                  <w14:satMod w14:val="300000"/>
                                </w14:schemeClr>
                              </w14:gs>
                              <w14:gs w14:pos="50000">
                                <w14:schemeClr w14:val="accent1">
                                  <w14:shade w14:val="20000"/>
                                  <w14:satMod w14:val="300000"/>
                                </w14:schemeClr>
                              </w14:gs>
                              <w14:gs w14:pos="79000">
                                <w14:schemeClr w14:val="accent1">
                                  <w14:tint w14:val="52000"/>
                                  <w14:satMod w14:val="300000"/>
                                </w14:schemeClr>
                              </w14:gs>
                              <w14:gs w14:pos="100000">
                                <w14:schemeClr w14:val="accent1">
                                  <w14:tint w14:val="40000"/>
                                  <w14:satMod w14:val="250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52"/>
                        <w14:shadow w14:blurRad="63500" w14:dist="50800" w14:dir="10800000" w14:sx="0" w14:sy="0" w14:kx="0" w14:ky="0" w14:algn="none">
                          <w14:srgbClr w14:val="000000">
                            <w14:alpha w14:val="50000"/>
                          </w14:srgbClr>
                        </w14:shadow>
                        <w14:textOutline w14:w="5270" w14:cap="flat" w14:cmpd="sng" w14:algn="ctr">
                          <w14:solidFill>
                            <w14:schemeClr w14:val="accent1">
                              <w14:shade w14:val="88000"/>
                              <w14:satMod w14:val="110000"/>
                            </w14:schemeClr>
                          </w14:solidFill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1">
                                  <w14:tint w14:val="40000"/>
                                  <w14:satMod w14:val="250000"/>
                                </w14:schemeClr>
                              </w14:gs>
                              <w14:gs w14:pos="9000">
                                <w14:schemeClr w14:val="accent1">
                                  <w14:tint w14:val="52000"/>
                                  <w14:satMod w14:val="300000"/>
                                </w14:schemeClr>
                              </w14:gs>
                              <w14:gs w14:pos="50000">
                                <w14:schemeClr w14:val="accent1">
                                  <w14:shade w14:val="20000"/>
                                  <w14:satMod w14:val="300000"/>
                                </w14:schemeClr>
                              </w14:gs>
                              <w14:gs w14:pos="79000">
                                <w14:schemeClr w14:val="accent1">
                                  <w14:tint w14:val="52000"/>
                                  <w14:satMod w14:val="300000"/>
                                </w14:schemeClr>
                              </w14:gs>
                              <w14:gs w14:pos="100000">
                                <w14:schemeClr w14:val="accent1">
                                  <w14:tint w14:val="40000"/>
                                  <w14:satMod w14:val="250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  <m:t>15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52"/>
                        <w14:shadow w14:blurRad="63500" w14:dist="50800" w14:dir="10800000" w14:sx="0" w14:sy="0" w14:kx="0" w14:ky="0" w14:algn="none">
                          <w14:srgbClr w14:val="000000">
                            <w14:alpha w14:val="50000"/>
                          </w14:srgbClr>
                        </w14:shadow>
                        <w14:textOutline w14:w="5270" w14:cap="flat" w14:cmpd="sng" w14:algn="ctr">
                          <w14:solidFill>
                            <w14:schemeClr w14:val="accent1">
                              <w14:shade w14:val="88000"/>
                              <w14:satMod w14:val="110000"/>
                            </w14:schemeClr>
                          </w14:solidFill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1">
                                  <w14:tint w14:val="40000"/>
                                  <w14:satMod w14:val="250000"/>
                                </w14:schemeClr>
                              </w14:gs>
                              <w14:gs w14:pos="9000">
                                <w14:schemeClr w14:val="accent1">
                                  <w14:tint w14:val="52000"/>
                                  <w14:satMod w14:val="300000"/>
                                </w14:schemeClr>
                              </w14:gs>
                              <w14:gs w14:pos="50000">
                                <w14:schemeClr w14:val="accent1">
                                  <w14:shade w14:val="20000"/>
                                  <w14:satMod w14:val="300000"/>
                                </w14:schemeClr>
                              </w14:gs>
                              <w14:gs w14:pos="79000">
                                <w14:schemeClr w14:val="accent1">
                                  <w14:tint w14:val="52000"/>
                                  <w14:satMod w14:val="300000"/>
                                </w14:schemeClr>
                              </w14:gs>
                              <w14:gs w14:pos="100000">
                                <w14:schemeClr w14:val="accent1">
                                  <w14:tint w14:val="40000"/>
                                  <w14:satMod w14:val="250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1626" w:type="dxa"/>
            <w:vAlign w:val="center"/>
          </w:tcPr>
          <w:p w:rsidR="003F588E" w:rsidRPr="008749DD" w:rsidRDefault="003F588E" w:rsidP="008749DD">
            <w:pPr>
              <w:jc w:val="center"/>
              <w:rPr>
                <w:b/>
                <w:sz w:val="52"/>
                <w14:shadow w14:blurRad="63500" w14:dist="50800" w14:dir="10800000" w14:sx="0" w14:sy="0" w14:kx="0" w14:ky="0" w14:algn="none">
                  <w14:srgbClr w14:val="000000">
                    <w14:alpha w14:val="50000"/>
                  </w14:srgbClr>
                </w14:shadow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8749DD">
              <w:rPr>
                <w:b/>
                <w:sz w:val="52"/>
                <w14:shadow w14:blurRad="63500" w14:dist="50800" w14:dir="10800000" w14:sx="0" w14:sy="0" w14:kx="0" w14:ky="0" w14:algn="none">
                  <w14:srgbClr w14:val="000000">
                    <w14:alpha w14:val="50000"/>
                  </w14:srgbClr>
                </w14:shadow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225</w:t>
            </w:r>
          </w:p>
        </w:tc>
        <w:tc>
          <w:tcPr>
            <w:tcW w:w="1626" w:type="dxa"/>
            <w:vAlign w:val="center"/>
          </w:tcPr>
          <w:p w:rsidR="003F588E" w:rsidRPr="008749DD" w:rsidRDefault="003F588E" w:rsidP="008749DD">
            <w:pPr>
              <w:jc w:val="center"/>
              <w:rPr>
                <w:b/>
                <w:sz w:val="52"/>
                <w14:shadow w14:blurRad="63500" w14:dist="50800" w14:dir="10800000" w14:sx="0" w14:sy="0" w14:kx="0" w14:ky="0" w14:algn="none">
                  <w14:srgbClr w14:val="000000">
                    <w14:alpha w14:val="50000"/>
                  </w14:srgbClr>
                </w14:shadow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1627" w:type="dxa"/>
            <w:vAlign w:val="center"/>
          </w:tcPr>
          <w:p w:rsidR="003F588E" w:rsidRPr="008749DD" w:rsidRDefault="003F588E" w:rsidP="008749DD">
            <w:pPr>
              <w:jc w:val="center"/>
              <w:rPr>
                <w:b/>
                <w:sz w:val="52"/>
                <w14:shadow w14:blurRad="63500" w14:dist="50800" w14:dir="10800000" w14:sx="0" w14:sy="0" w14:kx="0" w14:ky="0" w14:algn="none">
                  <w14:srgbClr w14:val="000000">
                    <w14:alpha w14:val="50000"/>
                  </w14:srgbClr>
                </w14:shadow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</w:tr>
      <w:tr w:rsidR="008749DD" w:rsidRPr="008749DD" w:rsidTr="001813E4">
        <w:trPr>
          <w:trHeight w:val="1627"/>
        </w:trPr>
        <w:tc>
          <w:tcPr>
            <w:tcW w:w="1626" w:type="dxa"/>
            <w:vAlign w:val="center"/>
          </w:tcPr>
          <w:p w:rsidR="003F588E" w:rsidRPr="008749DD" w:rsidRDefault="00B7560A" w:rsidP="008749DD">
            <w:pPr>
              <w:jc w:val="center"/>
              <w:rPr>
                <w:b/>
                <w:sz w:val="52"/>
                <w14:shadow w14:blurRad="63500" w14:dist="50800" w14:dir="10800000" w14:sx="0" w14:sy="0" w14:kx="0" w14:ky="0" w14:algn="none">
                  <w14:srgbClr w14:val="000000">
                    <w14:alpha w14:val="50000"/>
                  </w14:srgbClr>
                </w14:shadow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52"/>
                        <w14:shadow w14:blurRad="63500" w14:dist="50800" w14:dir="10800000" w14:sx="0" w14:sy="0" w14:kx="0" w14:ky="0" w14:algn="none">
                          <w14:srgbClr w14:val="000000">
                            <w14:alpha w14:val="50000"/>
                          </w14:srgbClr>
                        </w14:shadow>
                        <w14:textOutline w14:w="5270" w14:cap="flat" w14:cmpd="sng" w14:algn="ctr">
                          <w14:solidFill>
                            <w14:schemeClr w14:val="accent1">
                              <w14:shade w14:val="88000"/>
                              <w14:satMod w14:val="110000"/>
                            </w14:schemeClr>
                          </w14:solidFill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1">
                                  <w14:tint w14:val="40000"/>
                                  <w14:satMod w14:val="250000"/>
                                </w14:schemeClr>
                              </w14:gs>
                              <w14:gs w14:pos="9000">
                                <w14:schemeClr w14:val="accent1">
                                  <w14:tint w14:val="52000"/>
                                  <w14:satMod w14:val="300000"/>
                                </w14:schemeClr>
                              </w14:gs>
                              <w14:gs w14:pos="50000">
                                <w14:schemeClr w14:val="accent1">
                                  <w14:shade w14:val="20000"/>
                                  <w14:satMod w14:val="300000"/>
                                </w14:schemeClr>
                              </w14:gs>
                              <w14:gs w14:pos="79000">
                                <w14:schemeClr w14:val="accent1">
                                  <w14:tint w14:val="52000"/>
                                  <w14:satMod w14:val="300000"/>
                                </w14:schemeClr>
                              </w14:gs>
                              <w14:gs w14:pos="100000">
                                <w14:schemeClr w14:val="accent1">
                                  <w14:tint w14:val="40000"/>
                                  <w14:satMod w14:val="250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52"/>
                        <w14:shadow w14:blurRad="63500" w14:dist="50800" w14:dir="10800000" w14:sx="0" w14:sy="0" w14:kx="0" w14:ky="0" w14:algn="none">
                          <w14:srgbClr w14:val="000000">
                            <w14:alpha w14:val="50000"/>
                          </w14:srgbClr>
                        </w14:shadow>
                        <w14:textOutline w14:w="5270" w14:cap="flat" w14:cmpd="sng" w14:algn="ctr">
                          <w14:solidFill>
                            <w14:schemeClr w14:val="accent1">
                              <w14:shade w14:val="88000"/>
                              <w14:satMod w14:val="110000"/>
                            </w14:schemeClr>
                          </w14:solidFill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1">
                                  <w14:tint w14:val="40000"/>
                                  <w14:satMod w14:val="250000"/>
                                </w14:schemeClr>
                              </w14:gs>
                              <w14:gs w14:pos="9000">
                                <w14:schemeClr w14:val="accent1">
                                  <w14:tint w14:val="52000"/>
                                  <w14:satMod w14:val="300000"/>
                                </w14:schemeClr>
                              </w14:gs>
                              <w14:gs w14:pos="50000">
                                <w14:schemeClr w14:val="accent1">
                                  <w14:shade w14:val="20000"/>
                                  <w14:satMod w14:val="300000"/>
                                </w14:schemeClr>
                              </w14:gs>
                              <w14:gs w14:pos="79000">
                                <w14:schemeClr w14:val="accent1">
                                  <w14:tint w14:val="52000"/>
                                  <w14:satMod w14:val="300000"/>
                                </w14:schemeClr>
                              </w14:gs>
                              <w14:gs w14:pos="100000">
                                <w14:schemeClr w14:val="accent1">
                                  <w14:tint w14:val="40000"/>
                                  <w14:satMod w14:val="250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  <m:t>8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52"/>
                        <w14:shadow w14:blurRad="63500" w14:dist="50800" w14:dir="10800000" w14:sx="0" w14:sy="0" w14:kx="0" w14:ky="0" w14:algn="none">
                          <w14:srgbClr w14:val="000000">
                            <w14:alpha w14:val="50000"/>
                          </w14:srgbClr>
                        </w14:shadow>
                        <w14:textOutline w14:w="5270" w14:cap="flat" w14:cmpd="sng" w14:algn="ctr">
                          <w14:solidFill>
                            <w14:schemeClr w14:val="accent1">
                              <w14:shade w14:val="88000"/>
                              <w14:satMod w14:val="110000"/>
                            </w14:schemeClr>
                          </w14:solidFill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1">
                                  <w14:tint w14:val="40000"/>
                                  <w14:satMod w14:val="250000"/>
                                </w14:schemeClr>
                              </w14:gs>
                              <w14:gs w14:pos="9000">
                                <w14:schemeClr w14:val="accent1">
                                  <w14:tint w14:val="52000"/>
                                  <w14:satMod w14:val="300000"/>
                                </w14:schemeClr>
                              </w14:gs>
                              <w14:gs w14:pos="50000">
                                <w14:schemeClr w14:val="accent1">
                                  <w14:shade w14:val="20000"/>
                                  <w14:satMod w14:val="300000"/>
                                </w14:schemeClr>
                              </w14:gs>
                              <w14:gs w14:pos="79000">
                                <w14:schemeClr w14:val="accent1">
                                  <w14:tint w14:val="52000"/>
                                  <w14:satMod w14:val="300000"/>
                                </w14:schemeClr>
                              </w14:gs>
                              <w14:gs w14:pos="100000">
                                <w14:schemeClr w14:val="accent1">
                                  <w14:tint w14:val="40000"/>
                                  <w14:satMod w14:val="250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1626" w:type="dxa"/>
            <w:vAlign w:val="center"/>
          </w:tcPr>
          <w:p w:rsidR="003F588E" w:rsidRPr="008749DD" w:rsidRDefault="003F588E" w:rsidP="008749DD">
            <w:pPr>
              <w:jc w:val="center"/>
              <w:rPr>
                <w:b/>
                <w:sz w:val="52"/>
                <w14:shadow w14:blurRad="63500" w14:dist="50800" w14:dir="10800000" w14:sx="0" w14:sy="0" w14:kx="0" w14:ky="0" w14:algn="none">
                  <w14:srgbClr w14:val="000000">
                    <w14:alpha w14:val="50000"/>
                  </w14:srgbClr>
                </w14:shadow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8749DD">
              <w:rPr>
                <w:b/>
                <w:sz w:val="52"/>
                <w14:shadow w14:blurRad="63500" w14:dist="50800" w14:dir="10800000" w14:sx="0" w14:sy="0" w14:kx="0" w14:ky="0" w14:algn="none">
                  <w14:srgbClr w14:val="000000">
                    <w14:alpha w14:val="50000"/>
                  </w14:srgbClr>
                </w14:shadow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64</w:t>
            </w:r>
          </w:p>
        </w:tc>
        <w:tc>
          <w:tcPr>
            <w:tcW w:w="1626" w:type="dxa"/>
            <w:vAlign w:val="center"/>
          </w:tcPr>
          <w:p w:rsidR="003F588E" w:rsidRPr="008749DD" w:rsidRDefault="00B7560A" w:rsidP="008749DD">
            <w:pPr>
              <w:jc w:val="center"/>
              <w:rPr>
                <w:b/>
                <w:sz w:val="52"/>
                <w14:shadow w14:blurRad="63500" w14:dist="50800" w14:dir="10800000" w14:sx="0" w14:sy="0" w14:kx="0" w14:ky="0" w14:algn="none">
                  <w14:srgbClr w14:val="000000">
                    <w14:alpha w14:val="50000"/>
                  </w14:srgbClr>
                </w14:shadow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52"/>
                        <w14:shadow w14:blurRad="63500" w14:dist="50800" w14:dir="10800000" w14:sx="0" w14:sy="0" w14:kx="0" w14:ky="0" w14:algn="none">
                          <w14:srgbClr w14:val="000000">
                            <w14:alpha w14:val="50000"/>
                          </w14:srgbClr>
                        </w14:shadow>
                        <w14:textOutline w14:w="5270" w14:cap="flat" w14:cmpd="sng" w14:algn="ctr">
                          <w14:solidFill>
                            <w14:schemeClr w14:val="accent1">
                              <w14:shade w14:val="88000"/>
                              <w14:satMod w14:val="110000"/>
                            </w14:schemeClr>
                          </w14:solidFill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1">
                                  <w14:tint w14:val="40000"/>
                                  <w14:satMod w14:val="250000"/>
                                </w14:schemeClr>
                              </w14:gs>
                              <w14:gs w14:pos="9000">
                                <w14:schemeClr w14:val="accent1">
                                  <w14:tint w14:val="52000"/>
                                  <w14:satMod w14:val="300000"/>
                                </w14:schemeClr>
                              </w14:gs>
                              <w14:gs w14:pos="50000">
                                <w14:schemeClr w14:val="accent1">
                                  <w14:shade w14:val="20000"/>
                                  <w14:satMod w14:val="300000"/>
                                </w14:schemeClr>
                              </w14:gs>
                              <w14:gs w14:pos="79000">
                                <w14:schemeClr w14:val="accent1">
                                  <w14:tint w14:val="52000"/>
                                  <w14:satMod w14:val="300000"/>
                                </w14:schemeClr>
                              </w14:gs>
                              <w14:gs w14:pos="100000">
                                <w14:schemeClr w14:val="accent1">
                                  <w14:tint w14:val="40000"/>
                                  <w14:satMod w14:val="250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52"/>
                        <w14:shadow w14:blurRad="63500" w14:dist="50800" w14:dir="10800000" w14:sx="0" w14:sy="0" w14:kx="0" w14:ky="0" w14:algn="none">
                          <w14:srgbClr w14:val="000000">
                            <w14:alpha w14:val="50000"/>
                          </w14:srgbClr>
                        </w14:shadow>
                        <w14:textOutline w14:w="5270" w14:cap="flat" w14:cmpd="sng" w14:algn="ctr">
                          <w14:solidFill>
                            <w14:schemeClr w14:val="accent1">
                              <w14:shade w14:val="88000"/>
                              <w14:satMod w14:val="110000"/>
                            </w14:schemeClr>
                          </w14:solidFill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1">
                                  <w14:tint w14:val="40000"/>
                                  <w14:satMod w14:val="250000"/>
                                </w14:schemeClr>
                              </w14:gs>
                              <w14:gs w14:pos="9000">
                                <w14:schemeClr w14:val="accent1">
                                  <w14:tint w14:val="52000"/>
                                  <w14:satMod w14:val="300000"/>
                                </w14:schemeClr>
                              </w14:gs>
                              <w14:gs w14:pos="50000">
                                <w14:schemeClr w14:val="accent1">
                                  <w14:shade w14:val="20000"/>
                                  <w14:satMod w14:val="300000"/>
                                </w14:schemeClr>
                              </w14:gs>
                              <w14:gs w14:pos="79000">
                                <w14:schemeClr w14:val="accent1">
                                  <w14:tint w14:val="52000"/>
                                  <w14:satMod w14:val="300000"/>
                                </w14:schemeClr>
                              </w14:gs>
                              <w14:gs w14:pos="100000">
                                <w14:schemeClr w14:val="accent1">
                                  <w14:tint w14:val="40000"/>
                                  <w14:satMod w14:val="250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  <m:t>16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52"/>
                        <w14:shadow w14:blurRad="63500" w14:dist="50800" w14:dir="10800000" w14:sx="0" w14:sy="0" w14:kx="0" w14:ky="0" w14:algn="none">
                          <w14:srgbClr w14:val="000000">
                            <w14:alpha w14:val="50000"/>
                          </w14:srgbClr>
                        </w14:shadow>
                        <w14:textOutline w14:w="5270" w14:cap="flat" w14:cmpd="sng" w14:algn="ctr">
                          <w14:solidFill>
                            <w14:schemeClr w14:val="accent1">
                              <w14:shade w14:val="88000"/>
                              <w14:satMod w14:val="110000"/>
                            </w14:schemeClr>
                          </w14:solidFill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1">
                                  <w14:tint w14:val="40000"/>
                                  <w14:satMod w14:val="250000"/>
                                </w14:schemeClr>
                              </w14:gs>
                              <w14:gs w14:pos="9000">
                                <w14:schemeClr w14:val="accent1">
                                  <w14:tint w14:val="52000"/>
                                  <w14:satMod w14:val="300000"/>
                                </w14:schemeClr>
                              </w14:gs>
                              <w14:gs w14:pos="50000">
                                <w14:schemeClr w14:val="accent1">
                                  <w14:shade w14:val="20000"/>
                                  <w14:satMod w14:val="300000"/>
                                </w14:schemeClr>
                              </w14:gs>
                              <w14:gs w14:pos="79000">
                                <w14:schemeClr w14:val="accent1">
                                  <w14:tint w14:val="52000"/>
                                  <w14:satMod w14:val="300000"/>
                                </w14:schemeClr>
                              </w14:gs>
                              <w14:gs w14:pos="100000">
                                <w14:schemeClr w14:val="accent1">
                                  <w14:tint w14:val="40000"/>
                                  <w14:satMod w14:val="250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1626" w:type="dxa"/>
            <w:vAlign w:val="center"/>
          </w:tcPr>
          <w:p w:rsidR="003F588E" w:rsidRPr="008749DD" w:rsidRDefault="003F588E" w:rsidP="008749DD">
            <w:pPr>
              <w:jc w:val="center"/>
              <w:rPr>
                <w:b/>
                <w:sz w:val="52"/>
                <w14:shadow w14:blurRad="63500" w14:dist="50800" w14:dir="10800000" w14:sx="0" w14:sy="0" w14:kx="0" w14:ky="0" w14:algn="none">
                  <w14:srgbClr w14:val="000000">
                    <w14:alpha w14:val="50000"/>
                  </w14:srgbClr>
                </w14:shadow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8749DD">
              <w:rPr>
                <w:b/>
                <w:sz w:val="52"/>
                <w14:shadow w14:blurRad="63500" w14:dist="50800" w14:dir="10800000" w14:sx="0" w14:sy="0" w14:kx="0" w14:ky="0" w14:algn="none">
                  <w14:srgbClr w14:val="000000">
                    <w14:alpha w14:val="50000"/>
                  </w14:srgbClr>
                </w14:shadow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256</w:t>
            </w:r>
          </w:p>
        </w:tc>
        <w:tc>
          <w:tcPr>
            <w:tcW w:w="1626" w:type="dxa"/>
            <w:vAlign w:val="center"/>
          </w:tcPr>
          <w:p w:rsidR="003F588E" w:rsidRPr="008749DD" w:rsidRDefault="003F588E" w:rsidP="008749DD">
            <w:pPr>
              <w:jc w:val="center"/>
              <w:rPr>
                <w:b/>
                <w:sz w:val="52"/>
                <w14:shadow w14:blurRad="63500" w14:dist="50800" w14:dir="10800000" w14:sx="0" w14:sy="0" w14:kx="0" w14:ky="0" w14:algn="none">
                  <w14:srgbClr w14:val="000000">
                    <w14:alpha w14:val="50000"/>
                  </w14:srgbClr>
                </w14:shadow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1627" w:type="dxa"/>
            <w:vAlign w:val="center"/>
          </w:tcPr>
          <w:p w:rsidR="003F588E" w:rsidRPr="008749DD" w:rsidRDefault="003F588E" w:rsidP="008749DD">
            <w:pPr>
              <w:jc w:val="center"/>
              <w:rPr>
                <w:b/>
                <w:sz w:val="52"/>
                <w14:shadow w14:blurRad="63500" w14:dist="50800" w14:dir="10800000" w14:sx="0" w14:sy="0" w14:kx="0" w14:ky="0" w14:algn="none">
                  <w14:srgbClr w14:val="000000">
                    <w14:alpha w14:val="50000"/>
                  </w14:srgbClr>
                </w14:shadow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</w:tr>
      <w:tr w:rsidR="008749DD" w:rsidRPr="008749DD" w:rsidTr="001813E4">
        <w:trPr>
          <w:trHeight w:val="1627"/>
        </w:trPr>
        <w:tc>
          <w:tcPr>
            <w:tcW w:w="1626" w:type="dxa"/>
            <w:vAlign w:val="center"/>
          </w:tcPr>
          <w:p w:rsidR="003F588E" w:rsidRPr="008749DD" w:rsidRDefault="00B7560A" w:rsidP="008749DD">
            <w:pPr>
              <w:jc w:val="center"/>
              <w:rPr>
                <w:b/>
                <w:sz w:val="52"/>
                <w14:shadow w14:blurRad="63500" w14:dist="50800" w14:dir="10800000" w14:sx="0" w14:sy="0" w14:kx="0" w14:ky="0" w14:algn="none">
                  <w14:srgbClr w14:val="000000">
                    <w14:alpha w14:val="50000"/>
                  </w14:srgbClr>
                </w14:shadow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52"/>
                        <w14:shadow w14:blurRad="63500" w14:dist="50800" w14:dir="10800000" w14:sx="0" w14:sy="0" w14:kx="0" w14:ky="0" w14:algn="none">
                          <w14:srgbClr w14:val="000000">
                            <w14:alpha w14:val="50000"/>
                          </w14:srgbClr>
                        </w14:shadow>
                        <w14:textOutline w14:w="5270" w14:cap="flat" w14:cmpd="sng" w14:algn="ctr">
                          <w14:solidFill>
                            <w14:schemeClr w14:val="accent1">
                              <w14:shade w14:val="88000"/>
                              <w14:satMod w14:val="110000"/>
                            </w14:schemeClr>
                          </w14:solidFill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1">
                                  <w14:tint w14:val="40000"/>
                                  <w14:satMod w14:val="250000"/>
                                </w14:schemeClr>
                              </w14:gs>
                              <w14:gs w14:pos="9000">
                                <w14:schemeClr w14:val="accent1">
                                  <w14:tint w14:val="52000"/>
                                  <w14:satMod w14:val="300000"/>
                                </w14:schemeClr>
                              </w14:gs>
                              <w14:gs w14:pos="50000">
                                <w14:schemeClr w14:val="accent1">
                                  <w14:shade w14:val="20000"/>
                                  <w14:satMod w14:val="300000"/>
                                </w14:schemeClr>
                              </w14:gs>
                              <w14:gs w14:pos="79000">
                                <w14:schemeClr w14:val="accent1">
                                  <w14:tint w14:val="52000"/>
                                  <w14:satMod w14:val="300000"/>
                                </w14:schemeClr>
                              </w14:gs>
                              <w14:gs w14:pos="100000">
                                <w14:schemeClr w14:val="accent1">
                                  <w14:tint w14:val="40000"/>
                                  <w14:satMod w14:val="250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52"/>
                        <w14:shadow w14:blurRad="63500" w14:dist="50800" w14:dir="10800000" w14:sx="0" w14:sy="0" w14:kx="0" w14:ky="0" w14:algn="none">
                          <w14:srgbClr w14:val="000000">
                            <w14:alpha w14:val="50000"/>
                          </w14:srgbClr>
                        </w14:shadow>
                        <w14:textOutline w14:w="5270" w14:cap="flat" w14:cmpd="sng" w14:algn="ctr">
                          <w14:solidFill>
                            <w14:schemeClr w14:val="accent1">
                              <w14:shade w14:val="88000"/>
                              <w14:satMod w14:val="110000"/>
                            </w14:schemeClr>
                          </w14:solidFill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1">
                                  <w14:tint w14:val="40000"/>
                                  <w14:satMod w14:val="250000"/>
                                </w14:schemeClr>
                              </w14:gs>
                              <w14:gs w14:pos="9000">
                                <w14:schemeClr w14:val="accent1">
                                  <w14:tint w14:val="52000"/>
                                  <w14:satMod w14:val="300000"/>
                                </w14:schemeClr>
                              </w14:gs>
                              <w14:gs w14:pos="50000">
                                <w14:schemeClr w14:val="accent1">
                                  <w14:shade w14:val="20000"/>
                                  <w14:satMod w14:val="300000"/>
                                </w14:schemeClr>
                              </w14:gs>
                              <w14:gs w14:pos="79000">
                                <w14:schemeClr w14:val="accent1">
                                  <w14:tint w14:val="52000"/>
                                  <w14:satMod w14:val="300000"/>
                                </w14:schemeClr>
                              </w14:gs>
                              <w14:gs w14:pos="100000">
                                <w14:schemeClr w14:val="accent1">
                                  <w14:tint w14:val="40000"/>
                                  <w14:satMod w14:val="250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  <m:t>9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52"/>
                        <w14:shadow w14:blurRad="63500" w14:dist="50800" w14:dir="10800000" w14:sx="0" w14:sy="0" w14:kx="0" w14:ky="0" w14:algn="none">
                          <w14:srgbClr w14:val="000000">
                            <w14:alpha w14:val="50000"/>
                          </w14:srgbClr>
                        </w14:shadow>
                        <w14:textOutline w14:w="5270" w14:cap="flat" w14:cmpd="sng" w14:algn="ctr">
                          <w14:solidFill>
                            <w14:schemeClr w14:val="accent1">
                              <w14:shade w14:val="88000"/>
                              <w14:satMod w14:val="110000"/>
                            </w14:schemeClr>
                          </w14:solidFill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1">
                                  <w14:tint w14:val="40000"/>
                                  <w14:satMod w14:val="250000"/>
                                </w14:schemeClr>
                              </w14:gs>
                              <w14:gs w14:pos="9000">
                                <w14:schemeClr w14:val="accent1">
                                  <w14:tint w14:val="52000"/>
                                  <w14:satMod w14:val="300000"/>
                                </w14:schemeClr>
                              </w14:gs>
                              <w14:gs w14:pos="50000">
                                <w14:schemeClr w14:val="accent1">
                                  <w14:shade w14:val="20000"/>
                                  <w14:satMod w14:val="300000"/>
                                </w14:schemeClr>
                              </w14:gs>
                              <w14:gs w14:pos="79000">
                                <w14:schemeClr w14:val="accent1">
                                  <w14:tint w14:val="52000"/>
                                  <w14:satMod w14:val="300000"/>
                                </w14:schemeClr>
                              </w14:gs>
                              <w14:gs w14:pos="100000">
                                <w14:schemeClr w14:val="accent1">
                                  <w14:tint w14:val="40000"/>
                                  <w14:satMod w14:val="250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1626" w:type="dxa"/>
            <w:vAlign w:val="center"/>
          </w:tcPr>
          <w:p w:rsidR="003F588E" w:rsidRPr="008749DD" w:rsidRDefault="003F588E" w:rsidP="008749DD">
            <w:pPr>
              <w:jc w:val="center"/>
              <w:rPr>
                <w:b/>
                <w:sz w:val="52"/>
                <w14:shadow w14:blurRad="63500" w14:dist="50800" w14:dir="10800000" w14:sx="0" w14:sy="0" w14:kx="0" w14:ky="0" w14:algn="none">
                  <w14:srgbClr w14:val="000000">
                    <w14:alpha w14:val="50000"/>
                  </w14:srgbClr>
                </w14:shadow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8749DD">
              <w:rPr>
                <w:b/>
                <w:sz w:val="52"/>
                <w14:shadow w14:blurRad="63500" w14:dist="50800" w14:dir="10800000" w14:sx="0" w14:sy="0" w14:kx="0" w14:ky="0" w14:algn="none">
                  <w14:srgbClr w14:val="000000">
                    <w14:alpha w14:val="50000"/>
                  </w14:srgbClr>
                </w14:shadow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81</w:t>
            </w:r>
          </w:p>
        </w:tc>
        <w:tc>
          <w:tcPr>
            <w:tcW w:w="1626" w:type="dxa"/>
            <w:vAlign w:val="center"/>
          </w:tcPr>
          <w:p w:rsidR="003F588E" w:rsidRPr="008749DD" w:rsidRDefault="00B7560A" w:rsidP="008749DD">
            <w:pPr>
              <w:jc w:val="center"/>
              <w:rPr>
                <w:b/>
                <w:sz w:val="52"/>
                <w14:shadow w14:blurRad="63500" w14:dist="50800" w14:dir="10800000" w14:sx="0" w14:sy="0" w14:kx="0" w14:ky="0" w14:algn="none">
                  <w14:srgbClr w14:val="000000">
                    <w14:alpha w14:val="50000"/>
                  </w14:srgbClr>
                </w14:shadow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52"/>
                        <w14:shadow w14:blurRad="63500" w14:dist="50800" w14:dir="10800000" w14:sx="0" w14:sy="0" w14:kx="0" w14:ky="0" w14:algn="none">
                          <w14:srgbClr w14:val="000000">
                            <w14:alpha w14:val="50000"/>
                          </w14:srgbClr>
                        </w14:shadow>
                        <w14:textOutline w14:w="5270" w14:cap="flat" w14:cmpd="sng" w14:algn="ctr">
                          <w14:solidFill>
                            <w14:schemeClr w14:val="accent1">
                              <w14:shade w14:val="88000"/>
                              <w14:satMod w14:val="110000"/>
                            </w14:schemeClr>
                          </w14:solidFill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1">
                                  <w14:tint w14:val="40000"/>
                                  <w14:satMod w14:val="250000"/>
                                </w14:schemeClr>
                              </w14:gs>
                              <w14:gs w14:pos="9000">
                                <w14:schemeClr w14:val="accent1">
                                  <w14:tint w14:val="52000"/>
                                  <w14:satMod w14:val="300000"/>
                                </w14:schemeClr>
                              </w14:gs>
                              <w14:gs w14:pos="50000">
                                <w14:schemeClr w14:val="accent1">
                                  <w14:shade w14:val="20000"/>
                                  <w14:satMod w14:val="300000"/>
                                </w14:schemeClr>
                              </w14:gs>
                              <w14:gs w14:pos="79000">
                                <w14:schemeClr w14:val="accent1">
                                  <w14:tint w14:val="52000"/>
                                  <w14:satMod w14:val="300000"/>
                                </w14:schemeClr>
                              </w14:gs>
                              <w14:gs w14:pos="100000">
                                <w14:schemeClr w14:val="accent1">
                                  <w14:tint w14:val="40000"/>
                                  <w14:satMod w14:val="250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52"/>
                        <w14:shadow w14:blurRad="63500" w14:dist="50800" w14:dir="10800000" w14:sx="0" w14:sy="0" w14:kx="0" w14:ky="0" w14:algn="none">
                          <w14:srgbClr w14:val="000000">
                            <w14:alpha w14:val="50000"/>
                          </w14:srgbClr>
                        </w14:shadow>
                        <w14:textOutline w14:w="5270" w14:cap="flat" w14:cmpd="sng" w14:algn="ctr">
                          <w14:solidFill>
                            <w14:schemeClr w14:val="accent1">
                              <w14:shade w14:val="88000"/>
                              <w14:satMod w14:val="110000"/>
                            </w14:schemeClr>
                          </w14:solidFill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1">
                                  <w14:tint w14:val="40000"/>
                                  <w14:satMod w14:val="250000"/>
                                </w14:schemeClr>
                              </w14:gs>
                              <w14:gs w14:pos="9000">
                                <w14:schemeClr w14:val="accent1">
                                  <w14:tint w14:val="52000"/>
                                  <w14:satMod w14:val="300000"/>
                                </w14:schemeClr>
                              </w14:gs>
                              <w14:gs w14:pos="50000">
                                <w14:schemeClr w14:val="accent1">
                                  <w14:shade w14:val="20000"/>
                                  <w14:satMod w14:val="300000"/>
                                </w14:schemeClr>
                              </w14:gs>
                              <w14:gs w14:pos="79000">
                                <w14:schemeClr w14:val="accent1">
                                  <w14:tint w14:val="52000"/>
                                  <w14:satMod w14:val="300000"/>
                                </w14:schemeClr>
                              </w14:gs>
                              <w14:gs w14:pos="100000">
                                <w14:schemeClr w14:val="accent1">
                                  <w14:tint w14:val="40000"/>
                                  <w14:satMod w14:val="250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  <m:t>17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52"/>
                        <w14:shadow w14:blurRad="63500" w14:dist="50800" w14:dir="10800000" w14:sx="0" w14:sy="0" w14:kx="0" w14:ky="0" w14:algn="none">
                          <w14:srgbClr w14:val="000000">
                            <w14:alpha w14:val="50000"/>
                          </w14:srgbClr>
                        </w14:shadow>
                        <w14:textOutline w14:w="5270" w14:cap="flat" w14:cmpd="sng" w14:algn="ctr">
                          <w14:solidFill>
                            <w14:schemeClr w14:val="accent1">
                              <w14:shade w14:val="88000"/>
                              <w14:satMod w14:val="110000"/>
                            </w14:schemeClr>
                          </w14:solidFill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1">
                                  <w14:tint w14:val="40000"/>
                                  <w14:satMod w14:val="250000"/>
                                </w14:schemeClr>
                              </w14:gs>
                              <w14:gs w14:pos="9000">
                                <w14:schemeClr w14:val="accent1">
                                  <w14:tint w14:val="52000"/>
                                  <w14:satMod w14:val="300000"/>
                                </w14:schemeClr>
                              </w14:gs>
                              <w14:gs w14:pos="50000">
                                <w14:schemeClr w14:val="accent1">
                                  <w14:shade w14:val="20000"/>
                                  <w14:satMod w14:val="300000"/>
                                </w14:schemeClr>
                              </w14:gs>
                              <w14:gs w14:pos="79000">
                                <w14:schemeClr w14:val="accent1">
                                  <w14:tint w14:val="52000"/>
                                  <w14:satMod w14:val="300000"/>
                                </w14:schemeClr>
                              </w14:gs>
                              <w14:gs w14:pos="100000">
                                <w14:schemeClr w14:val="accent1">
                                  <w14:tint w14:val="40000"/>
                                  <w14:satMod w14:val="250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1626" w:type="dxa"/>
            <w:vAlign w:val="center"/>
          </w:tcPr>
          <w:p w:rsidR="003F588E" w:rsidRPr="008749DD" w:rsidRDefault="003F588E" w:rsidP="008749DD">
            <w:pPr>
              <w:jc w:val="center"/>
              <w:rPr>
                <w:b/>
                <w:sz w:val="52"/>
                <w14:shadow w14:blurRad="63500" w14:dist="50800" w14:dir="10800000" w14:sx="0" w14:sy="0" w14:kx="0" w14:ky="0" w14:algn="none">
                  <w14:srgbClr w14:val="000000">
                    <w14:alpha w14:val="50000"/>
                  </w14:srgbClr>
                </w14:shadow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8749DD">
              <w:rPr>
                <w:b/>
                <w:sz w:val="52"/>
                <w14:shadow w14:blurRad="63500" w14:dist="50800" w14:dir="10800000" w14:sx="0" w14:sy="0" w14:kx="0" w14:ky="0" w14:algn="none">
                  <w14:srgbClr w14:val="000000">
                    <w14:alpha w14:val="50000"/>
                  </w14:srgbClr>
                </w14:shadow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289</w:t>
            </w:r>
          </w:p>
        </w:tc>
        <w:tc>
          <w:tcPr>
            <w:tcW w:w="1626" w:type="dxa"/>
            <w:vAlign w:val="center"/>
          </w:tcPr>
          <w:p w:rsidR="003F588E" w:rsidRPr="008749DD" w:rsidRDefault="003F588E" w:rsidP="008749DD">
            <w:pPr>
              <w:jc w:val="center"/>
              <w:rPr>
                <w:b/>
                <w:sz w:val="52"/>
                <w14:shadow w14:blurRad="63500" w14:dist="50800" w14:dir="10800000" w14:sx="0" w14:sy="0" w14:kx="0" w14:ky="0" w14:algn="none">
                  <w14:srgbClr w14:val="000000">
                    <w14:alpha w14:val="50000"/>
                  </w14:srgbClr>
                </w14:shadow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1627" w:type="dxa"/>
            <w:vAlign w:val="center"/>
          </w:tcPr>
          <w:p w:rsidR="003F588E" w:rsidRPr="008749DD" w:rsidRDefault="003F588E" w:rsidP="008749DD">
            <w:pPr>
              <w:jc w:val="center"/>
              <w:rPr>
                <w:b/>
                <w:sz w:val="52"/>
                <w14:shadow w14:blurRad="63500" w14:dist="50800" w14:dir="10800000" w14:sx="0" w14:sy="0" w14:kx="0" w14:ky="0" w14:algn="none">
                  <w14:srgbClr w14:val="000000">
                    <w14:alpha w14:val="50000"/>
                  </w14:srgbClr>
                </w14:shadow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</w:tr>
      <w:tr w:rsidR="008749DD" w:rsidRPr="008749DD" w:rsidTr="001813E4">
        <w:trPr>
          <w:trHeight w:val="1627"/>
        </w:trPr>
        <w:tc>
          <w:tcPr>
            <w:tcW w:w="1626" w:type="dxa"/>
            <w:vAlign w:val="center"/>
          </w:tcPr>
          <w:p w:rsidR="008749DD" w:rsidRPr="008749DD" w:rsidRDefault="00B7560A" w:rsidP="008749DD">
            <w:pPr>
              <w:jc w:val="center"/>
              <w:rPr>
                <w:b/>
                <w:caps/>
                <w:color w:val="FFA600" w:themeColor="accent4"/>
                <w:sz w:val="52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/>
                        <w:b/>
                        <w:i/>
                        <w:caps/>
                        <w:color w:val="FFA600" w:themeColor="accent4"/>
                        <w:sz w:val="52"/>
                        <w14:reflection w14:blurRad="12700" w14:stA="28000" w14:stPos="0" w14:endA="0" w14:endPos="45000" w14:dist="1003" w14:dir="5400000" w14:fadeDir="5400000" w14:sx="100000" w14:sy="-100000" w14:kx="0" w14:ky="0" w14:algn="bl"/>
                        <w14:textOutline w14:w="4495" w14:cap="flat" w14:cmpd="sng" w14:algn="ctr">
                          <w14:solidFill>
                            <w14:schemeClr w14:val="accent4">
                              <w14:shade w14:val="50000"/>
                              <w14:satMod w14:val="120000"/>
                            </w14:schemeClr>
                          </w14:solidFill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4">
                                  <w14:shade w14:val="20000"/>
                                  <w14:satMod w14:val="245000"/>
                                </w14:schemeClr>
                              </w14:gs>
                              <w14:gs w14:pos="43000">
                                <w14:schemeClr w14:val="accent4">
                                  <w14:satMod w14:val="255000"/>
                                </w14:schemeClr>
                              </w14:gs>
                              <w14:gs w14:pos="48000">
                                <w14:schemeClr w14:val="accent4">
                                  <w14:shade w14:val="85000"/>
                                  <w14:satMod w14:val="255000"/>
                                </w14:schemeClr>
                              </w14:gs>
                              <w14:gs w14:pos="100000">
                                <w14:schemeClr w14:val="accent4">
                                  <w14:shade w14:val="20000"/>
                                  <w14:satMod w14:val="245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</m:ctrlPr>
                  </m:radPr>
                  <m:deg/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aps/>
                        <w:color w:val="FFA600" w:themeColor="accent4"/>
                        <w:sz w:val="52"/>
                        <w14:reflection w14:blurRad="12700" w14:stA="28000" w14:stPos="0" w14:endA="0" w14:endPos="45000" w14:dist="1003" w14:dir="5400000" w14:fadeDir="5400000" w14:sx="100000" w14:sy="-100000" w14:kx="0" w14:ky="0" w14:algn="bl"/>
                        <w14:textOutline w14:w="4495" w14:cap="flat" w14:cmpd="sng" w14:algn="ctr">
                          <w14:solidFill>
                            <w14:schemeClr w14:val="accent4">
                              <w14:shade w14:val="50000"/>
                              <w14:satMod w14:val="120000"/>
                            </w14:schemeClr>
                          </w14:solidFill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4">
                                  <w14:shade w14:val="20000"/>
                                  <w14:satMod w14:val="245000"/>
                                </w14:schemeClr>
                              </w14:gs>
                              <w14:gs w14:pos="43000">
                                <w14:schemeClr w14:val="accent4">
                                  <w14:satMod w14:val="255000"/>
                                </w14:schemeClr>
                              </w14:gs>
                              <w14:gs w14:pos="48000">
                                <w14:schemeClr w14:val="accent4">
                                  <w14:shade w14:val="85000"/>
                                  <w14:satMod w14:val="255000"/>
                                </w14:schemeClr>
                              </w14:gs>
                              <w14:gs w14:pos="100000">
                                <w14:schemeClr w14:val="accent4">
                                  <w14:shade w14:val="20000"/>
                                  <w14:satMod w14:val="245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  <m:t>4</m:t>
                    </m:r>
                  </m:e>
                </m:rad>
              </m:oMath>
            </m:oMathPara>
          </w:p>
        </w:tc>
        <w:tc>
          <w:tcPr>
            <w:tcW w:w="1626" w:type="dxa"/>
            <w:vAlign w:val="center"/>
          </w:tcPr>
          <w:p w:rsidR="008749DD" w:rsidRPr="008749DD" w:rsidRDefault="008749DD" w:rsidP="008749DD">
            <w:pPr>
              <w:jc w:val="center"/>
              <w:rPr>
                <w:b/>
                <w:caps/>
                <w:color w:val="FFA600" w:themeColor="accent4"/>
                <w:sz w:val="52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8749DD">
              <w:rPr>
                <w:b/>
                <w:caps/>
                <w:color w:val="FFA600" w:themeColor="accent4"/>
                <w:sz w:val="52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2</w:t>
            </w:r>
          </w:p>
        </w:tc>
        <w:tc>
          <w:tcPr>
            <w:tcW w:w="1626" w:type="dxa"/>
            <w:vAlign w:val="center"/>
          </w:tcPr>
          <w:p w:rsidR="008749DD" w:rsidRPr="008749DD" w:rsidRDefault="00B7560A" w:rsidP="008749DD">
            <w:pPr>
              <w:jc w:val="center"/>
              <w:rPr>
                <w:b/>
                <w:caps/>
                <w:color w:val="FFA600" w:themeColor="accent4"/>
                <w:sz w:val="52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/>
                        <w:b/>
                        <w:i/>
                        <w:caps/>
                        <w:color w:val="FFA600" w:themeColor="accent4"/>
                        <w:sz w:val="52"/>
                        <w14:reflection w14:blurRad="12700" w14:stA="28000" w14:stPos="0" w14:endA="0" w14:endPos="45000" w14:dist="1003" w14:dir="5400000" w14:fadeDir="5400000" w14:sx="100000" w14:sy="-100000" w14:kx="0" w14:ky="0" w14:algn="bl"/>
                        <w14:textOutline w14:w="4495" w14:cap="flat" w14:cmpd="sng" w14:algn="ctr">
                          <w14:solidFill>
                            <w14:schemeClr w14:val="accent4">
                              <w14:shade w14:val="50000"/>
                              <w14:satMod w14:val="120000"/>
                            </w14:schemeClr>
                          </w14:solidFill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4">
                                  <w14:shade w14:val="20000"/>
                                  <w14:satMod w14:val="245000"/>
                                </w14:schemeClr>
                              </w14:gs>
                              <w14:gs w14:pos="43000">
                                <w14:schemeClr w14:val="accent4">
                                  <w14:satMod w14:val="255000"/>
                                </w14:schemeClr>
                              </w14:gs>
                              <w14:gs w14:pos="48000">
                                <w14:schemeClr w14:val="accent4">
                                  <w14:shade w14:val="85000"/>
                                  <w14:satMod w14:val="255000"/>
                                </w14:schemeClr>
                              </w14:gs>
                              <w14:gs w14:pos="100000">
                                <w14:schemeClr w14:val="accent4">
                                  <w14:shade w14:val="20000"/>
                                  <w14:satMod w14:val="245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</m:ctrlPr>
                  </m:radPr>
                  <m:deg/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aps/>
                        <w:color w:val="FFA600" w:themeColor="accent4"/>
                        <w:sz w:val="52"/>
                        <w14:reflection w14:blurRad="12700" w14:stA="28000" w14:stPos="0" w14:endA="0" w14:endPos="45000" w14:dist="1003" w14:dir="5400000" w14:fadeDir="5400000" w14:sx="100000" w14:sy="-100000" w14:kx="0" w14:ky="0" w14:algn="bl"/>
                        <w14:textOutline w14:w="4495" w14:cap="flat" w14:cmpd="sng" w14:algn="ctr">
                          <w14:solidFill>
                            <w14:schemeClr w14:val="accent4">
                              <w14:shade w14:val="50000"/>
                              <w14:satMod w14:val="120000"/>
                            </w14:schemeClr>
                          </w14:solidFill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4">
                                  <w14:shade w14:val="20000"/>
                                  <w14:satMod w14:val="245000"/>
                                </w14:schemeClr>
                              </w14:gs>
                              <w14:gs w14:pos="43000">
                                <w14:schemeClr w14:val="accent4">
                                  <w14:satMod w14:val="255000"/>
                                </w14:schemeClr>
                              </w14:gs>
                              <w14:gs w14:pos="48000">
                                <w14:schemeClr w14:val="accent4">
                                  <w14:shade w14:val="85000"/>
                                  <w14:satMod w14:val="255000"/>
                                </w14:schemeClr>
                              </w14:gs>
                              <w14:gs w14:pos="100000">
                                <w14:schemeClr w14:val="accent4">
                                  <w14:shade w14:val="20000"/>
                                  <w14:satMod w14:val="245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  <m:t>100</m:t>
                    </m:r>
                  </m:e>
                </m:rad>
              </m:oMath>
            </m:oMathPara>
          </w:p>
        </w:tc>
        <w:tc>
          <w:tcPr>
            <w:tcW w:w="1626" w:type="dxa"/>
            <w:vAlign w:val="center"/>
          </w:tcPr>
          <w:p w:rsidR="008749DD" w:rsidRPr="008749DD" w:rsidRDefault="008749DD" w:rsidP="008749DD">
            <w:pPr>
              <w:jc w:val="center"/>
              <w:rPr>
                <w:b/>
                <w:caps/>
                <w:color w:val="FFA600" w:themeColor="accent4"/>
                <w:sz w:val="52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aps/>
                    <w:color w:val="FFA600" w:themeColor="accent4"/>
                    <w:sz w:val="52"/>
                    <w14:reflection w14:blurRad="12700" w14:stA="28000" w14:stPos="0" w14:endA="0" w14:endPos="45000" w14:dist="1003" w14:dir="5400000" w14:fadeDir="5400000" w14:sx="100000" w14:sy="-100000" w14:kx="0" w14:ky="0" w14:algn="bl"/>
                    <w14:textOutline w14:w="4495" w14:cap="flat" w14:cmpd="sng" w14:algn="ctr">
                      <w14:solidFill>
                        <w14:schemeClr w14:val="accent4">
                          <w14:shade w14:val="50000"/>
                          <w14:satMod w14:val="120000"/>
                        </w14:schemeClr>
                      </w14:solidFill>
                      <w14:prstDash w14:val="solid"/>
                      <w14:round/>
                    </w14:textOutline>
                    <w14:textFill>
                      <w14:gradFill>
                        <w14:gsLst>
                          <w14:gs w14:pos="0">
                            <w14:schemeClr w14:val="accent4">
                              <w14:shade w14:val="20000"/>
                              <w14:satMod w14:val="245000"/>
                            </w14:schemeClr>
                          </w14:gs>
                          <w14:gs w14:pos="43000">
                            <w14:schemeClr w14:val="accent4">
                              <w14:satMod w14:val="255000"/>
                            </w14:schemeClr>
                          </w14:gs>
                          <w14:gs w14:pos="48000">
                            <w14:schemeClr w14:val="accent4">
                              <w14:shade w14:val="85000"/>
                              <w14:satMod w14:val="255000"/>
                            </w14:schemeClr>
                          </w14:gs>
                          <w14:gs w14:pos="100000">
                            <w14:schemeClr w14:val="accent4">
                              <w14:shade w14:val="20000"/>
                              <w14:satMod w14:val="245000"/>
                            </w14:schemeClr>
                          </w14:gs>
                        </w14:gsLst>
                        <w14:lin w14:ang="5400000" w14:scaled="0"/>
                      </w14:gradFill>
                    </w14:textFill>
                  </w:rPr>
                  <m:t>10</m:t>
                </m:r>
              </m:oMath>
            </m:oMathPara>
          </w:p>
        </w:tc>
        <w:tc>
          <w:tcPr>
            <w:tcW w:w="1626" w:type="dxa"/>
            <w:vAlign w:val="center"/>
          </w:tcPr>
          <w:p w:rsidR="008749DD" w:rsidRPr="008749DD" w:rsidRDefault="00B7560A" w:rsidP="008749DD">
            <w:pPr>
              <w:jc w:val="center"/>
              <w:rPr>
                <w:b/>
                <w:caps/>
                <w:color w:val="FFA600" w:themeColor="accent4"/>
                <w:sz w:val="52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/>
                        <w:b/>
                        <w:i/>
                        <w:caps/>
                        <w:color w:val="FFA600" w:themeColor="accent4"/>
                        <w:sz w:val="52"/>
                        <w14:reflection w14:blurRad="12700" w14:stA="28000" w14:stPos="0" w14:endA="0" w14:endPos="45000" w14:dist="1003" w14:dir="5400000" w14:fadeDir="5400000" w14:sx="100000" w14:sy="-100000" w14:kx="0" w14:ky="0" w14:algn="bl"/>
                        <w14:textOutline w14:w="4495" w14:cap="flat" w14:cmpd="sng" w14:algn="ctr">
                          <w14:solidFill>
                            <w14:schemeClr w14:val="accent4">
                              <w14:shade w14:val="50000"/>
                              <w14:satMod w14:val="120000"/>
                            </w14:schemeClr>
                          </w14:solidFill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4">
                                  <w14:shade w14:val="20000"/>
                                  <w14:satMod w14:val="245000"/>
                                </w14:schemeClr>
                              </w14:gs>
                              <w14:gs w14:pos="43000">
                                <w14:schemeClr w14:val="accent4">
                                  <w14:satMod w14:val="255000"/>
                                </w14:schemeClr>
                              </w14:gs>
                              <w14:gs w14:pos="48000">
                                <w14:schemeClr w14:val="accent4">
                                  <w14:shade w14:val="85000"/>
                                  <w14:satMod w14:val="255000"/>
                                </w14:schemeClr>
                              </w14:gs>
                              <w14:gs w14:pos="100000">
                                <w14:schemeClr w14:val="accent4">
                                  <w14:shade w14:val="20000"/>
                                  <w14:satMod w14:val="245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</m:ctrlPr>
                  </m:radPr>
                  <m:deg/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aps/>
                        <w:color w:val="FFA600" w:themeColor="accent4"/>
                        <w:sz w:val="52"/>
                        <w14:reflection w14:blurRad="12700" w14:stA="28000" w14:stPos="0" w14:endA="0" w14:endPos="45000" w14:dist="1003" w14:dir="5400000" w14:fadeDir="5400000" w14:sx="100000" w14:sy="-100000" w14:kx="0" w14:ky="0" w14:algn="bl"/>
                        <w14:textOutline w14:w="4495" w14:cap="flat" w14:cmpd="sng" w14:algn="ctr">
                          <w14:solidFill>
                            <w14:schemeClr w14:val="accent4">
                              <w14:shade w14:val="50000"/>
                              <w14:satMod w14:val="120000"/>
                            </w14:schemeClr>
                          </w14:solidFill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4">
                                  <w14:shade w14:val="20000"/>
                                  <w14:satMod w14:val="245000"/>
                                </w14:schemeClr>
                              </w14:gs>
                              <w14:gs w14:pos="43000">
                                <w14:schemeClr w14:val="accent4">
                                  <w14:satMod w14:val="255000"/>
                                </w14:schemeClr>
                              </w14:gs>
                              <w14:gs w14:pos="48000">
                                <w14:schemeClr w14:val="accent4">
                                  <w14:shade w14:val="85000"/>
                                  <w14:satMod w14:val="255000"/>
                                </w14:schemeClr>
                              </w14:gs>
                              <w14:gs w14:pos="100000">
                                <w14:schemeClr w14:val="accent4">
                                  <w14:shade w14:val="20000"/>
                                  <w14:satMod w14:val="245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  <m:t>324</m:t>
                    </m:r>
                  </m:e>
                </m:rad>
              </m:oMath>
            </m:oMathPara>
          </w:p>
        </w:tc>
        <w:tc>
          <w:tcPr>
            <w:tcW w:w="1627" w:type="dxa"/>
            <w:vAlign w:val="center"/>
          </w:tcPr>
          <w:p w:rsidR="008749DD" w:rsidRPr="008749DD" w:rsidRDefault="008749DD" w:rsidP="008749DD">
            <w:pPr>
              <w:jc w:val="center"/>
              <w:rPr>
                <w:b/>
                <w:caps/>
                <w:color w:val="FFA600" w:themeColor="accent4"/>
                <w:sz w:val="52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aps/>
                    <w:color w:val="FFA600" w:themeColor="accent4"/>
                    <w:sz w:val="52"/>
                    <w14:reflection w14:blurRad="12700" w14:stA="28000" w14:stPos="0" w14:endA="0" w14:endPos="45000" w14:dist="1003" w14:dir="5400000" w14:fadeDir="5400000" w14:sx="100000" w14:sy="-100000" w14:kx="0" w14:ky="0" w14:algn="bl"/>
                    <w14:textOutline w14:w="4495" w14:cap="flat" w14:cmpd="sng" w14:algn="ctr">
                      <w14:solidFill>
                        <w14:schemeClr w14:val="accent4">
                          <w14:shade w14:val="50000"/>
                          <w14:satMod w14:val="120000"/>
                        </w14:schemeClr>
                      </w14:solidFill>
                      <w14:prstDash w14:val="solid"/>
                      <w14:round/>
                    </w14:textOutline>
                    <w14:textFill>
                      <w14:gradFill>
                        <w14:gsLst>
                          <w14:gs w14:pos="0">
                            <w14:schemeClr w14:val="accent4">
                              <w14:shade w14:val="20000"/>
                              <w14:satMod w14:val="245000"/>
                            </w14:schemeClr>
                          </w14:gs>
                          <w14:gs w14:pos="43000">
                            <w14:schemeClr w14:val="accent4">
                              <w14:satMod w14:val="255000"/>
                            </w14:schemeClr>
                          </w14:gs>
                          <w14:gs w14:pos="48000">
                            <w14:schemeClr w14:val="accent4">
                              <w14:shade w14:val="85000"/>
                              <w14:satMod w14:val="255000"/>
                            </w14:schemeClr>
                          </w14:gs>
                          <w14:gs w14:pos="100000">
                            <w14:schemeClr w14:val="accent4">
                              <w14:shade w14:val="20000"/>
                              <w14:satMod w14:val="245000"/>
                            </w14:schemeClr>
                          </w14:gs>
                        </w14:gsLst>
                        <w14:lin w14:ang="5400000" w14:scaled="0"/>
                      </w14:gradFill>
                    </w14:textFill>
                  </w:rPr>
                  <m:t>18</m:t>
                </m:r>
              </m:oMath>
            </m:oMathPara>
          </w:p>
        </w:tc>
      </w:tr>
      <w:tr w:rsidR="008749DD" w:rsidRPr="008749DD" w:rsidTr="001813E4">
        <w:trPr>
          <w:trHeight w:val="1627"/>
        </w:trPr>
        <w:tc>
          <w:tcPr>
            <w:tcW w:w="1626" w:type="dxa"/>
            <w:vAlign w:val="center"/>
          </w:tcPr>
          <w:p w:rsidR="008749DD" w:rsidRPr="008749DD" w:rsidRDefault="00B7560A" w:rsidP="008749DD">
            <w:pPr>
              <w:jc w:val="center"/>
              <w:rPr>
                <w:b/>
                <w:caps/>
                <w:color w:val="FFA600" w:themeColor="accent4"/>
                <w:sz w:val="52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/>
                        <w:b/>
                        <w:i/>
                        <w:caps/>
                        <w:color w:val="FFA600" w:themeColor="accent4"/>
                        <w:sz w:val="52"/>
                        <w14:reflection w14:blurRad="12700" w14:stA="28000" w14:stPos="0" w14:endA="0" w14:endPos="45000" w14:dist="1003" w14:dir="5400000" w14:fadeDir="5400000" w14:sx="100000" w14:sy="-100000" w14:kx="0" w14:ky="0" w14:algn="bl"/>
                        <w14:textOutline w14:w="4495" w14:cap="flat" w14:cmpd="sng" w14:algn="ctr">
                          <w14:solidFill>
                            <w14:schemeClr w14:val="accent4">
                              <w14:shade w14:val="50000"/>
                              <w14:satMod w14:val="120000"/>
                            </w14:schemeClr>
                          </w14:solidFill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4">
                                  <w14:shade w14:val="20000"/>
                                  <w14:satMod w14:val="245000"/>
                                </w14:schemeClr>
                              </w14:gs>
                              <w14:gs w14:pos="43000">
                                <w14:schemeClr w14:val="accent4">
                                  <w14:satMod w14:val="255000"/>
                                </w14:schemeClr>
                              </w14:gs>
                              <w14:gs w14:pos="48000">
                                <w14:schemeClr w14:val="accent4">
                                  <w14:shade w14:val="85000"/>
                                  <w14:satMod w14:val="255000"/>
                                </w14:schemeClr>
                              </w14:gs>
                              <w14:gs w14:pos="100000">
                                <w14:schemeClr w14:val="accent4">
                                  <w14:shade w14:val="20000"/>
                                  <w14:satMod w14:val="245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</m:ctrlPr>
                  </m:radPr>
                  <m:deg/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aps/>
                        <w:color w:val="FFA600" w:themeColor="accent4"/>
                        <w:sz w:val="52"/>
                        <w14:reflection w14:blurRad="12700" w14:stA="28000" w14:stPos="0" w14:endA="0" w14:endPos="45000" w14:dist="1003" w14:dir="5400000" w14:fadeDir="5400000" w14:sx="100000" w14:sy="-100000" w14:kx="0" w14:ky="0" w14:algn="bl"/>
                        <w14:textOutline w14:w="4495" w14:cap="flat" w14:cmpd="sng" w14:algn="ctr">
                          <w14:solidFill>
                            <w14:schemeClr w14:val="accent4">
                              <w14:shade w14:val="50000"/>
                              <w14:satMod w14:val="120000"/>
                            </w14:schemeClr>
                          </w14:solidFill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4">
                                  <w14:shade w14:val="20000"/>
                                  <w14:satMod w14:val="245000"/>
                                </w14:schemeClr>
                              </w14:gs>
                              <w14:gs w14:pos="43000">
                                <w14:schemeClr w14:val="accent4">
                                  <w14:satMod w14:val="255000"/>
                                </w14:schemeClr>
                              </w14:gs>
                              <w14:gs w14:pos="48000">
                                <w14:schemeClr w14:val="accent4">
                                  <w14:shade w14:val="85000"/>
                                  <w14:satMod w14:val="255000"/>
                                </w14:schemeClr>
                              </w14:gs>
                              <w14:gs w14:pos="100000">
                                <w14:schemeClr w14:val="accent4">
                                  <w14:shade w14:val="20000"/>
                                  <w14:satMod w14:val="245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  <m:t>9</m:t>
                    </m:r>
                  </m:e>
                </m:rad>
              </m:oMath>
            </m:oMathPara>
          </w:p>
        </w:tc>
        <w:tc>
          <w:tcPr>
            <w:tcW w:w="1626" w:type="dxa"/>
            <w:vAlign w:val="center"/>
          </w:tcPr>
          <w:p w:rsidR="008749DD" w:rsidRPr="008749DD" w:rsidRDefault="008749DD" w:rsidP="008749DD">
            <w:pPr>
              <w:jc w:val="center"/>
              <w:rPr>
                <w:b/>
                <w:caps/>
                <w:color w:val="FFA600" w:themeColor="accent4"/>
                <w:sz w:val="52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8749DD">
              <w:rPr>
                <w:b/>
                <w:caps/>
                <w:color w:val="FFA600" w:themeColor="accent4"/>
                <w:sz w:val="52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3</w:t>
            </w:r>
          </w:p>
        </w:tc>
        <w:tc>
          <w:tcPr>
            <w:tcW w:w="1626" w:type="dxa"/>
            <w:vAlign w:val="center"/>
          </w:tcPr>
          <w:p w:rsidR="008749DD" w:rsidRPr="008749DD" w:rsidRDefault="00B7560A" w:rsidP="008749DD">
            <w:pPr>
              <w:jc w:val="center"/>
              <w:rPr>
                <w:b/>
                <w:caps/>
                <w:color w:val="FFA600" w:themeColor="accent4"/>
                <w:sz w:val="52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/>
                        <w:b/>
                        <w:i/>
                        <w:caps/>
                        <w:color w:val="FFA600" w:themeColor="accent4"/>
                        <w:sz w:val="52"/>
                        <w14:reflection w14:blurRad="12700" w14:stA="28000" w14:stPos="0" w14:endA="0" w14:endPos="45000" w14:dist="1003" w14:dir="5400000" w14:fadeDir="5400000" w14:sx="100000" w14:sy="-100000" w14:kx="0" w14:ky="0" w14:algn="bl"/>
                        <w14:textOutline w14:w="4495" w14:cap="flat" w14:cmpd="sng" w14:algn="ctr">
                          <w14:solidFill>
                            <w14:schemeClr w14:val="accent4">
                              <w14:shade w14:val="50000"/>
                              <w14:satMod w14:val="120000"/>
                            </w14:schemeClr>
                          </w14:solidFill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4">
                                  <w14:shade w14:val="20000"/>
                                  <w14:satMod w14:val="245000"/>
                                </w14:schemeClr>
                              </w14:gs>
                              <w14:gs w14:pos="43000">
                                <w14:schemeClr w14:val="accent4">
                                  <w14:satMod w14:val="255000"/>
                                </w14:schemeClr>
                              </w14:gs>
                              <w14:gs w14:pos="48000">
                                <w14:schemeClr w14:val="accent4">
                                  <w14:shade w14:val="85000"/>
                                  <w14:satMod w14:val="255000"/>
                                </w14:schemeClr>
                              </w14:gs>
                              <w14:gs w14:pos="100000">
                                <w14:schemeClr w14:val="accent4">
                                  <w14:shade w14:val="20000"/>
                                  <w14:satMod w14:val="245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</m:ctrlPr>
                  </m:radPr>
                  <m:deg/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aps/>
                        <w:color w:val="FFA600" w:themeColor="accent4"/>
                        <w:sz w:val="52"/>
                        <w14:reflection w14:blurRad="12700" w14:stA="28000" w14:stPos="0" w14:endA="0" w14:endPos="45000" w14:dist="1003" w14:dir="5400000" w14:fadeDir="5400000" w14:sx="100000" w14:sy="-100000" w14:kx="0" w14:ky="0" w14:algn="bl"/>
                        <w14:textOutline w14:w="4495" w14:cap="flat" w14:cmpd="sng" w14:algn="ctr">
                          <w14:solidFill>
                            <w14:schemeClr w14:val="accent4">
                              <w14:shade w14:val="50000"/>
                              <w14:satMod w14:val="120000"/>
                            </w14:schemeClr>
                          </w14:solidFill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4">
                                  <w14:shade w14:val="20000"/>
                                  <w14:satMod w14:val="245000"/>
                                </w14:schemeClr>
                              </w14:gs>
                              <w14:gs w14:pos="43000">
                                <w14:schemeClr w14:val="accent4">
                                  <w14:satMod w14:val="255000"/>
                                </w14:schemeClr>
                              </w14:gs>
                              <w14:gs w14:pos="48000">
                                <w14:schemeClr w14:val="accent4">
                                  <w14:shade w14:val="85000"/>
                                  <w14:satMod w14:val="255000"/>
                                </w14:schemeClr>
                              </w14:gs>
                              <w14:gs w14:pos="100000">
                                <w14:schemeClr w14:val="accent4">
                                  <w14:shade w14:val="20000"/>
                                  <w14:satMod w14:val="245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  <m:t>121</m:t>
                    </m:r>
                  </m:e>
                </m:rad>
              </m:oMath>
            </m:oMathPara>
          </w:p>
        </w:tc>
        <w:tc>
          <w:tcPr>
            <w:tcW w:w="1626" w:type="dxa"/>
            <w:vAlign w:val="center"/>
          </w:tcPr>
          <w:p w:rsidR="008749DD" w:rsidRPr="008749DD" w:rsidRDefault="008749DD" w:rsidP="008749DD">
            <w:pPr>
              <w:jc w:val="center"/>
              <w:rPr>
                <w:rFonts w:eastAsiaTheme="minorEastAsia"/>
                <w:b/>
                <w:caps/>
                <w:color w:val="FFA600" w:themeColor="accent4"/>
                <w:sz w:val="52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aps/>
                    <w:color w:val="FFA600" w:themeColor="accent4"/>
                    <w:sz w:val="52"/>
                    <w14:reflection w14:blurRad="12700" w14:stA="28000" w14:stPos="0" w14:endA="0" w14:endPos="45000" w14:dist="1003" w14:dir="5400000" w14:fadeDir="5400000" w14:sx="100000" w14:sy="-100000" w14:kx="0" w14:ky="0" w14:algn="bl"/>
                    <w14:textOutline w14:w="4495" w14:cap="flat" w14:cmpd="sng" w14:algn="ctr">
                      <w14:solidFill>
                        <w14:schemeClr w14:val="accent4">
                          <w14:shade w14:val="50000"/>
                          <w14:satMod w14:val="120000"/>
                        </w14:schemeClr>
                      </w14:solidFill>
                      <w14:prstDash w14:val="solid"/>
                      <w14:round/>
                    </w14:textOutline>
                    <w14:textFill>
                      <w14:gradFill>
                        <w14:gsLst>
                          <w14:gs w14:pos="0">
                            <w14:schemeClr w14:val="accent4">
                              <w14:shade w14:val="20000"/>
                              <w14:satMod w14:val="245000"/>
                            </w14:schemeClr>
                          </w14:gs>
                          <w14:gs w14:pos="43000">
                            <w14:schemeClr w14:val="accent4">
                              <w14:satMod w14:val="255000"/>
                            </w14:schemeClr>
                          </w14:gs>
                          <w14:gs w14:pos="48000">
                            <w14:schemeClr w14:val="accent4">
                              <w14:shade w14:val="85000"/>
                              <w14:satMod w14:val="255000"/>
                            </w14:schemeClr>
                          </w14:gs>
                          <w14:gs w14:pos="100000">
                            <w14:schemeClr w14:val="accent4">
                              <w14:shade w14:val="20000"/>
                              <w14:satMod w14:val="245000"/>
                            </w14:schemeClr>
                          </w14:gs>
                        </w14:gsLst>
                        <w14:lin w14:ang="5400000" w14:scaled="0"/>
                      </w14:gradFill>
                    </w14:textFill>
                  </w:rPr>
                  <m:t>1</m:t>
                </m:r>
                <m:r>
                  <m:rPr>
                    <m:sty m:val="bi"/>
                  </m:rPr>
                  <w:rPr>
                    <w:rFonts w:ascii="Cambria Math" w:hAnsi="Cambria Math"/>
                    <w:caps/>
                    <w:color w:val="FFA600" w:themeColor="accent4"/>
                    <w:sz w:val="52"/>
                    <w14:reflection w14:blurRad="12700" w14:stA="28000" w14:stPos="0" w14:endA="0" w14:endPos="45000" w14:dist="1003" w14:dir="5400000" w14:fadeDir="5400000" w14:sx="100000" w14:sy="-100000" w14:kx="0" w14:ky="0" w14:algn="bl"/>
                    <w14:textOutline w14:w="4495" w14:cap="flat" w14:cmpd="sng" w14:algn="ctr">
                      <w14:solidFill>
                        <w14:schemeClr w14:val="accent4">
                          <w14:shade w14:val="50000"/>
                          <w14:satMod w14:val="120000"/>
                        </w14:schemeClr>
                      </w14:solidFill>
                      <w14:prstDash w14:val="solid"/>
                      <w14:round/>
                    </w14:textOutline>
                    <w14:textFill>
                      <w14:gradFill>
                        <w14:gsLst>
                          <w14:gs w14:pos="0">
                            <w14:schemeClr w14:val="accent4">
                              <w14:shade w14:val="20000"/>
                              <w14:satMod w14:val="245000"/>
                            </w14:schemeClr>
                          </w14:gs>
                          <w14:gs w14:pos="43000">
                            <w14:schemeClr w14:val="accent4">
                              <w14:satMod w14:val="255000"/>
                            </w14:schemeClr>
                          </w14:gs>
                          <w14:gs w14:pos="48000">
                            <w14:schemeClr w14:val="accent4">
                              <w14:shade w14:val="85000"/>
                              <w14:satMod w14:val="255000"/>
                            </w14:schemeClr>
                          </w14:gs>
                          <w14:gs w14:pos="100000">
                            <w14:schemeClr w14:val="accent4">
                              <w14:shade w14:val="20000"/>
                              <w14:satMod w14:val="245000"/>
                            </w14:schemeClr>
                          </w14:gs>
                        </w14:gsLst>
                        <w14:lin w14:ang="5400000" w14:scaled="0"/>
                      </w14:gradFill>
                    </w14:textFill>
                  </w:rPr>
                  <m:t>1</m:t>
                </m:r>
              </m:oMath>
            </m:oMathPara>
          </w:p>
        </w:tc>
        <w:tc>
          <w:tcPr>
            <w:tcW w:w="1626" w:type="dxa"/>
            <w:vAlign w:val="center"/>
          </w:tcPr>
          <w:p w:rsidR="008749DD" w:rsidRPr="008749DD" w:rsidRDefault="00B7560A" w:rsidP="008749DD">
            <w:pPr>
              <w:jc w:val="center"/>
              <w:rPr>
                <w:b/>
                <w:caps/>
                <w:color w:val="FFA600" w:themeColor="accent4"/>
                <w:sz w:val="52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/>
                        <w:b/>
                        <w:i/>
                        <w:caps/>
                        <w:color w:val="FFA600" w:themeColor="accent4"/>
                        <w:sz w:val="52"/>
                        <w14:reflection w14:blurRad="12700" w14:stA="28000" w14:stPos="0" w14:endA="0" w14:endPos="45000" w14:dist="1003" w14:dir="5400000" w14:fadeDir="5400000" w14:sx="100000" w14:sy="-100000" w14:kx="0" w14:ky="0" w14:algn="bl"/>
                        <w14:textOutline w14:w="4495" w14:cap="flat" w14:cmpd="sng" w14:algn="ctr">
                          <w14:solidFill>
                            <w14:schemeClr w14:val="accent4">
                              <w14:shade w14:val="50000"/>
                              <w14:satMod w14:val="120000"/>
                            </w14:schemeClr>
                          </w14:solidFill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4">
                                  <w14:shade w14:val="20000"/>
                                  <w14:satMod w14:val="245000"/>
                                </w14:schemeClr>
                              </w14:gs>
                              <w14:gs w14:pos="43000">
                                <w14:schemeClr w14:val="accent4">
                                  <w14:satMod w14:val="255000"/>
                                </w14:schemeClr>
                              </w14:gs>
                              <w14:gs w14:pos="48000">
                                <w14:schemeClr w14:val="accent4">
                                  <w14:shade w14:val="85000"/>
                                  <w14:satMod w14:val="255000"/>
                                </w14:schemeClr>
                              </w14:gs>
                              <w14:gs w14:pos="100000">
                                <w14:schemeClr w14:val="accent4">
                                  <w14:shade w14:val="20000"/>
                                  <w14:satMod w14:val="245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</m:ctrlPr>
                  </m:radPr>
                  <m:deg/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aps/>
                        <w:color w:val="FFA600" w:themeColor="accent4"/>
                        <w:sz w:val="52"/>
                        <w14:reflection w14:blurRad="12700" w14:stA="28000" w14:stPos="0" w14:endA="0" w14:endPos="45000" w14:dist="1003" w14:dir="5400000" w14:fadeDir="5400000" w14:sx="100000" w14:sy="-100000" w14:kx="0" w14:ky="0" w14:algn="bl"/>
                        <w14:textOutline w14:w="4495" w14:cap="flat" w14:cmpd="sng" w14:algn="ctr">
                          <w14:solidFill>
                            <w14:schemeClr w14:val="accent4">
                              <w14:shade w14:val="50000"/>
                              <w14:satMod w14:val="120000"/>
                            </w14:schemeClr>
                          </w14:solidFill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4">
                                  <w14:shade w14:val="20000"/>
                                  <w14:satMod w14:val="245000"/>
                                </w14:schemeClr>
                              </w14:gs>
                              <w14:gs w14:pos="43000">
                                <w14:schemeClr w14:val="accent4">
                                  <w14:satMod w14:val="255000"/>
                                </w14:schemeClr>
                              </w14:gs>
                              <w14:gs w14:pos="48000">
                                <w14:schemeClr w14:val="accent4">
                                  <w14:shade w14:val="85000"/>
                                  <w14:satMod w14:val="255000"/>
                                </w14:schemeClr>
                              </w14:gs>
                              <w14:gs w14:pos="100000">
                                <w14:schemeClr w14:val="accent4">
                                  <w14:shade w14:val="20000"/>
                                  <w14:satMod w14:val="245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  <m:t>361</m:t>
                    </m:r>
                  </m:e>
                </m:rad>
              </m:oMath>
            </m:oMathPara>
          </w:p>
        </w:tc>
        <w:tc>
          <w:tcPr>
            <w:tcW w:w="1627" w:type="dxa"/>
            <w:vAlign w:val="center"/>
          </w:tcPr>
          <w:p w:rsidR="008749DD" w:rsidRPr="008749DD" w:rsidRDefault="008749DD" w:rsidP="008D73C2">
            <w:pPr>
              <w:jc w:val="center"/>
              <w:rPr>
                <w:b/>
                <w:caps/>
                <w:color w:val="FFA600" w:themeColor="accent4"/>
                <w:sz w:val="52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aps/>
                    <w:color w:val="FFA600" w:themeColor="accent4"/>
                    <w:sz w:val="52"/>
                    <w14:reflection w14:blurRad="12700" w14:stA="28000" w14:stPos="0" w14:endA="0" w14:endPos="45000" w14:dist="1003" w14:dir="5400000" w14:fadeDir="5400000" w14:sx="100000" w14:sy="-100000" w14:kx="0" w14:ky="0" w14:algn="bl"/>
                    <w14:textOutline w14:w="4495" w14:cap="flat" w14:cmpd="sng" w14:algn="ctr">
                      <w14:solidFill>
                        <w14:schemeClr w14:val="accent4">
                          <w14:shade w14:val="50000"/>
                          <w14:satMod w14:val="120000"/>
                        </w14:schemeClr>
                      </w14:solidFill>
                      <w14:prstDash w14:val="solid"/>
                      <w14:round/>
                    </w14:textOutline>
                    <w14:textFill>
                      <w14:gradFill>
                        <w14:gsLst>
                          <w14:gs w14:pos="0">
                            <w14:schemeClr w14:val="accent4">
                              <w14:shade w14:val="20000"/>
                              <w14:satMod w14:val="245000"/>
                            </w14:schemeClr>
                          </w14:gs>
                          <w14:gs w14:pos="43000">
                            <w14:schemeClr w14:val="accent4">
                              <w14:satMod w14:val="255000"/>
                            </w14:schemeClr>
                          </w14:gs>
                          <w14:gs w14:pos="48000">
                            <w14:schemeClr w14:val="accent4">
                              <w14:shade w14:val="85000"/>
                              <w14:satMod w14:val="255000"/>
                            </w14:schemeClr>
                          </w14:gs>
                          <w14:gs w14:pos="100000">
                            <w14:schemeClr w14:val="accent4">
                              <w14:shade w14:val="20000"/>
                              <w14:satMod w14:val="245000"/>
                            </w14:schemeClr>
                          </w14:gs>
                        </w14:gsLst>
                        <w14:lin w14:ang="5400000" w14:scaled="0"/>
                      </w14:gradFill>
                    </w14:textFill>
                  </w:rPr>
                  <m:t>19</m:t>
                </m:r>
              </m:oMath>
            </m:oMathPara>
          </w:p>
        </w:tc>
      </w:tr>
      <w:tr w:rsidR="008749DD" w:rsidRPr="008749DD" w:rsidTr="001813E4">
        <w:trPr>
          <w:trHeight w:val="1627"/>
        </w:trPr>
        <w:tc>
          <w:tcPr>
            <w:tcW w:w="1626" w:type="dxa"/>
            <w:vAlign w:val="center"/>
          </w:tcPr>
          <w:p w:rsidR="008749DD" w:rsidRPr="008749DD" w:rsidRDefault="00B7560A" w:rsidP="008749DD">
            <w:pPr>
              <w:jc w:val="center"/>
              <w:rPr>
                <w:b/>
                <w:caps/>
                <w:color w:val="FFA600" w:themeColor="accent4"/>
                <w:sz w:val="52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/>
                        <w:b/>
                        <w:i/>
                        <w:caps/>
                        <w:color w:val="FFA600" w:themeColor="accent4"/>
                        <w:sz w:val="52"/>
                        <w14:reflection w14:blurRad="12700" w14:stA="28000" w14:stPos="0" w14:endA="0" w14:endPos="45000" w14:dist="1003" w14:dir="5400000" w14:fadeDir="5400000" w14:sx="100000" w14:sy="-100000" w14:kx="0" w14:ky="0" w14:algn="bl"/>
                        <w14:textOutline w14:w="4495" w14:cap="flat" w14:cmpd="sng" w14:algn="ctr">
                          <w14:solidFill>
                            <w14:schemeClr w14:val="accent4">
                              <w14:shade w14:val="50000"/>
                              <w14:satMod w14:val="120000"/>
                            </w14:schemeClr>
                          </w14:solidFill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4">
                                  <w14:shade w14:val="20000"/>
                                  <w14:satMod w14:val="245000"/>
                                </w14:schemeClr>
                              </w14:gs>
                              <w14:gs w14:pos="43000">
                                <w14:schemeClr w14:val="accent4">
                                  <w14:satMod w14:val="255000"/>
                                </w14:schemeClr>
                              </w14:gs>
                              <w14:gs w14:pos="48000">
                                <w14:schemeClr w14:val="accent4">
                                  <w14:shade w14:val="85000"/>
                                  <w14:satMod w14:val="255000"/>
                                </w14:schemeClr>
                              </w14:gs>
                              <w14:gs w14:pos="100000">
                                <w14:schemeClr w14:val="accent4">
                                  <w14:shade w14:val="20000"/>
                                  <w14:satMod w14:val="245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</m:ctrlPr>
                  </m:radPr>
                  <m:deg/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aps/>
                        <w:color w:val="FFA600" w:themeColor="accent4"/>
                        <w:sz w:val="52"/>
                        <w14:reflection w14:blurRad="12700" w14:stA="28000" w14:stPos="0" w14:endA="0" w14:endPos="45000" w14:dist="1003" w14:dir="5400000" w14:fadeDir="5400000" w14:sx="100000" w14:sy="-100000" w14:kx="0" w14:ky="0" w14:algn="bl"/>
                        <w14:textOutline w14:w="4495" w14:cap="flat" w14:cmpd="sng" w14:algn="ctr">
                          <w14:solidFill>
                            <w14:schemeClr w14:val="accent4">
                              <w14:shade w14:val="50000"/>
                              <w14:satMod w14:val="120000"/>
                            </w14:schemeClr>
                          </w14:solidFill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4">
                                  <w14:shade w14:val="20000"/>
                                  <w14:satMod w14:val="245000"/>
                                </w14:schemeClr>
                              </w14:gs>
                              <w14:gs w14:pos="43000">
                                <w14:schemeClr w14:val="accent4">
                                  <w14:satMod w14:val="255000"/>
                                </w14:schemeClr>
                              </w14:gs>
                              <w14:gs w14:pos="48000">
                                <w14:schemeClr w14:val="accent4">
                                  <w14:shade w14:val="85000"/>
                                  <w14:satMod w14:val="255000"/>
                                </w14:schemeClr>
                              </w14:gs>
                              <w14:gs w14:pos="100000">
                                <w14:schemeClr w14:val="accent4">
                                  <w14:shade w14:val="20000"/>
                                  <w14:satMod w14:val="245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  <m:t>16</m:t>
                    </m:r>
                  </m:e>
                </m:rad>
              </m:oMath>
            </m:oMathPara>
          </w:p>
        </w:tc>
        <w:tc>
          <w:tcPr>
            <w:tcW w:w="1626" w:type="dxa"/>
            <w:vAlign w:val="center"/>
          </w:tcPr>
          <w:p w:rsidR="008749DD" w:rsidRPr="008749DD" w:rsidRDefault="008749DD" w:rsidP="008749DD">
            <w:pPr>
              <w:jc w:val="center"/>
              <w:rPr>
                <w:b/>
                <w:caps/>
                <w:color w:val="FFA600" w:themeColor="accent4"/>
                <w:sz w:val="52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8749DD">
              <w:rPr>
                <w:b/>
                <w:caps/>
                <w:color w:val="FFA600" w:themeColor="accent4"/>
                <w:sz w:val="52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4</w:t>
            </w:r>
          </w:p>
        </w:tc>
        <w:tc>
          <w:tcPr>
            <w:tcW w:w="1626" w:type="dxa"/>
            <w:vAlign w:val="center"/>
          </w:tcPr>
          <w:p w:rsidR="008749DD" w:rsidRPr="008749DD" w:rsidRDefault="00B7560A" w:rsidP="008749DD">
            <w:pPr>
              <w:jc w:val="center"/>
              <w:rPr>
                <w:b/>
                <w:caps/>
                <w:color w:val="FFA600" w:themeColor="accent4"/>
                <w:sz w:val="52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/>
                        <w:b/>
                        <w:i/>
                        <w:caps/>
                        <w:color w:val="FFA600" w:themeColor="accent4"/>
                        <w:sz w:val="52"/>
                        <w14:reflection w14:blurRad="12700" w14:stA="28000" w14:stPos="0" w14:endA="0" w14:endPos="45000" w14:dist="1003" w14:dir="5400000" w14:fadeDir="5400000" w14:sx="100000" w14:sy="-100000" w14:kx="0" w14:ky="0" w14:algn="bl"/>
                        <w14:textOutline w14:w="4495" w14:cap="flat" w14:cmpd="sng" w14:algn="ctr">
                          <w14:solidFill>
                            <w14:schemeClr w14:val="accent4">
                              <w14:shade w14:val="50000"/>
                              <w14:satMod w14:val="120000"/>
                            </w14:schemeClr>
                          </w14:solidFill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4">
                                  <w14:shade w14:val="20000"/>
                                  <w14:satMod w14:val="245000"/>
                                </w14:schemeClr>
                              </w14:gs>
                              <w14:gs w14:pos="43000">
                                <w14:schemeClr w14:val="accent4">
                                  <w14:satMod w14:val="255000"/>
                                </w14:schemeClr>
                              </w14:gs>
                              <w14:gs w14:pos="48000">
                                <w14:schemeClr w14:val="accent4">
                                  <w14:shade w14:val="85000"/>
                                  <w14:satMod w14:val="255000"/>
                                </w14:schemeClr>
                              </w14:gs>
                              <w14:gs w14:pos="100000">
                                <w14:schemeClr w14:val="accent4">
                                  <w14:shade w14:val="20000"/>
                                  <w14:satMod w14:val="245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</m:ctrlPr>
                  </m:radPr>
                  <m:deg/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aps/>
                        <w:color w:val="FFA600" w:themeColor="accent4"/>
                        <w:sz w:val="52"/>
                        <w14:reflection w14:blurRad="12700" w14:stA="28000" w14:stPos="0" w14:endA="0" w14:endPos="45000" w14:dist="1003" w14:dir="5400000" w14:fadeDir="5400000" w14:sx="100000" w14:sy="-100000" w14:kx="0" w14:ky="0" w14:algn="bl"/>
                        <w14:textOutline w14:w="4495" w14:cap="flat" w14:cmpd="sng" w14:algn="ctr">
                          <w14:solidFill>
                            <w14:schemeClr w14:val="accent4">
                              <w14:shade w14:val="50000"/>
                              <w14:satMod w14:val="120000"/>
                            </w14:schemeClr>
                          </w14:solidFill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4">
                                  <w14:shade w14:val="20000"/>
                                  <w14:satMod w14:val="245000"/>
                                </w14:schemeClr>
                              </w14:gs>
                              <w14:gs w14:pos="43000">
                                <w14:schemeClr w14:val="accent4">
                                  <w14:satMod w14:val="255000"/>
                                </w14:schemeClr>
                              </w14:gs>
                              <w14:gs w14:pos="48000">
                                <w14:schemeClr w14:val="accent4">
                                  <w14:shade w14:val="85000"/>
                                  <w14:satMod w14:val="255000"/>
                                </w14:schemeClr>
                              </w14:gs>
                              <w14:gs w14:pos="100000">
                                <w14:schemeClr w14:val="accent4">
                                  <w14:shade w14:val="20000"/>
                                  <w14:satMod w14:val="245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  <m:t>144</m:t>
                    </m:r>
                  </m:e>
                </m:rad>
              </m:oMath>
            </m:oMathPara>
          </w:p>
        </w:tc>
        <w:tc>
          <w:tcPr>
            <w:tcW w:w="1626" w:type="dxa"/>
            <w:vAlign w:val="center"/>
          </w:tcPr>
          <w:p w:rsidR="008749DD" w:rsidRPr="008749DD" w:rsidRDefault="008749DD" w:rsidP="008749DD">
            <w:pPr>
              <w:jc w:val="center"/>
              <w:rPr>
                <w:b/>
                <w:caps/>
                <w:color w:val="FFA600" w:themeColor="accent4"/>
                <w:sz w:val="52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aps/>
                    <w:color w:val="FFA600" w:themeColor="accent4"/>
                    <w:sz w:val="52"/>
                    <w14:reflection w14:blurRad="12700" w14:stA="28000" w14:stPos="0" w14:endA="0" w14:endPos="45000" w14:dist="1003" w14:dir="5400000" w14:fadeDir="5400000" w14:sx="100000" w14:sy="-100000" w14:kx="0" w14:ky="0" w14:algn="bl"/>
                    <w14:textOutline w14:w="4495" w14:cap="flat" w14:cmpd="sng" w14:algn="ctr">
                      <w14:solidFill>
                        <w14:schemeClr w14:val="accent4">
                          <w14:shade w14:val="50000"/>
                          <w14:satMod w14:val="120000"/>
                        </w14:schemeClr>
                      </w14:solidFill>
                      <w14:prstDash w14:val="solid"/>
                      <w14:round/>
                    </w14:textOutline>
                    <w14:textFill>
                      <w14:gradFill>
                        <w14:gsLst>
                          <w14:gs w14:pos="0">
                            <w14:schemeClr w14:val="accent4">
                              <w14:shade w14:val="20000"/>
                              <w14:satMod w14:val="245000"/>
                            </w14:schemeClr>
                          </w14:gs>
                          <w14:gs w14:pos="43000">
                            <w14:schemeClr w14:val="accent4">
                              <w14:satMod w14:val="255000"/>
                            </w14:schemeClr>
                          </w14:gs>
                          <w14:gs w14:pos="48000">
                            <w14:schemeClr w14:val="accent4">
                              <w14:shade w14:val="85000"/>
                              <w14:satMod w14:val="255000"/>
                            </w14:schemeClr>
                          </w14:gs>
                          <w14:gs w14:pos="100000">
                            <w14:schemeClr w14:val="accent4">
                              <w14:shade w14:val="20000"/>
                              <w14:satMod w14:val="245000"/>
                            </w14:schemeClr>
                          </w14:gs>
                        </w14:gsLst>
                        <w14:lin w14:ang="5400000" w14:scaled="0"/>
                      </w14:gradFill>
                    </w14:textFill>
                  </w:rPr>
                  <m:t>12</m:t>
                </m:r>
              </m:oMath>
            </m:oMathPara>
          </w:p>
        </w:tc>
        <w:tc>
          <w:tcPr>
            <w:tcW w:w="1626" w:type="dxa"/>
            <w:vAlign w:val="center"/>
          </w:tcPr>
          <w:p w:rsidR="008749DD" w:rsidRPr="008749DD" w:rsidRDefault="00B7560A" w:rsidP="008749DD">
            <w:pPr>
              <w:jc w:val="center"/>
              <w:rPr>
                <w:b/>
                <w:caps/>
                <w:color w:val="FFA600" w:themeColor="accent4"/>
                <w:sz w:val="52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/>
                        <w:b/>
                        <w:i/>
                        <w:caps/>
                        <w:color w:val="FFA600" w:themeColor="accent4"/>
                        <w:sz w:val="52"/>
                        <w14:reflection w14:blurRad="12700" w14:stA="28000" w14:stPos="0" w14:endA="0" w14:endPos="45000" w14:dist="1003" w14:dir="5400000" w14:fadeDir="5400000" w14:sx="100000" w14:sy="-100000" w14:kx="0" w14:ky="0" w14:algn="bl"/>
                        <w14:textOutline w14:w="4495" w14:cap="flat" w14:cmpd="sng" w14:algn="ctr">
                          <w14:solidFill>
                            <w14:schemeClr w14:val="accent4">
                              <w14:shade w14:val="50000"/>
                              <w14:satMod w14:val="120000"/>
                            </w14:schemeClr>
                          </w14:solidFill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4">
                                  <w14:shade w14:val="20000"/>
                                  <w14:satMod w14:val="245000"/>
                                </w14:schemeClr>
                              </w14:gs>
                              <w14:gs w14:pos="43000">
                                <w14:schemeClr w14:val="accent4">
                                  <w14:satMod w14:val="255000"/>
                                </w14:schemeClr>
                              </w14:gs>
                              <w14:gs w14:pos="48000">
                                <w14:schemeClr w14:val="accent4">
                                  <w14:shade w14:val="85000"/>
                                  <w14:satMod w14:val="255000"/>
                                </w14:schemeClr>
                              </w14:gs>
                              <w14:gs w14:pos="100000">
                                <w14:schemeClr w14:val="accent4">
                                  <w14:shade w14:val="20000"/>
                                  <w14:satMod w14:val="245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</m:ctrlPr>
                  </m:radPr>
                  <m:deg/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aps/>
                        <w:color w:val="FFA600" w:themeColor="accent4"/>
                        <w:sz w:val="52"/>
                        <w14:reflection w14:blurRad="12700" w14:stA="28000" w14:stPos="0" w14:endA="0" w14:endPos="45000" w14:dist="1003" w14:dir="5400000" w14:fadeDir="5400000" w14:sx="100000" w14:sy="-100000" w14:kx="0" w14:ky="0" w14:algn="bl"/>
                        <w14:textOutline w14:w="4495" w14:cap="flat" w14:cmpd="sng" w14:algn="ctr">
                          <w14:solidFill>
                            <w14:schemeClr w14:val="accent4">
                              <w14:shade w14:val="50000"/>
                              <w14:satMod w14:val="120000"/>
                            </w14:schemeClr>
                          </w14:solidFill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4">
                                  <w14:shade w14:val="20000"/>
                                  <w14:satMod w14:val="245000"/>
                                </w14:schemeClr>
                              </w14:gs>
                              <w14:gs w14:pos="43000">
                                <w14:schemeClr w14:val="accent4">
                                  <w14:satMod w14:val="255000"/>
                                </w14:schemeClr>
                              </w14:gs>
                              <w14:gs w14:pos="48000">
                                <w14:schemeClr w14:val="accent4">
                                  <w14:shade w14:val="85000"/>
                                  <w14:satMod w14:val="255000"/>
                                </w14:schemeClr>
                              </w14:gs>
                              <w14:gs w14:pos="100000">
                                <w14:schemeClr w14:val="accent4">
                                  <w14:shade w14:val="20000"/>
                                  <w14:satMod w14:val="245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  <m:t>400</m:t>
                    </m:r>
                  </m:e>
                </m:rad>
              </m:oMath>
            </m:oMathPara>
          </w:p>
        </w:tc>
        <w:tc>
          <w:tcPr>
            <w:tcW w:w="1627" w:type="dxa"/>
            <w:vAlign w:val="center"/>
          </w:tcPr>
          <w:p w:rsidR="008749DD" w:rsidRPr="008749DD" w:rsidRDefault="008749DD" w:rsidP="008749DD">
            <w:pPr>
              <w:jc w:val="center"/>
              <w:rPr>
                <w:b/>
                <w:caps/>
                <w:color w:val="FFA600" w:themeColor="accent4"/>
                <w:sz w:val="52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aps/>
                    <w:color w:val="FFA600" w:themeColor="accent4"/>
                    <w:sz w:val="52"/>
                    <w14:reflection w14:blurRad="12700" w14:stA="28000" w14:stPos="0" w14:endA="0" w14:endPos="45000" w14:dist="1003" w14:dir="5400000" w14:fadeDir="5400000" w14:sx="100000" w14:sy="-100000" w14:kx="0" w14:ky="0" w14:algn="bl"/>
                    <w14:textOutline w14:w="4495" w14:cap="flat" w14:cmpd="sng" w14:algn="ctr">
                      <w14:solidFill>
                        <w14:schemeClr w14:val="accent4">
                          <w14:shade w14:val="50000"/>
                          <w14:satMod w14:val="120000"/>
                        </w14:schemeClr>
                      </w14:solidFill>
                      <w14:prstDash w14:val="solid"/>
                      <w14:round/>
                    </w14:textOutline>
                    <w14:textFill>
                      <w14:gradFill>
                        <w14:gsLst>
                          <w14:gs w14:pos="0">
                            <w14:schemeClr w14:val="accent4">
                              <w14:shade w14:val="20000"/>
                              <w14:satMod w14:val="245000"/>
                            </w14:schemeClr>
                          </w14:gs>
                          <w14:gs w14:pos="43000">
                            <w14:schemeClr w14:val="accent4">
                              <w14:satMod w14:val="255000"/>
                            </w14:schemeClr>
                          </w14:gs>
                          <w14:gs w14:pos="48000">
                            <w14:schemeClr w14:val="accent4">
                              <w14:shade w14:val="85000"/>
                              <w14:satMod w14:val="255000"/>
                            </w14:schemeClr>
                          </w14:gs>
                          <w14:gs w14:pos="100000">
                            <w14:schemeClr w14:val="accent4">
                              <w14:shade w14:val="20000"/>
                              <w14:satMod w14:val="245000"/>
                            </w14:schemeClr>
                          </w14:gs>
                        </w14:gsLst>
                        <w14:lin w14:ang="5400000" w14:scaled="0"/>
                      </w14:gradFill>
                    </w14:textFill>
                  </w:rPr>
                  <m:t>20</m:t>
                </m:r>
              </m:oMath>
            </m:oMathPara>
          </w:p>
        </w:tc>
      </w:tr>
      <w:tr w:rsidR="008749DD" w:rsidRPr="008749DD" w:rsidTr="001813E4">
        <w:trPr>
          <w:trHeight w:val="1627"/>
        </w:trPr>
        <w:tc>
          <w:tcPr>
            <w:tcW w:w="1626" w:type="dxa"/>
            <w:vAlign w:val="center"/>
          </w:tcPr>
          <w:p w:rsidR="008749DD" w:rsidRPr="008749DD" w:rsidRDefault="00B7560A" w:rsidP="008749DD">
            <w:pPr>
              <w:jc w:val="center"/>
              <w:rPr>
                <w:b/>
                <w:caps/>
                <w:color w:val="FFA600" w:themeColor="accent4"/>
                <w:sz w:val="52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/>
                        <w:b/>
                        <w:i/>
                        <w:caps/>
                        <w:color w:val="FFA600" w:themeColor="accent4"/>
                        <w:sz w:val="52"/>
                        <w14:reflection w14:blurRad="12700" w14:stA="28000" w14:stPos="0" w14:endA="0" w14:endPos="45000" w14:dist="1003" w14:dir="5400000" w14:fadeDir="5400000" w14:sx="100000" w14:sy="-100000" w14:kx="0" w14:ky="0" w14:algn="bl"/>
                        <w14:textOutline w14:w="4495" w14:cap="flat" w14:cmpd="sng" w14:algn="ctr">
                          <w14:solidFill>
                            <w14:schemeClr w14:val="accent4">
                              <w14:shade w14:val="50000"/>
                              <w14:satMod w14:val="120000"/>
                            </w14:schemeClr>
                          </w14:solidFill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4">
                                  <w14:shade w14:val="20000"/>
                                  <w14:satMod w14:val="245000"/>
                                </w14:schemeClr>
                              </w14:gs>
                              <w14:gs w14:pos="43000">
                                <w14:schemeClr w14:val="accent4">
                                  <w14:satMod w14:val="255000"/>
                                </w14:schemeClr>
                              </w14:gs>
                              <w14:gs w14:pos="48000">
                                <w14:schemeClr w14:val="accent4">
                                  <w14:shade w14:val="85000"/>
                                  <w14:satMod w14:val="255000"/>
                                </w14:schemeClr>
                              </w14:gs>
                              <w14:gs w14:pos="100000">
                                <w14:schemeClr w14:val="accent4">
                                  <w14:shade w14:val="20000"/>
                                  <w14:satMod w14:val="245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</m:ctrlPr>
                  </m:radPr>
                  <m:deg/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aps/>
                        <w:color w:val="FFA600" w:themeColor="accent4"/>
                        <w:sz w:val="52"/>
                        <w14:reflection w14:blurRad="12700" w14:stA="28000" w14:stPos="0" w14:endA="0" w14:endPos="45000" w14:dist="1003" w14:dir="5400000" w14:fadeDir="5400000" w14:sx="100000" w14:sy="-100000" w14:kx="0" w14:ky="0" w14:algn="bl"/>
                        <w14:textOutline w14:w="4495" w14:cap="flat" w14:cmpd="sng" w14:algn="ctr">
                          <w14:solidFill>
                            <w14:schemeClr w14:val="accent4">
                              <w14:shade w14:val="50000"/>
                              <w14:satMod w14:val="120000"/>
                            </w14:schemeClr>
                          </w14:solidFill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4">
                                  <w14:shade w14:val="20000"/>
                                  <w14:satMod w14:val="245000"/>
                                </w14:schemeClr>
                              </w14:gs>
                              <w14:gs w14:pos="43000">
                                <w14:schemeClr w14:val="accent4">
                                  <w14:satMod w14:val="255000"/>
                                </w14:schemeClr>
                              </w14:gs>
                              <w14:gs w14:pos="48000">
                                <w14:schemeClr w14:val="accent4">
                                  <w14:shade w14:val="85000"/>
                                  <w14:satMod w14:val="255000"/>
                                </w14:schemeClr>
                              </w14:gs>
                              <w14:gs w14:pos="100000">
                                <w14:schemeClr w14:val="accent4">
                                  <w14:shade w14:val="20000"/>
                                  <w14:satMod w14:val="245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  <m:t>25</m:t>
                    </m:r>
                  </m:e>
                </m:rad>
              </m:oMath>
            </m:oMathPara>
          </w:p>
        </w:tc>
        <w:tc>
          <w:tcPr>
            <w:tcW w:w="1626" w:type="dxa"/>
            <w:vAlign w:val="center"/>
          </w:tcPr>
          <w:p w:rsidR="008749DD" w:rsidRPr="008749DD" w:rsidRDefault="008749DD" w:rsidP="008749DD">
            <w:pPr>
              <w:jc w:val="center"/>
              <w:rPr>
                <w:b/>
                <w:caps/>
                <w:color w:val="FFA600" w:themeColor="accent4"/>
                <w:sz w:val="52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8749DD">
              <w:rPr>
                <w:b/>
                <w:caps/>
                <w:color w:val="FFA600" w:themeColor="accent4"/>
                <w:sz w:val="52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5</w:t>
            </w:r>
          </w:p>
        </w:tc>
        <w:tc>
          <w:tcPr>
            <w:tcW w:w="1626" w:type="dxa"/>
            <w:vAlign w:val="center"/>
          </w:tcPr>
          <w:p w:rsidR="008749DD" w:rsidRPr="008749DD" w:rsidRDefault="00B7560A" w:rsidP="008749DD">
            <w:pPr>
              <w:jc w:val="center"/>
              <w:rPr>
                <w:b/>
                <w:caps/>
                <w:color w:val="FFA600" w:themeColor="accent4"/>
                <w:sz w:val="52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/>
                        <w:b/>
                        <w:i/>
                        <w:caps/>
                        <w:color w:val="FFA600" w:themeColor="accent4"/>
                        <w:sz w:val="52"/>
                        <w14:reflection w14:blurRad="12700" w14:stA="28000" w14:stPos="0" w14:endA="0" w14:endPos="45000" w14:dist="1003" w14:dir="5400000" w14:fadeDir="5400000" w14:sx="100000" w14:sy="-100000" w14:kx="0" w14:ky="0" w14:algn="bl"/>
                        <w14:textOutline w14:w="4495" w14:cap="flat" w14:cmpd="sng" w14:algn="ctr">
                          <w14:solidFill>
                            <w14:schemeClr w14:val="accent4">
                              <w14:shade w14:val="50000"/>
                              <w14:satMod w14:val="120000"/>
                            </w14:schemeClr>
                          </w14:solidFill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4">
                                  <w14:shade w14:val="20000"/>
                                  <w14:satMod w14:val="245000"/>
                                </w14:schemeClr>
                              </w14:gs>
                              <w14:gs w14:pos="43000">
                                <w14:schemeClr w14:val="accent4">
                                  <w14:satMod w14:val="255000"/>
                                </w14:schemeClr>
                              </w14:gs>
                              <w14:gs w14:pos="48000">
                                <w14:schemeClr w14:val="accent4">
                                  <w14:shade w14:val="85000"/>
                                  <w14:satMod w14:val="255000"/>
                                </w14:schemeClr>
                              </w14:gs>
                              <w14:gs w14:pos="100000">
                                <w14:schemeClr w14:val="accent4">
                                  <w14:shade w14:val="20000"/>
                                  <w14:satMod w14:val="245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</m:ctrlPr>
                  </m:radPr>
                  <m:deg/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aps/>
                        <w:color w:val="FFA600" w:themeColor="accent4"/>
                        <w:sz w:val="52"/>
                        <w14:reflection w14:blurRad="12700" w14:stA="28000" w14:stPos="0" w14:endA="0" w14:endPos="45000" w14:dist="1003" w14:dir="5400000" w14:fadeDir="5400000" w14:sx="100000" w14:sy="-100000" w14:kx="0" w14:ky="0" w14:algn="bl"/>
                        <w14:textOutline w14:w="4495" w14:cap="flat" w14:cmpd="sng" w14:algn="ctr">
                          <w14:solidFill>
                            <w14:schemeClr w14:val="accent4">
                              <w14:shade w14:val="50000"/>
                              <w14:satMod w14:val="120000"/>
                            </w14:schemeClr>
                          </w14:solidFill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4">
                                  <w14:shade w14:val="20000"/>
                                  <w14:satMod w14:val="245000"/>
                                </w14:schemeClr>
                              </w14:gs>
                              <w14:gs w14:pos="43000">
                                <w14:schemeClr w14:val="accent4">
                                  <w14:satMod w14:val="255000"/>
                                </w14:schemeClr>
                              </w14:gs>
                              <w14:gs w14:pos="48000">
                                <w14:schemeClr w14:val="accent4">
                                  <w14:shade w14:val="85000"/>
                                  <w14:satMod w14:val="255000"/>
                                </w14:schemeClr>
                              </w14:gs>
                              <w14:gs w14:pos="100000">
                                <w14:schemeClr w14:val="accent4">
                                  <w14:shade w14:val="20000"/>
                                  <w14:satMod w14:val="245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  <m:t>169</m:t>
                    </m:r>
                  </m:e>
                </m:rad>
              </m:oMath>
            </m:oMathPara>
          </w:p>
        </w:tc>
        <w:tc>
          <w:tcPr>
            <w:tcW w:w="1626" w:type="dxa"/>
            <w:vAlign w:val="center"/>
          </w:tcPr>
          <w:p w:rsidR="008749DD" w:rsidRPr="008749DD" w:rsidRDefault="008749DD" w:rsidP="008749DD">
            <w:pPr>
              <w:jc w:val="center"/>
              <w:rPr>
                <w:b/>
                <w:caps/>
                <w:color w:val="FFA600" w:themeColor="accent4"/>
                <w:sz w:val="52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aps/>
                    <w:color w:val="FFA600" w:themeColor="accent4"/>
                    <w:sz w:val="52"/>
                    <w14:reflection w14:blurRad="12700" w14:stA="28000" w14:stPos="0" w14:endA="0" w14:endPos="45000" w14:dist="1003" w14:dir="5400000" w14:fadeDir="5400000" w14:sx="100000" w14:sy="-100000" w14:kx="0" w14:ky="0" w14:algn="bl"/>
                    <w14:textOutline w14:w="4495" w14:cap="flat" w14:cmpd="sng" w14:algn="ctr">
                      <w14:solidFill>
                        <w14:schemeClr w14:val="accent4">
                          <w14:shade w14:val="50000"/>
                          <w14:satMod w14:val="120000"/>
                        </w14:schemeClr>
                      </w14:solidFill>
                      <w14:prstDash w14:val="solid"/>
                      <w14:round/>
                    </w14:textOutline>
                    <w14:textFill>
                      <w14:gradFill>
                        <w14:gsLst>
                          <w14:gs w14:pos="0">
                            <w14:schemeClr w14:val="accent4">
                              <w14:shade w14:val="20000"/>
                              <w14:satMod w14:val="245000"/>
                            </w14:schemeClr>
                          </w14:gs>
                          <w14:gs w14:pos="43000">
                            <w14:schemeClr w14:val="accent4">
                              <w14:satMod w14:val="255000"/>
                            </w14:schemeClr>
                          </w14:gs>
                          <w14:gs w14:pos="48000">
                            <w14:schemeClr w14:val="accent4">
                              <w14:shade w14:val="85000"/>
                              <w14:satMod w14:val="255000"/>
                            </w14:schemeClr>
                          </w14:gs>
                          <w14:gs w14:pos="100000">
                            <w14:schemeClr w14:val="accent4">
                              <w14:shade w14:val="20000"/>
                              <w14:satMod w14:val="245000"/>
                            </w14:schemeClr>
                          </w14:gs>
                        </w14:gsLst>
                        <w14:lin w14:ang="5400000" w14:scaled="0"/>
                      </w14:gradFill>
                    </w14:textFill>
                  </w:rPr>
                  <m:t>13</m:t>
                </m:r>
              </m:oMath>
            </m:oMathPara>
          </w:p>
        </w:tc>
        <w:tc>
          <w:tcPr>
            <w:tcW w:w="1626" w:type="dxa"/>
            <w:vAlign w:val="center"/>
          </w:tcPr>
          <w:p w:rsidR="008749DD" w:rsidRPr="008749DD" w:rsidRDefault="008749DD" w:rsidP="008749DD">
            <w:pPr>
              <w:jc w:val="center"/>
              <w:rPr>
                <w:b/>
                <w:caps/>
                <w:color w:val="FFA600" w:themeColor="accent4"/>
                <w:sz w:val="52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1627" w:type="dxa"/>
            <w:vAlign w:val="center"/>
          </w:tcPr>
          <w:p w:rsidR="008749DD" w:rsidRPr="008749DD" w:rsidRDefault="008749DD" w:rsidP="008749DD">
            <w:pPr>
              <w:jc w:val="center"/>
              <w:rPr>
                <w:b/>
                <w:caps/>
                <w:color w:val="FFA600" w:themeColor="accent4"/>
                <w:sz w:val="52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</w:tr>
      <w:tr w:rsidR="008749DD" w:rsidRPr="008749DD" w:rsidTr="001813E4">
        <w:trPr>
          <w:trHeight w:val="1627"/>
        </w:trPr>
        <w:tc>
          <w:tcPr>
            <w:tcW w:w="1626" w:type="dxa"/>
            <w:vAlign w:val="center"/>
          </w:tcPr>
          <w:p w:rsidR="008749DD" w:rsidRPr="008749DD" w:rsidRDefault="00B7560A" w:rsidP="008749DD">
            <w:pPr>
              <w:jc w:val="center"/>
              <w:rPr>
                <w:b/>
                <w:caps/>
                <w:color w:val="FFA600" w:themeColor="accent4"/>
                <w:sz w:val="52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/>
                        <w:b/>
                        <w:i/>
                        <w:caps/>
                        <w:color w:val="FFA600" w:themeColor="accent4"/>
                        <w:sz w:val="52"/>
                        <w14:reflection w14:blurRad="12700" w14:stA="28000" w14:stPos="0" w14:endA="0" w14:endPos="45000" w14:dist="1003" w14:dir="5400000" w14:fadeDir="5400000" w14:sx="100000" w14:sy="-100000" w14:kx="0" w14:ky="0" w14:algn="bl"/>
                        <w14:textOutline w14:w="4495" w14:cap="flat" w14:cmpd="sng" w14:algn="ctr">
                          <w14:solidFill>
                            <w14:schemeClr w14:val="accent4">
                              <w14:shade w14:val="50000"/>
                              <w14:satMod w14:val="120000"/>
                            </w14:schemeClr>
                          </w14:solidFill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4">
                                  <w14:shade w14:val="20000"/>
                                  <w14:satMod w14:val="245000"/>
                                </w14:schemeClr>
                              </w14:gs>
                              <w14:gs w14:pos="43000">
                                <w14:schemeClr w14:val="accent4">
                                  <w14:satMod w14:val="255000"/>
                                </w14:schemeClr>
                              </w14:gs>
                              <w14:gs w14:pos="48000">
                                <w14:schemeClr w14:val="accent4">
                                  <w14:shade w14:val="85000"/>
                                  <w14:satMod w14:val="255000"/>
                                </w14:schemeClr>
                              </w14:gs>
                              <w14:gs w14:pos="100000">
                                <w14:schemeClr w14:val="accent4">
                                  <w14:shade w14:val="20000"/>
                                  <w14:satMod w14:val="245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</m:ctrlPr>
                  </m:radPr>
                  <m:deg/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aps/>
                        <w:color w:val="FFA600" w:themeColor="accent4"/>
                        <w:sz w:val="52"/>
                        <w14:reflection w14:blurRad="12700" w14:stA="28000" w14:stPos="0" w14:endA="0" w14:endPos="45000" w14:dist="1003" w14:dir="5400000" w14:fadeDir="5400000" w14:sx="100000" w14:sy="-100000" w14:kx="0" w14:ky="0" w14:algn="bl"/>
                        <w14:textOutline w14:w="4495" w14:cap="flat" w14:cmpd="sng" w14:algn="ctr">
                          <w14:solidFill>
                            <w14:schemeClr w14:val="accent4">
                              <w14:shade w14:val="50000"/>
                              <w14:satMod w14:val="120000"/>
                            </w14:schemeClr>
                          </w14:solidFill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4">
                                  <w14:shade w14:val="20000"/>
                                  <w14:satMod w14:val="245000"/>
                                </w14:schemeClr>
                              </w14:gs>
                              <w14:gs w14:pos="43000">
                                <w14:schemeClr w14:val="accent4">
                                  <w14:satMod w14:val="255000"/>
                                </w14:schemeClr>
                              </w14:gs>
                              <w14:gs w14:pos="48000">
                                <w14:schemeClr w14:val="accent4">
                                  <w14:shade w14:val="85000"/>
                                  <w14:satMod w14:val="255000"/>
                                </w14:schemeClr>
                              </w14:gs>
                              <w14:gs w14:pos="100000">
                                <w14:schemeClr w14:val="accent4">
                                  <w14:shade w14:val="20000"/>
                                  <w14:satMod w14:val="245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  <m:t>36</m:t>
                    </m:r>
                  </m:e>
                </m:rad>
              </m:oMath>
            </m:oMathPara>
          </w:p>
        </w:tc>
        <w:tc>
          <w:tcPr>
            <w:tcW w:w="1626" w:type="dxa"/>
            <w:vAlign w:val="center"/>
          </w:tcPr>
          <w:p w:rsidR="008749DD" w:rsidRPr="008749DD" w:rsidRDefault="008749DD" w:rsidP="008749DD">
            <w:pPr>
              <w:jc w:val="center"/>
              <w:rPr>
                <w:b/>
                <w:caps/>
                <w:color w:val="FFA600" w:themeColor="accent4"/>
                <w:sz w:val="52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8749DD">
              <w:rPr>
                <w:b/>
                <w:caps/>
                <w:color w:val="FFA600" w:themeColor="accent4"/>
                <w:sz w:val="52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6</w:t>
            </w:r>
          </w:p>
        </w:tc>
        <w:tc>
          <w:tcPr>
            <w:tcW w:w="1626" w:type="dxa"/>
            <w:vAlign w:val="center"/>
          </w:tcPr>
          <w:p w:rsidR="008749DD" w:rsidRPr="008749DD" w:rsidRDefault="00B7560A" w:rsidP="008749DD">
            <w:pPr>
              <w:jc w:val="center"/>
              <w:rPr>
                <w:b/>
                <w:caps/>
                <w:color w:val="FFA600" w:themeColor="accent4"/>
                <w:sz w:val="52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/>
                        <w:b/>
                        <w:i/>
                        <w:caps/>
                        <w:color w:val="FFA600" w:themeColor="accent4"/>
                        <w:sz w:val="52"/>
                        <w14:reflection w14:blurRad="12700" w14:stA="28000" w14:stPos="0" w14:endA="0" w14:endPos="45000" w14:dist="1003" w14:dir="5400000" w14:fadeDir="5400000" w14:sx="100000" w14:sy="-100000" w14:kx="0" w14:ky="0" w14:algn="bl"/>
                        <w14:textOutline w14:w="4495" w14:cap="flat" w14:cmpd="sng" w14:algn="ctr">
                          <w14:solidFill>
                            <w14:schemeClr w14:val="accent4">
                              <w14:shade w14:val="50000"/>
                              <w14:satMod w14:val="120000"/>
                            </w14:schemeClr>
                          </w14:solidFill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4">
                                  <w14:shade w14:val="20000"/>
                                  <w14:satMod w14:val="245000"/>
                                </w14:schemeClr>
                              </w14:gs>
                              <w14:gs w14:pos="43000">
                                <w14:schemeClr w14:val="accent4">
                                  <w14:satMod w14:val="255000"/>
                                </w14:schemeClr>
                              </w14:gs>
                              <w14:gs w14:pos="48000">
                                <w14:schemeClr w14:val="accent4">
                                  <w14:shade w14:val="85000"/>
                                  <w14:satMod w14:val="255000"/>
                                </w14:schemeClr>
                              </w14:gs>
                              <w14:gs w14:pos="100000">
                                <w14:schemeClr w14:val="accent4">
                                  <w14:shade w14:val="20000"/>
                                  <w14:satMod w14:val="245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</m:ctrlPr>
                  </m:radPr>
                  <m:deg/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aps/>
                        <w:color w:val="FFA600" w:themeColor="accent4"/>
                        <w:sz w:val="52"/>
                        <w14:reflection w14:blurRad="12700" w14:stA="28000" w14:stPos="0" w14:endA="0" w14:endPos="45000" w14:dist="1003" w14:dir="5400000" w14:fadeDir="5400000" w14:sx="100000" w14:sy="-100000" w14:kx="0" w14:ky="0" w14:algn="bl"/>
                        <w14:textOutline w14:w="4495" w14:cap="flat" w14:cmpd="sng" w14:algn="ctr">
                          <w14:solidFill>
                            <w14:schemeClr w14:val="accent4">
                              <w14:shade w14:val="50000"/>
                              <w14:satMod w14:val="120000"/>
                            </w14:schemeClr>
                          </w14:solidFill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4">
                                  <w14:shade w14:val="20000"/>
                                  <w14:satMod w14:val="245000"/>
                                </w14:schemeClr>
                              </w14:gs>
                              <w14:gs w14:pos="43000">
                                <w14:schemeClr w14:val="accent4">
                                  <w14:satMod w14:val="255000"/>
                                </w14:schemeClr>
                              </w14:gs>
                              <w14:gs w14:pos="48000">
                                <w14:schemeClr w14:val="accent4">
                                  <w14:shade w14:val="85000"/>
                                  <w14:satMod w14:val="255000"/>
                                </w14:schemeClr>
                              </w14:gs>
                              <w14:gs w14:pos="100000">
                                <w14:schemeClr w14:val="accent4">
                                  <w14:shade w14:val="20000"/>
                                  <w14:satMod w14:val="245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  <m:t>196</m:t>
                    </m:r>
                  </m:e>
                </m:rad>
              </m:oMath>
            </m:oMathPara>
          </w:p>
        </w:tc>
        <w:tc>
          <w:tcPr>
            <w:tcW w:w="1626" w:type="dxa"/>
            <w:vAlign w:val="center"/>
          </w:tcPr>
          <w:p w:rsidR="008749DD" w:rsidRPr="008749DD" w:rsidRDefault="008749DD" w:rsidP="008749DD">
            <w:pPr>
              <w:jc w:val="center"/>
              <w:rPr>
                <w:b/>
                <w:caps/>
                <w:color w:val="FFA600" w:themeColor="accent4"/>
                <w:sz w:val="52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aps/>
                    <w:color w:val="FFA600" w:themeColor="accent4"/>
                    <w:sz w:val="52"/>
                    <w14:reflection w14:blurRad="12700" w14:stA="28000" w14:stPos="0" w14:endA="0" w14:endPos="45000" w14:dist="1003" w14:dir="5400000" w14:fadeDir="5400000" w14:sx="100000" w14:sy="-100000" w14:kx="0" w14:ky="0" w14:algn="bl"/>
                    <w14:textOutline w14:w="4495" w14:cap="flat" w14:cmpd="sng" w14:algn="ctr">
                      <w14:solidFill>
                        <w14:schemeClr w14:val="accent4">
                          <w14:shade w14:val="50000"/>
                          <w14:satMod w14:val="120000"/>
                        </w14:schemeClr>
                      </w14:solidFill>
                      <w14:prstDash w14:val="solid"/>
                      <w14:round/>
                    </w14:textOutline>
                    <w14:textFill>
                      <w14:gradFill>
                        <w14:gsLst>
                          <w14:gs w14:pos="0">
                            <w14:schemeClr w14:val="accent4">
                              <w14:shade w14:val="20000"/>
                              <w14:satMod w14:val="245000"/>
                            </w14:schemeClr>
                          </w14:gs>
                          <w14:gs w14:pos="43000">
                            <w14:schemeClr w14:val="accent4">
                              <w14:satMod w14:val="255000"/>
                            </w14:schemeClr>
                          </w14:gs>
                          <w14:gs w14:pos="48000">
                            <w14:schemeClr w14:val="accent4">
                              <w14:shade w14:val="85000"/>
                              <w14:satMod w14:val="255000"/>
                            </w14:schemeClr>
                          </w14:gs>
                          <w14:gs w14:pos="100000">
                            <w14:schemeClr w14:val="accent4">
                              <w14:shade w14:val="20000"/>
                              <w14:satMod w14:val="245000"/>
                            </w14:schemeClr>
                          </w14:gs>
                        </w14:gsLst>
                        <w14:lin w14:ang="5400000" w14:scaled="0"/>
                      </w14:gradFill>
                    </w14:textFill>
                  </w:rPr>
                  <m:t>14</m:t>
                </m:r>
              </m:oMath>
            </m:oMathPara>
          </w:p>
        </w:tc>
        <w:tc>
          <w:tcPr>
            <w:tcW w:w="1626" w:type="dxa"/>
            <w:vAlign w:val="center"/>
          </w:tcPr>
          <w:p w:rsidR="008749DD" w:rsidRPr="008749DD" w:rsidRDefault="008749DD" w:rsidP="008749DD">
            <w:pPr>
              <w:jc w:val="center"/>
              <w:rPr>
                <w:b/>
                <w:caps/>
                <w:color w:val="FFA600" w:themeColor="accent4"/>
                <w:sz w:val="52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1627" w:type="dxa"/>
            <w:vAlign w:val="center"/>
          </w:tcPr>
          <w:p w:rsidR="008749DD" w:rsidRPr="008749DD" w:rsidRDefault="008749DD" w:rsidP="008749DD">
            <w:pPr>
              <w:jc w:val="center"/>
              <w:rPr>
                <w:b/>
                <w:caps/>
                <w:color w:val="FFA600" w:themeColor="accent4"/>
                <w:sz w:val="52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</w:tr>
      <w:tr w:rsidR="008749DD" w:rsidRPr="008749DD" w:rsidTr="001813E4">
        <w:trPr>
          <w:trHeight w:val="1627"/>
        </w:trPr>
        <w:tc>
          <w:tcPr>
            <w:tcW w:w="1626" w:type="dxa"/>
            <w:vAlign w:val="center"/>
          </w:tcPr>
          <w:p w:rsidR="008749DD" w:rsidRPr="008749DD" w:rsidRDefault="00B7560A" w:rsidP="008749DD">
            <w:pPr>
              <w:jc w:val="center"/>
              <w:rPr>
                <w:b/>
                <w:caps/>
                <w:color w:val="FFA600" w:themeColor="accent4"/>
                <w:sz w:val="52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/>
                        <w:b/>
                        <w:i/>
                        <w:caps/>
                        <w:color w:val="FFA600" w:themeColor="accent4"/>
                        <w:sz w:val="52"/>
                        <w14:reflection w14:blurRad="12700" w14:stA="28000" w14:stPos="0" w14:endA="0" w14:endPos="45000" w14:dist="1003" w14:dir="5400000" w14:fadeDir="5400000" w14:sx="100000" w14:sy="-100000" w14:kx="0" w14:ky="0" w14:algn="bl"/>
                        <w14:textOutline w14:w="4495" w14:cap="flat" w14:cmpd="sng" w14:algn="ctr">
                          <w14:solidFill>
                            <w14:schemeClr w14:val="accent4">
                              <w14:shade w14:val="50000"/>
                              <w14:satMod w14:val="120000"/>
                            </w14:schemeClr>
                          </w14:solidFill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4">
                                  <w14:shade w14:val="20000"/>
                                  <w14:satMod w14:val="245000"/>
                                </w14:schemeClr>
                              </w14:gs>
                              <w14:gs w14:pos="43000">
                                <w14:schemeClr w14:val="accent4">
                                  <w14:satMod w14:val="255000"/>
                                </w14:schemeClr>
                              </w14:gs>
                              <w14:gs w14:pos="48000">
                                <w14:schemeClr w14:val="accent4">
                                  <w14:shade w14:val="85000"/>
                                  <w14:satMod w14:val="255000"/>
                                </w14:schemeClr>
                              </w14:gs>
                              <w14:gs w14:pos="100000">
                                <w14:schemeClr w14:val="accent4">
                                  <w14:shade w14:val="20000"/>
                                  <w14:satMod w14:val="245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</m:ctrlPr>
                  </m:radPr>
                  <m:deg/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aps/>
                        <w:color w:val="FFA600" w:themeColor="accent4"/>
                        <w:sz w:val="52"/>
                        <w14:reflection w14:blurRad="12700" w14:stA="28000" w14:stPos="0" w14:endA="0" w14:endPos="45000" w14:dist="1003" w14:dir="5400000" w14:fadeDir="5400000" w14:sx="100000" w14:sy="-100000" w14:kx="0" w14:ky="0" w14:algn="bl"/>
                        <w14:textOutline w14:w="4495" w14:cap="flat" w14:cmpd="sng" w14:algn="ctr">
                          <w14:solidFill>
                            <w14:schemeClr w14:val="accent4">
                              <w14:shade w14:val="50000"/>
                              <w14:satMod w14:val="120000"/>
                            </w14:schemeClr>
                          </w14:solidFill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4">
                                  <w14:shade w14:val="20000"/>
                                  <w14:satMod w14:val="245000"/>
                                </w14:schemeClr>
                              </w14:gs>
                              <w14:gs w14:pos="43000">
                                <w14:schemeClr w14:val="accent4">
                                  <w14:satMod w14:val="255000"/>
                                </w14:schemeClr>
                              </w14:gs>
                              <w14:gs w14:pos="48000">
                                <w14:schemeClr w14:val="accent4">
                                  <w14:shade w14:val="85000"/>
                                  <w14:satMod w14:val="255000"/>
                                </w14:schemeClr>
                              </w14:gs>
                              <w14:gs w14:pos="100000">
                                <w14:schemeClr w14:val="accent4">
                                  <w14:shade w14:val="20000"/>
                                  <w14:satMod w14:val="245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  <m:t>49</m:t>
                    </m:r>
                  </m:e>
                </m:rad>
              </m:oMath>
            </m:oMathPara>
          </w:p>
        </w:tc>
        <w:tc>
          <w:tcPr>
            <w:tcW w:w="1626" w:type="dxa"/>
            <w:vAlign w:val="center"/>
          </w:tcPr>
          <w:p w:rsidR="008749DD" w:rsidRPr="008749DD" w:rsidRDefault="008749DD" w:rsidP="008749DD">
            <w:pPr>
              <w:jc w:val="center"/>
              <w:rPr>
                <w:b/>
                <w:caps/>
                <w:color w:val="FFA600" w:themeColor="accent4"/>
                <w:sz w:val="52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aps/>
                    <w:color w:val="FFA600" w:themeColor="accent4"/>
                    <w:sz w:val="52"/>
                    <w14:reflection w14:blurRad="12700" w14:stA="28000" w14:stPos="0" w14:endA="0" w14:endPos="45000" w14:dist="1003" w14:dir="5400000" w14:fadeDir="5400000" w14:sx="100000" w14:sy="-100000" w14:kx="0" w14:ky="0" w14:algn="bl"/>
                    <w14:textOutline w14:w="4495" w14:cap="flat" w14:cmpd="sng" w14:algn="ctr">
                      <w14:solidFill>
                        <w14:schemeClr w14:val="accent4">
                          <w14:shade w14:val="50000"/>
                          <w14:satMod w14:val="120000"/>
                        </w14:schemeClr>
                      </w14:solidFill>
                      <w14:prstDash w14:val="solid"/>
                      <w14:round/>
                    </w14:textOutline>
                    <w14:textFill>
                      <w14:gradFill>
                        <w14:gsLst>
                          <w14:gs w14:pos="0">
                            <w14:schemeClr w14:val="accent4">
                              <w14:shade w14:val="20000"/>
                              <w14:satMod w14:val="245000"/>
                            </w14:schemeClr>
                          </w14:gs>
                          <w14:gs w14:pos="43000">
                            <w14:schemeClr w14:val="accent4">
                              <w14:satMod w14:val="255000"/>
                            </w14:schemeClr>
                          </w14:gs>
                          <w14:gs w14:pos="48000">
                            <w14:schemeClr w14:val="accent4">
                              <w14:shade w14:val="85000"/>
                              <w14:satMod w14:val="255000"/>
                            </w14:schemeClr>
                          </w14:gs>
                          <w14:gs w14:pos="100000">
                            <w14:schemeClr w14:val="accent4">
                              <w14:shade w14:val="20000"/>
                              <w14:satMod w14:val="245000"/>
                            </w14:schemeClr>
                          </w14:gs>
                        </w14:gsLst>
                        <w14:lin w14:ang="5400000" w14:scaled="0"/>
                      </w14:gradFill>
                    </w14:textFill>
                  </w:rPr>
                  <m:t>7</m:t>
                </m:r>
              </m:oMath>
            </m:oMathPara>
          </w:p>
        </w:tc>
        <w:tc>
          <w:tcPr>
            <w:tcW w:w="1626" w:type="dxa"/>
            <w:vAlign w:val="center"/>
          </w:tcPr>
          <w:p w:rsidR="008749DD" w:rsidRPr="008749DD" w:rsidRDefault="00B7560A" w:rsidP="008749DD">
            <w:pPr>
              <w:jc w:val="center"/>
              <w:rPr>
                <w:b/>
                <w:caps/>
                <w:color w:val="FFA600" w:themeColor="accent4"/>
                <w:sz w:val="52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/>
                        <w:b/>
                        <w:i/>
                        <w:caps/>
                        <w:color w:val="FFA600" w:themeColor="accent4"/>
                        <w:sz w:val="52"/>
                        <w14:reflection w14:blurRad="12700" w14:stA="28000" w14:stPos="0" w14:endA="0" w14:endPos="45000" w14:dist="1003" w14:dir="5400000" w14:fadeDir="5400000" w14:sx="100000" w14:sy="-100000" w14:kx="0" w14:ky="0" w14:algn="bl"/>
                        <w14:textOutline w14:w="4495" w14:cap="flat" w14:cmpd="sng" w14:algn="ctr">
                          <w14:solidFill>
                            <w14:schemeClr w14:val="accent4">
                              <w14:shade w14:val="50000"/>
                              <w14:satMod w14:val="120000"/>
                            </w14:schemeClr>
                          </w14:solidFill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4">
                                  <w14:shade w14:val="20000"/>
                                  <w14:satMod w14:val="245000"/>
                                </w14:schemeClr>
                              </w14:gs>
                              <w14:gs w14:pos="43000">
                                <w14:schemeClr w14:val="accent4">
                                  <w14:satMod w14:val="255000"/>
                                </w14:schemeClr>
                              </w14:gs>
                              <w14:gs w14:pos="48000">
                                <w14:schemeClr w14:val="accent4">
                                  <w14:shade w14:val="85000"/>
                                  <w14:satMod w14:val="255000"/>
                                </w14:schemeClr>
                              </w14:gs>
                              <w14:gs w14:pos="100000">
                                <w14:schemeClr w14:val="accent4">
                                  <w14:shade w14:val="20000"/>
                                  <w14:satMod w14:val="245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</m:ctrlPr>
                  </m:radPr>
                  <m:deg/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aps/>
                        <w:color w:val="FFA600" w:themeColor="accent4"/>
                        <w:sz w:val="52"/>
                        <w14:reflection w14:blurRad="12700" w14:stA="28000" w14:stPos="0" w14:endA="0" w14:endPos="45000" w14:dist="1003" w14:dir="5400000" w14:fadeDir="5400000" w14:sx="100000" w14:sy="-100000" w14:kx="0" w14:ky="0" w14:algn="bl"/>
                        <w14:textOutline w14:w="4495" w14:cap="flat" w14:cmpd="sng" w14:algn="ctr">
                          <w14:solidFill>
                            <w14:schemeClr w14:val="accent4">
                              <w14:shade w14:val="50000"/>
                              <w14:satMod w14:val="120000"/>
                            </w14:schemeClr>
                          </w14:solidFill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4">
                                  <w14:shade w14:val="20000"/>
                                  <w14:satMod w14:val="245000"/>
                                </w14:schemeClr>
                              </w14:gs>
                              <w14:gs w14:pos="43000">
                                <w14:schemeClr w14:val="accent4">
                                  <w14:satMod w14:val="255000"/>
                                </w14:schemeClr>
                              </w14:gs>
                              <w14:gs w14:pos="48000">
                                <w14:schemeClr w14:val="accent4">
                                  <w14:shade w14:val="85000"/>
                                  <w14:satMod w14:val="255000"/>
                                </w14:schemeClr>
                              </w14:gs>
                              <w14:gs w14:pos="100000">
                                <w14:schemeClr w14:val="accent4">
                                  <w14:shade w14:val="20000"/>
                                  <w14:satMod w14:val="245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  <m:t>225</m:t>
                    </m:r>
                  </m:e>
                </m:rad>
              </m:oMath>
            </m:oMathPara>
          </w:p>
        </w:tc>
        <w:tc>
          <w:tcPr>
            <w:tcW w:w="1626" w:type="dxa"/>
            <w:vAlign w:val="center"/>
          </w:tcPr>
          <w:p w:rsidR="008749DD" w:rsidRPr="008749DD" w:rsidRDefault="008749DD" w:rsidP="008749DD">
            <w:pPr>
              <w:jc w:val="center"/>
              <w:rPr>
                <w:b/>
                <w:caps/>
                <w:color w:val="FFA600" w:themeColor="accent4"/>
                <w:sz w:val="52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aps/>
                    <w:color w:val="FFA600" w:themeColor="accent4"/>
                    <w:sz w:val="52"/>
                    <w14:reflection w14:blurRad="12700" w14:stA="28000" w14:stPos="0" w14:endA="0" w14:endPos="45000" w14:dist="1003" w14:dir="5400000" w14:fadeDir="5400000" w14:sx="100000" w14:sy="-100000" w14:kx="0" w14:ky="0" w14:algn="bl"/>
                    <w14:textOutline w14:w="4495" w14:cap="flat" w14:cmpd="sng" w14:algn="ctr">
                      <w14:solidFill>
                        <w14:schemeClr w14:val="accent4">
                          <w14:shade w14:val="50000"/>
                          <w14:satMod w14:val="120000"/>
                        </w14:schemeClr>
                      </w14:solidFill>
                      <w14:prstDash w14:val="solid"/>
                      <w14:round/>
                    </w14:textOutline>
                    <w14:textFill>
                      <w14:gradFill>
                        <w14:gsLst>
                          <w14:gs w14:pos="0">
                            <w14:schemeClr w14:val="accent4">
                              <w14:shade w14:val="20000"/>
                              <w14:satMod w14:val="245000"/>
                            </w14:schemeClr>
                          </w14:gs>
                          <w14:gs w14:pos="43000">
                            <w14:schemeClr w14:val="accent4">
                              <w14:satMod w14:val="255000"/>
                            </w14:schemeClr>
                          </w14:gs>
                          <w14:gs w14:pos="48000">
                            <w14:schemeClr w14:val="accent4">
                              <w14:shade w14:val="85000"/>
                              <w14:satMod w14:val="255000"/>
                            </w14:schemeClr>
                          </w14:gs>
                          <w14:gs w14:pos="100000">
                            <w14:schemeClr w14:val="accent4">
                              <w14:shade w14:val="20000"/>
                              <w14:satMod w14:val="245000"/>
                            </w14:schemeClr>
                          </w14:gs>
                        </w14:gsLst>
                        <w14:lin w14:ang="5400000" w14:scaled="0"/>
                      </w14:gradFill>
                    </w14:textFill>
                  </w:rPr>
                  <m:t>15</m:t>
                </m:r>
              </m:oMath>
            </m:oMathPara>
          </w:p>
        </w:tc>
        <w:tc>
          <w:tcPr>
            <w:tcW w:w="1626" w:type="dxa"/>
            <w:vAlign w:val="center"/>
          </w:tcPr>
          <w:p w:rsidR="008749DD" w:rsidRPr="008749DD" w:rsidRDefault="008749DD" w:rsidP="008749DD">
            <w:pPr>
              <w:jc w:val="center"/>
              <w:rPr>
                <w:b/>
                <w:caps/>
                <w:color w:val="FFA600" w:themeColor="accent4"/>
                <w:sz w:val="52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1627" w:type="dxa"/>
            <w:vAlign w:val="center"/>
          </w:tcPr>
          <w:p w:rsidR="008749DD" w:rsidRPr="008749DD" w:rsidRDefault="008749DD" w:rsidP="008749DD">
            <w:pPr>
              <w:jc w:val="center"/>
              <w:rPr>
                <w:b/>
                <w:caps/>
                <w:color w:val="FFA600" w:themeColor="accent4"/>
                <w:sz w:val="52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</w:tr>
      <w:tr w:rsidR="008749DD" w:rsidRPr="008749DD" w:rsidTr="001813E4">
        <w:trPr>
          <w:trHeight w:val="1627"/>
        </w:trPr>
        <w:tc>
          <w:tcPr>
            <w:tcW w:w="1626" w:type="dxa"/>
            <w:vAlign w:val="center"/>
          </w:tcPr>
          <w:p w:rsidR="008749DD" w:rsidRPr="008749DD" w:rsidRDefault="00B7560A" w:rsidP="008749DD">
            <w:pPr>
              <w:jc w:val="center"/>
              <w:rPr>
                <w:b/>
                <w:caps/>
                <w:color w:val="FFA600" w:themeColor="accent4"/>
                <w:sz w:val="52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/>
                        <w:b/>
                        <w:i/>
                        <w:caps/>
                        <w:color w:val="FFA600" w:themeColor="accent4"/>
                        <w:sz w:val="52"/>
                        <w14:reflection w14:blurRad="12700" w14:stA="28000" w14:stPos="0" w14:endA="0" w14:endPos="45000" w14:dist="1003" w14:dir="5400000" w14:fadeDir="5400000" w14:sx="100000" w14:sy="-100000" w14:kx="0" w14:ky="0" w14:algn="bl"/>
                        <w14:textOutline w14:w="4495" w14:cap="flat" w14:cmpd="sng" w14:algn="ctr">
                          <w14:solidFill>
                            <w14:schemeClr w14:val="accent4">
                              <w14:shade w14:val="50000"/>
                              <w14:satMod w14:val="120000"/>
                            </w14:schemeClr>
                          </w14:solidFill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4">
                                  <w14:shade w14:val="20000"/>
                                  <w14:satMod w14:val="245000"/>
                                </w14:schemeClr>
                              </w14:gs>
                              <w14:gs w14:pos="43000">
                                <w14:schemeClr w14:val="accent4">
                                  <w14:satMod w14:val="255000"/>
                                </w14:schemeClr>
                              </w14:gs>
                              <w14:gs w14:pos="48000">
                                <w14:schemeClr w14:val="accent4">
                                  <w14:shade w14:val="85000"/>
                                  <w14:satMod w14:val="255000"/>
                                </w14:schemeClr>
                              </w14:gs>
                              <w14:gs w14:pos="100000">
                                <w14:schemeClr w14:val="accent4">
                                  <w14:shade w14:val="20000"/>
                                  <w14:satMod w14:val="245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</m:ctrlPr>
                  </m:radPr>
                  <m:deg/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aps/>
                        <w:color w:val="FFA600" w:themeColor="accent4"/>
                        <w:sz w:val="52"/>
                        <w14:reflection w14:blurRad="12700" w14:stA="28000" w14:stPos="0" w14:endA="0" w14:endPos="45000" w14:dist="1003" w14:dir="5400000" w14:fadeDir="5400000" w14:sx="100000" w14:sy="-100000" w14:kx="0" w14:ky="0" w14:algn="bl"/>
                        <w14:textOutline w14:w="4495" w14:cap="flat" w14:cmpd="sng" w14:algn="ctr">
                          <w14:solidFill>
                            <w14:schemeClr w14:val="accent4">
                              <w14:shade w14:val="50000"/>
                              <w14:satMod w14:val="120000"/>
                            </w14:schemeClr>
                          </w14:solidFill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4">
                                  <w14:shade w14:val="20000"/>
                                  <w14:satMod w14:val="245000"/>
                                </w14:schemeClr>
                              </w14:gs>
                              <w14:gs w14:pos="43000">
                                <w14:schemeClr w14:val="accent4">
                                  <w14:satMod w14:val="255000"/>
                                </w14:schemeClr>
                              </w14:gs>
                              <w14:gs w14:pos="48000">
                                <w14:schemeClr w14:val="accent4">
                                  <w14:shade w14:val="85000"/>
                                  <w14:satMod w14:val="255000"/>
                                </w14:schemeClr>
                              </w14:gs>
                              <w14:gs w14:pos="100000">
                                <w14:schemeClr w14:val="accent4">
                                  <w14:shade w14:val="20000"/>
                                  <w14:satMod w14:val="245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  <m:t>64</m:t>
                    </m:r>
                  </m:e>
                </m:rad>
              </m:oMath>
            </m:oMathPara>
          </w:p>
        </w:tc>
        <w:tc>
          <w:tcPr>
            <w:tcW w:w="1626" w:type="dxa"/>
            <w:vAlign w:val="center"/>
          </w:tcPr>
          <w:p w:rsidR="008749DD" w:rsidRPr="008749DD" w:rsidRDefault="008749DD" w:rsidP="008749DD">
            <w:pPr>
              <w:jc w:val="center"/>
              <w:rPr>
                <w:b/>
                <w:caps/>
                <w:color w:val="FFA600" w:themeColor="accent4"/>
                <w:sz w:val="52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aps/>
                    <w:color w:val="FFA600" w:themeColor="accent4"/>
                    <w:sz w:val="52"/>
                    <w14:reflection w14:blurRad="12700" w14:stA="28000" w14:stPos="0" w14:endA="0" w14:endPos="45000" w14:dist="1003" w14:dir="5400000" w14:fadeDir="5400000" w14:sx="100000" w14:sy="-100000" w14:kx="0" w14:ky="0" w14:algn="bl"/>
                    <w14:textOutline w14:w="4495" w14:cap="flat" w14:cmpd="sng" w14:algn="ctr">
                      <w14:solidFill>
                        <w14:schemeClr w14:val="accent4">
                          <w14:shade w14:val="50000"/>
                          <w14:satMod w14:val="120000"/>
                        </w14:schemeClr>
                      </w14:solidFill>
                      <w14:prstDash w14:val="solid"/>
                      <w14:round/>
                    </w14:textOutline>
                    <w14:textFill>
                      <w14:gradFill>
                        <w14:gsLst>
                          <w14:gs w14:pos="0">
                            <w14:schemeClr w14:val="accent4">
                              <w14:shade w14:val="20000"/>
                              <w14:satMod w14:val="245000"/>
                            </w14:schemeClr>
                          </w14:gs>
                          <w14:gs w14:pos="43000">
                            <w14:schemeClr w14:val="accent4">
                              <w14:satMod w14:val="255000"/>
                            </w14:schemeClr>
                          </w14:gs>
                          <w14:gs w14:pos="48000">
                            <w14:schemeClr w14:val="accent4">
                              <w14:shade w14:val="85000"/>
                              <w14:satMod w14:val="255000"/>
                            </w14:schemeClr>
                          </w14:gs>
                          <w14:gs w14:pos="100000">
                            <w14:schemeClr w14:val="accent4">
                              <w14:shade w14:val="20000"/>
                              <w14:satMod w14:val="245000"/>
                            </w14:schemeClr>
                          </w14:gs>
                        </w14:gsLst>
                        <w14:lin w14:ang="5400000" w14:scaled="0"/>
                      </w14:gradFill>
                    </w14:textFill>
                  </w:rPr>
                  <m:t>8</m:t>
                </m:r>
              </m:oMath>
            </m:oMathPara>
          </w:p>
        </w:tc>
        <w:tc>
          <w:tcPr>
            <w:tcW w:w="1626" w:type="dxa"/>
            <w:vAlign w:val="center"/>
          </w:tcPr>
          <w:p w:rsidR="008749DD" w:rsidRPr="008749DD" w:rsidRDefault="00B7560A" w:rsidP="008749DD">
            <w:pPr>
              <w:jc w:val="center"/>
              <w:rPr>
                <w:b/>
                <w:caps/>
                <w:color w:val="FFA600" w:themeColor="accent4"/>
                <w:sz w:val="52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/>
                        <w:b/>
                        <w:i/>
                        <w:caps/>
                        <w:color w:val="FFA600" w:themeColor="accent4"/>
                        <w:sz w:val="52"/>
                        <w14:reflection w14:blurRad="12700" w14:stA="28000" w14:stPos="0" w14:endA="0" w14:endPos="45000" w14:dist="1003" w14:dir="5400000" w14:fadeDir="5400000" w14:sx="100000" w14:sy="-100000" w14:kx="0" w14:ky="0" w14:algn="bl"/>
                        <w14:textOutline w14:w="4495" w14:cap="flat" w14:cmpd="sng" w14:algn="ctr">
                          <w14:solidFill>
                            <w14:schemeClr w14:val="accent4">
                              <w14:shade w14:val="50000"/>
                              <w14:satMod w14:val="120000"/>
                            </w14:schemeClr>
                          </w14:solidFill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4">
                                  <w14:shade w14:val="20000"/>
                                  <w14:satMod w14:val="245000"/>
                                </w14:schemeClr>
                              </w14:gs>
                              <w14:gs w14:pos="43000">
                                <w14:schemeClr w14:val="accent4">
                                  <w14:satMod w14:val="255000"/>
                                </w14:schemeClr>
                              </w14:gs>
                              <w14:gs w14:pos="48000">
                                <w14:schemeClr w14:val="accent4">
                                  <w14:shade w14:val="85000"/>
                                  <w14:satMod w14:val="255000"/>
                                </w14:schemeClr>
                              </w14:gs>
                              <w14:gs w14:pos="100000">
                                <w14:schemeClr w14:val="accent4">
                                  <w14:shade w14:val="20000"/>
                                  <w14:satMod w14:val="245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</m:ctrlPr>
                  </m:radPr>
                  <m:deg/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aps/>
                        <w:color w:val="FFA600" w:themeColor="accent4"/>
                        <w:sz w:val="52"/>
                        <w14:reflection w14:blurRad="12700" w14:stA="28000" w14:stPos="0" w14:endA="0" w14:endPos="45000" w14:dist="1003" w14:dir="5400000" w14:fadeDir="5400000" w14:sx="100000" w14:sy="-100000" w14:kx="0" w14:ky="0" w14:algn="bl"/>
                        <w14:textOutline w14:w="4495" w14:cap="flat" w14:cmpd="sng" w14:algn="ctr">
                          <w14:solidFill>
                            <w14:schemeClr w14:val="accent4">
                              <w14:shade w14:val="50000"/>
                              <w14:satMod w14:val="120000"/>
                            </w14:schemeClr>
                          </w14:solidFill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4">
                                  <w14:shade w14:val="20000"/>
                                  <w14:satMod w14:val="245000"/>
                                </w14:schemeClr>
                              </w14:gs>
                              <w14:gs w14:pos="43000">
                                <w14:schemeClr w14:val="accent4">
                                  <w14:satMod w14:val="255000"/>
                                </w14:schemeClr>
                              </w14:gs>
                              <w14:gs w14:pos="48000">
                                <w14:schemeClr w14:val="accent4">
                                  <w14:shade w14:val="85000"/>
                                  <w14:satMod w14:val="255000"/>
                                </w14:schemeClr>
                              </w14:gs>
                              <w14:gs w14:pos="100000">
                                <w14:schemeClr w14:val="accent4">
                                  <w14:shade w14:val="20000"/>
                                  <w14:satMod w14:val="245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  <m:t>256</m:t>
                    </m:r>
                  </m:e>
                </m:rad>
              </m:oMath>
            </m:oMathPara>
          </w:p>
        </w:tc>
        <w:tc>
          <w:tcPr>
            <w:tcW w:w="1626" w:type="dxa"/>
            <w:vAlign w:val="center"/>
          </w:tcPr>
          <w:p w:rsidR="008749DD" w:rsidRPr="008749DD" w:rsidRDefault="008749DD" w:rsidP="008749DD">
            <w:pPr>
              <w:jc w:val="center"/>
              <w:rPr>
                <w:b/>
                <w:caps/>
                <w:color w:val="FFA600" w:themeColor="accent4"/>
                <w:sz w:val="52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aps/>
                    <w:color w:val="FFA600" w:themeColor="accent4"/>
                    <w:sz w:val="52"/>
                    <w14:reflection w14:blurRad="12700" w14:stA="28000" w14:stPos="0" w14:endA="0" w14:endPos="45000" w14:dist="1003" w14:dir="5400000" w14:fadeDir="5400000" w14:sx="100000" w14:sy="-100000" w14:kx="0" w14:ky="0" w14:algn="bl"/>
                    <w14:textOutline w14:w="4495" w14:cap="flat" w14:cmpd="sng" w14:algn="ctr">
                      <w14:solidFill>
                        <w14:schemeClr w14:val="accent4">
                          <w14:shade w14:val="50000"/>
                          <w14:satMod w14:val="120000"/>
                        </w14:schemeClr>
                      </w14:solidFill>
                      <w14:prstDash w14:val="solid"/>
                      <w14:round/>
                    </w14:textOutline>
                    <w14:textFill>
                      <w14:gradFill>
                        <w14:gsLst>
                          <w14:gs w14:pos="0">
                            <w14:schemeClr w14:val="accent4">
                              <w14:shade w14:val="20000"/>
                              <w14:satMod w14:val="245000"/>
                            </w14:schemeClr>
                          </w14:gs>
                          <w14:gs w14:pos="43000">
                            <w14:schemeClr w14:val="accent4">
                              <w14:satMod w14:val="255000"/>
                            </w14:schemeClr>
                          </w14:gs>
                          <w14:gs w14:pos="48000">
                            <w14:schemeClr w14:val="accent4">
                              <w14:shade w14:val="85000"/>
                              <w14:satMod w14:val="255000"/>
                            </w14:schemeClr>
                          </w14:gs>
                          <w14:gs w14:pos="100000">
                            <w14:schemeClr w14:val="accent4">
                              <w14:shade w14:val="20000"/>
                              <w14:satMod w14:val="245000"/>
                            </w14:schemeClr>
                          </w14:gs>
                        </w14:gsLst>
                        <w14:lin w14:ang="5400000" w14:scaled="0"/>
                      </w14:gradFill>
                    </w14:textFill>
                  </w:rPr>
                  <m:t>16</m:t>
                </m:r>
              </m:oMath>
            </m:oMathPara>
          </w:p>
        </w:tc>
        <w:tc>
          <w:tcPr>
            <w:tcW w:w="1626" w:type="dxa"/>
            <w:vAlign w:val="center"/>
          </w:tcPr>
          <w:p w:rsidR="008749DD" w:rsidRPr="008749DD" w:rsidRDefault="008749DD" w:rsidP="008749DD">
            <w:pPr>
              <w:jc w:val="center"/>
              <w:rPr>
                <w:b/>
                <w:caps/>
                <w:color w:val="FFA600" w:themeColor="accent4"/>
                <w:sz w:val="52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1627" w:type="dxa"/>
            <w:vAlign w:val="center"/>
          </w:tcPr>
          <w:p w:rsidR="008749DD" w:rsidRPr="008749DD" w:rsidRDefault="008749DD" w:rsidP="008749DD">
            <w:pPr>
              <w:jc w:val="center"/>
              <w:rPr>
                <w:b/>
                <w:caps/>
                <w:color w:val="FFA600" w:themeColor="accent4"/>
                <w:sz w:val="52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</w:tr>
      <w:tr w:rsidR="008749DD" w:rsidRPr="008749DD" w:rsidTr="001813E4">
        <w:trPr>
          <w:trHeight w:val="1627"/>
        </w:trPr>
        <w:tc>
          <w:tcPr>
            <w:tcW w:w="1626" w:type="dxa"/>
            <w:vAlign w:val="center"/>
          </w:tcPr>
          <w:p w:rsidR="008749DD" w:rsidRPr="008749DD" w:rsidRDefault="00B7560A" w:rsidP="008749DD">
            <w:pPr>
              <w:jc w:val="center"/>
              <w:rPr>
                <w:b/>
                <w:caps/>
                <w:color w:val="FFA600" w:themeColor="accent4"/>
                <w:sz w:val="52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/>
                        <w:b/>
                        <w:i/>
                        <w:caps/>
                        <w:color w:val="FFA600" w:themeColor="accent4"/>
                        <w:sz w:val="52"/>
                        <w14:reflection w14:blurRad="12700" w14:stA="28000" w14:stPos="0" w14:endA="0" w14:endPos="45000" w14:dist="1003" w14:dir="5400000" w14:fadeDir="5400000" w14:sx="100000" w14:sy="-100000" w14:kx="0" w14:ky="0" w14:algn="bl"/>
                        <w14:textOutline w14:w="4495" w14:cap="flat" w14:cmpd="sng" w14:algn="ctr">
                          <w14:solidFill>
                            <w14:schemeClr w14:val="accent4">
                              <w14:shade w14:val="50000"/>
                              <w14:satMod w14:val="120000"/>
                            </w14:schemeClr>
                          </w14:solidFill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4">
                                  <w14:shade w14:val="20000"/>
                                  <w14:satMod w14:val="245000"/>
                                </w14:schemeClr>
                              </w14:gs>
                              <w14:gs w14:pos="43000">
                                <w14:schemeClr w14:val="accent4">
                                  <w14:satMod w14:val="255000"/>
                                </w14:schemeClr>
                              </w14:gs>
                              <w14:gs w14:pos="48000">
                                <w14:schemeClr w14:val="accent4">
                                  <w14:shade w14:val="85000"/>
                                  <w14:satMod w14:val="255000"/>
                                </w14:schemeClr>
                              </w14:gs>
                              <w14:gs w14:pos="100000">
                                <w14:schemeClr w14:val="accent4">
                                  <w14:shade w14:val="20000"/>
                                  <w14:satMod w14:val="245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</m:ctrlPr>
                  </m:radPr>
                  <m:deg/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aps/>
                        <w:color w:val="FFA600" w:themeColor="accent4"/>
                        <w:sz w:val="52"/>
                        <w14:reflection w14:blurRad="12700" w14:stA="28000" w14:stPos="0" w14:endA="0" w14:endPos="45000" w14:dist="1003" w14:dir="5400000" w14:fadeDir="5400000" w14:sx="100000" w14:sy="-100000" w14:kx="0" w14:ky="0" w14:algn="bl"/>
                        <w14:textOutline w14:w="4495" w14:cap="flat" w14:cmpd="sng" w14:algn="ctr">
                          <w14:solidFill>
                            <w14:schemeClr w14:val="accent4">
                              <w14:shade w14:val="50000"/>
                              <w14:satMod w14:val="120000"/>
                            </w14:schemeClr>
                          </w14:solidFill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4">
                                  <w14:shade w14:val="20000"/>
                                  <w14:satMod w14:val="245000"/>
                                </w14:schemeClr>
                              </w14:gs>
                              <w14:gs w14:pos="43000">
                                <w14:schemeClr w14:val="accent4">
                                  <w14:satMod w14:val="255000"/>
                                </w14:schemeClr>
                              </w14:gs>
                              <w14:gs w14:pos="48000">
                                <w14:schemeClr w14:val="accent4">
                                  <w14:shade w14:val="85000"/>
                                  <w14:satMod w14:val="255000"/>
                                </w14:schemeClr>
                              </w14:gs>
                              <w14:gs w14:pos="100000">
                                <w14:schemeClr w14:val="accent4">
                                  <w14:shade w14:val="20000"/>
                                  <w14:satMod w14:val="245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  <m:t>81</m:t>
                    </m:r>
                  </m:e>
                </m:rad>
              </m:oMath>
            </m:oMathPara>
          </w:p>
        </w:tc>
        <w:tc>
          <w:tcPr>
            <w:tcW w:w="1626" w:type="dxa"/>
            <w:vAlign w:val="center"/>
          </w:tcPr>
          <w:p w:rsidR="008749DD" w:rsidRPr="008749DD" w:rsidRDefault="008749DD" w:rsidP="008749DD">
            <w:pPr>
              <w:jc w:val="center"/>
              <w:rPr>
                <w:b/>
                <w:caps/>
                <w:color w:val="FFA600" w:themeColor="accent4"/>
                <w:sz w:val="52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aps/>
                    <w:color w:val="FFA600" w:themeColor="accent4"/>
                    <w:sz w:val="52"/>
                    <w14:reflection w14:blurRad="12700" w14:stA="28000" w14:stPos="0" w14:endA="0" w14:endPos="45000" w14:dist="1003" w14:dir="5400000" w14:fadeDir="5400000" w14:sx="100000" w14:sy="-100000" w14:kx="0" w14:ky="0" w14:algn="bl"/>
                    <w14:textOutline w14:w="4495" w14:cap="flat" w14:cmpd="sng" w14:algn="ctr">
                      <w14:solidFill>
                        <w14:schemeClr w14:val="accent4">
                          <w14:shade w14:val="50000"/>
                          <w14:satMod w14:val="120000"/>
                        </w14:schemeClr>
                      </w14:solidFill>
                      <w14:prstDash w14:val="solid"/>
                      <w14:round/>
                    </w14:textOutline>
                    <w14:textFill>
                      <w14:gradFill>
                        <w14:gsLst>
                          <w14:gs w14:pos="0">
                            <w14:schemeClr w14:val="accent4">
                              <w14:shade w14:val="20000"/>
                              <w14:satMod w14:val="245000"/>
                            </w14:schemeClr>
                          </w14:gs>
                          <w14:gs w14:pos="43000">
                            <w14:schemeClr w14:val="accent4">
                              <w14:satMod w14:val="255000"/>
                            </w14:schemeClr>
                          </w14:gs>
                          <w14:gs w14:pos="48000">
                            <w14:schemeClr w14:val="accent4">
                              <w14:shade w14:val="85000"/>
                              <w14:satMod w14:val="255000"/>
                            </w14:schemeClr>
                          </w14:gs>
                          <w14:gs w14:pos="100000">
                            <w14:schemeClr w14:val="accent4">
                              <w14:shade w14:val="20000"/>
                              <w14:satMod w14:val="245000"/>
                            </w14:schemeClr>
                          </w14:gs>
                        </w14:gsLst>
                        <w14:lin w14:ang="5400000" w14:scaled="0"/>
                      </w14:gradFill>
                    </w14:textFill>
                  </w:rPr>
                  <m:t>9</m:t>
                </m:r>
              </m:oMath>
            </m:oMathPara>
          </w:p>
        </w:tc>
        <w:tc>
          <w:tcPr>
            <w:tcW w:w="1626" w:type="dxa"/>
            <w:vAlign w:val="center"/>
          </w:tcPr>
          <w:p w:rsidR="008749DD" w:rsidRPr="008749DD" w:rsidRDefault="00B7560A" w:rsidP="008749DD">
            <w:pPr>
              <w:jc w:val="center"/>
              <w:rPr>
                <w:b/>
                <w:caps/>
                <w:color w:val="FFA600" w:themeColor="accent4"/>
                <w:sz w:val="52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/>
                        <w:b/>
                        <w:i/>
                        <w:caps/>
                        <w:color w:val="FFA600" w:themeColor="accent4"/>
                        <w:sz w:val="52"/>
                        <w14:reflection w14:blurRad="12700" w14:stA="28000" w14:stPos="0" w14:endA="0" w14:endPos="45000" w14:dist="1003" w14:dir="5400000" w14:fadeDir="5400000" w14:sx="100000" w14:sy="-100000" w14:kx="0" w14:ky="0" w14:algn="bl"/>
                        <w14:textOutline w14:w="4495" w14:cap="flat" w14:cmpd="sng" w14:algn="ctr">
                          <w14:solidFill>
                            <w14:schemeClr w14:val="accent4">
                              <w14:shade w14:val="50000"/>
                              <w14:satMod w14:val="120000"/>
                            </w14:schemeClr>
                          </w14:solidFill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4">
                                  <w14:shade w14:val="20000"/>
                                  <w14:satMod w14:val="245000"/>
                                </w14:schemeClr>
                              </w14:gs>
                              <w14:gs w14:pos="43000">
                                <w14:schemeClr w14:val="accent4">
                                  <w14:satMod w14:val="255000"/>
                                </w14:schemeClr>
                              </w14:gs>
                              <w14:gs w14:pos="48000">
                                <w14:schemeClr w14:val="accent4">
                                  <w14:shade w14:val="85000"/>
                                  <w14:satMod w14:val="255000"/>
                                </w14:schemeClr>
                              </w14:gs>
                              <w14:gs w14:pos="100000">
                                <w14:schemeClr w14:val="accent4">
                                  <w14:shade w14:val="20000"/>
                                  <w14:satMod w14:val="245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</m:ctrlPr>
                  </m:radPr>
                  <m:deg/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aps/>
                        <w:color w:val="FFA600" w:themeColor="accent4"/>
                        <w:sz w:val="52"/>
                        <w14:reflection w14:blurRad="12700" w14:stA="28000" w14:stPos="0" w14:endA="0" w14:endPos="45000" w14:dist="1003" w14:dir="5400000" w14:fadeDir="5400000" w14:sx="100000" w14:sy="-100000" w14:kx="0" w14:ky="0" w14:algn="bl"/>
                        <w14:textOutline w14:w="4495" w14:cap="flat" w14:cmpd="sng" w14:algn="ctr">
                          <w14:solidFill>
                            <w14:schemeClr w14:val="accent4">
                              <w14:shade w14:val="50000"/>
                              <w14:satMod w14:val="120000"/>
                            </w14:schemeClr>
                          </w14:solidFill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4">
                                  <w14:shade w14:val="20000"/>
                                  <w14:satMod w14:val="245000"/>
                                </w14:schemeClr>
                              </w14:gs>
                              <w14:gs w14:pos="43000">
                                <w14:schemeClr w14:val="accent4">
                                  <w14:satMod w14:val="255000"/>
                                </w14:schemeClr>
                              </w14:gs>
                              <w14:gs w14:pos="48000">
                                <w14:schemeClr w14:val="accent4">
                                  <w14:shade w14:val="85000"/>
                                  <w14:satMod w14:val="255000"/>
                                </w14:schemeClr>
                              </w14:gs>
                              <w14:gs w14:pos="100000">
                                <w14:schemeClr w14:val="accent4">
                                  <w14:shade w14:val="20000"/>
                                  <w14:satMod w14:val="245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  <m:t>289</m:t>
                    </m:r>
                  </m:e>
                </m:rad>
              </m:oMath>
            </m:oMathPara>
          </w:p>
        </w:tc>
        <w:tc>
          <w:tcPr>
            <w:tcW w:w="1626" w:type="dxa"/>
            <w:vAlign w:val="center"/>
          </w:tcPr>
          <w:p w:rsidR="008749DD" w:rsidRPr="008749DD" w:rsidRDefault="008749DD" w:rsidP="008749DD">
            <w:pPr>
              <w:jc w:val="center"/>
              <w:rPr>
                <w:b/>
                <w:caps/>
                <w:color w:val="FFA600" w:themeColor="accent4"/>
                <w:sz w:val="52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aps/>
                    <w:color w:val="FFA600" w:themeColor="accent4"/>
                    <w:sz w:val="52"/>
                    <w14:reflection w14:blurRad="12700" w14:stA="28000" w14:stPos="0" w14:endA="0" w14:endPos="45000" w14:dist="1003" w14:dir="5400000" w14:fadeDir="5400000" w14:sx="100000" w14:sy="-100000" w14:kx="0" w14:ky="0" w14:algn="bl"/>
                    <w14:textOutline w14:w="4495" w14:cap="flat" w14:cmpd="sng" w14:algn="ctr">
                      <w14:solidFill>
                        <w14:schemeClr w14:val="accent4">
                          <w14:shade w14:val="50000"/>
                          <w14:satMod w14:val="120000"/>
                        </w14:schemeClr>
                      </w14:solidFill>
                      <w14:prstDash w14:val="solid"/>
                      <w14:round/>
                    </w14:textOutline>
                    <w14:textFill>
                      <w14:gradFill>
                        <w14:gsLst>
                          <w14:gs w14:pos="0">
                            <w14:schemeClr w14:val="accent4">
                              <w14:shade w14:val="20000"/>
                              <w14:satMod w14:val="245000"/>
                            </w14:schemeClr>
                          </w14:gs>
                          <w14:gs w14:pos="43000">
                            <w14:schemeClr w14:val="accent4">
                              <w14:satMod w14:val="255000"/>
                            </w14:schemeClr>
                          </w14:gs>
                          <w14:gs w14:pos="48000">
                            <w14:schemeClr w14:val="accent4">
                              <w14:shade w14:val="85000"/>
                              <w14:satMod w14:val="255000"/>
                            </w14:schemeClr>
                          </w14:gs>
                          <w14:gs w14:pos="100000">
                            <w14:schemeClr w14:val="accent4">
                              <w14:shade w14:val="20000"/>
                              <w14:satMod w14:val="245000"/>
                            </w14:schemeClr>
                          </w14:gs>
                        </w14:gsLst>
                        <w14:lin w14:ang="5400000" w14:scaled="0"/>
                      </w14:gradFill>
                    </w14:textFill>
                  </w:rPr>
                  <m:t>17</m:t>
                </m:r>
              </m:oMath>
            </m:oMathPara>
          </w:p>
        </w:tc>
        <w:tc>
          <w:tcPr>
            <w:tcW w:w="1626" w:type="dxa"/>
            <w:vAlign w:val="center"/>
          </w:tcPr>
          <w:p w:rsidR="008749DD" w:rsidRPr="008749DD" w:rsidRDefault="008749DD" w:rsidP="008749DD">
            <w:pPr>
              <w:jc w:val="center"/>
              <w:rPr>
                <w:b/>
                <w:caps/>
                <w:color w:val="FFA600" w:themeColor="accent4"/>
                <w:sz w:val="52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1627" w:type="dxa"/>
            <w:vAlign w:val="center"/>
          </w:tcPr>
          <w:p w:rsidR="008749DD" w:rsidRPr="008749DD" w:rsidRDefault="008749DD" w:rsidP="008749DD">
            <w:pPr>
              <w:jc w:val="center"/>
              <w:rPr>
                <w:b/>
                <w:caps/>
                <w:color w:val="FFA600" w:themeColor="accent4"/>
                <w:sz w:val="52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</w:tr>
    </w:tbl>
    <w:p w:rsidR="006A1913" w:rsidRDefault="006A1913" w:rsidP="00084B77"/>
    <w:sectPr w:rsidR="006A1913" w:rsidSect="001D623A">
      <w:headerReference w:type="even" r:id="rId19"/>
      <w:headerReference w:type="default" r:id="rId20"/>
      <w:footerReference w:type="even" r:id="rId21"/>
      <w:footerReference w:type="default" r:id="rId22"/>
      <w:pgSz w:w="12240" w:h="15840"/>
      <w:pgMar w:top="220" w:right="1185" w:bottom="425" w:left="1440" w:header="284" w:footer="34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560A" w:rsidRDefault="00B7560A">
      <w:pPr>
        <w:spacing w:after="0" w:line="240" w:lineRule="auto"/>
      </w:pPr>
      <w:r>
        <w:separator/>
      </w:r>
    </w:p>
  </w:endnote>
  <w:endnote w:type="continuationSeparator" w:id="0">
    <w:p w:rsidR="00B7560A" w:rsidRDefault="00B756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B62" w:rsidRPr="001D623A" w:rsidRDefault="00B35B62" w:rsidP="000A4491">
    <w:pPr>
      <w:spacing w:after="0"/>
      <w:rPr>
        <w:sz w:val="14"/>
      </w:rPr>
    </w:pPr>
    <w:r w:rsidRPr="001D623A">
      <w:rPr>
        <w:sz w:val="14"/>
      </w:rPr>
      <w:fldChar w:fldCharType="begin"/>
    </w:r>
    <w:r w:rsidRPr="001D623A">
      <w:rPr>
        <w:sz w:val="14"/>
      </w:rPr>
      <w:instrText>PAGE   \* MERGEFORMAT</w:instrText>
    </w:r>
    <w:r w:rsidRPr="001D623A">
      <w:rPr>
        <w:sz w:val="14"/>
      </w:rPr>
      <w:fldChar w:fldCharType="separate"/>
    </w:r>
    <w:r w:rsidR="00981F1A" w:rsidRPr="00981F1A">
      <w:rPr>
        <w:noProof/>
        <w:sz w:val="14"/>
        <w:lang w:val="de-DE"/>
      </w:rPr>
      <w:t>2</w:t>
    </w:r>
    <w:r w:rsidRPr="001D623A">
      <w:rPr>
        <w:noProof/>
        <w:sz w:val="14"/>
      </w:rPr>
      <w:fldChar w:fldCharType="end"/>
    </w:r>
    <w:r w:rsidRPr="001D623A">
      <w:rPr>
        <w:sz w:val="14"/>
        <w:lang w:val="de-DE"/>
      </w:rPr>
      <w:t xml:space="preserve"> </w:t>
    </w:r>
    <w:r w:rsidRPr="001D623A">
      <w:rPr>
        <w:color w:val="FFCE2D" w:themeColor="accent3"/>
        <w:sz w:val="14"/>
      </w:rPr>
      <w:sym w:font="Wingdings 2" w:char="F097"/>
    </w:r>
    <w:r w:rsidRPr="001D623A">
      <w:rPr>
        <w:sz w:val="14"/>
        <w:lang w:val="de-DE"/>
      </w:rPr>
      <w:t xml:space="preserve"> </w:t>
    </w:r>
  </w:p>
  <w:p w:rsidR="00B35B62" w:rsidRPr="000A4491" w:rsidRDefault="000A4491" w:rsidP="000A4491">
    <w:pPr>
      <w:pStyle w:val="Fuzeile"/>
      <w:spacing w:line="240" w:lineRule="auto"/>
      <w:jc w:val="left"/>
      <w:rPr>
        <w:sz w:val="20"/>
      </w:rPr>
    </w:pPr>
    <w:r>
      <w:rPr>
        <w:noProof/>
        <w:color w:val="0000FF"/>
      </w:rPr>
      <w:drawing>
        <wp:inline distT="0" distB="0" distL="0" distR="0" wp14:anchorId="4D8F6B8B" wp14:editId="121D81B9">
          <wp:extent cx="841375" cy="298450"/>
          <wp:effectExtent l="0" t="0" r="0" b="6350"/>
          <wp:docPr id="9" name="Grafik 9" descr="Creative Commons Lizenzvertra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reative Commons Lizenzvertra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375" cy="298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br/>
    </w:r>
    <w:r w:rsidRPr="000A4491">
      <w:rPr>
        <w:sz w:val="20"/>
      </w:rPr>
      <w:t xml:space="preserve">²Memory von </w:t>
    </w:r>
    <w:hyperlink r:id="rId3" w:history="1">
      <w:r w:rsidRPr="000A4491">
        <w:rPr>
          <w:rStyle w:val="Hyperlink"/>
          <w:sz w:val="20"/>
        </w:rPr>
        <w:t>Nicole Wiedner</w:t>
      </w:r>
    </w:hyperlink>
    <w:r w:rsidRPr="000A4491">
      <w:rPr>
        <w:sz w:val="20"/>
      </w:rPr>
      <w:t xml:space="preserve"> steht unter einer </w:t>
    </w:r>
    <w:hyperlink r:id="rId4" w:history="1">
      <w:r w:rsidRPr="000A4491">
        <w:rPr>
          <w:rStyle w:val="Hyperlink"/>
          <w:sz w:val="20"/>
        </w:rPr>
        <w:t xml:space="preserve">Creative </w:t>
      </w:r>
      <w:proofErr w:type="spellStart"/>
      <w:r w:rsidRPr="000A4491">
        <w:rPr>
          <w:rStyle w:val="Hyperlink"/>
          <w:sz w:val="20"/>
        </w:rPr>
        <w:t>Commons</w:t>
      </w:r>
      <w:proofErr w:type="spellEnd"/>
      <w:r w:rsidRPr="000A4491">
        <w:rPr>
          <w:rStyle w:val="Hyperlink"/>
          <w:sz w:val="20"/>
        </w:rPr>
        <w:t xml:space="preserve"> Namensnennung-</w:t>
      </w:r>
      <w:proofErr w:type="spellStart"/>
      <w:r w:rsidRPr="000A4491">
        <w:rPr>
          <w:rStyle w:val="Hyperlink"/>
          <w:sz w:val="20"/>
        </w:rPr>
        <w:t>NichtKommerziell</w:t>
      </w:r>
      <w:proofErr w:type="spellEnd"/>
      <w:r w:rsidRPr="000A4491">
        <w:rPr>
          <w:rStyle w:val="Hyperlink"/>
          <w:sz w:val="20"/>
        </w:rPr>
        <w:t xml:space="preserve">-Weitergabe unter gleichen Bedingungen 3.0 </w:t>
      </w:r>
      <w:proofErr w:type="spellStart"/>
      <w:r w:rsidRPr="000A4491">
        <w:rPr>
          <w:rStyle w:val="Hyperlink"/>
          <w:sz w:val="20"/>
        </w:rPr>
        <w:t>Unported</w:t>
      </w:r>
      <w:proofErr w:type="spellEnd"/>
      <w:r w:rsidRPr="000A4491">
        <w:rPr>
          <w:rStyle w:val="Hyperlink"/>
          <w:sz w:val="20"/>
        </w:rPr>
        <w:t xml:space="preserve"> Lizenz</w:t>
      </w:r>
    </w:hyperlink>
    <w:r w:rsidRPr="000A4491">
      <w:rPr>
        <w:sz w:val="20"/>
      </w:rPr>
      <w:t>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B62" w:rsidRDefault="00B35B62" w:rsidP="000A4491">
    <w:pPr>
      <w:spacing w:after="0"/>
      <w:jc w:val="right"/>
    </w:pPr>
    <w:r>
      <w:fldChar w:fldCharType="begin"/>
    </w:r>
    <w:r>
      <w:instrText>PAGE   \* MERGEFORMAT</w:instrText>
    </w:r>
    <w:r>
      <w:fldChar w:fldCharType="separate"/>
    </w:r>
    <w:r w:rsidR="00981F1A" w:rsidRPr="00981F1A">
      <w:rPr>
        <w:noProof/>
        <w:lang w:val="de-DE"/>
      </w:rPr>
      <w:t>3</w:t>
    </w:r>
    <w:r>
      <w:rPr>
        <w:noProof/>
      </w:rPr>
      <w:fldChar w:fldCharType="end"/>
    </w:r>
    <w:r>
      <w:rPr>
        <w:lang w:val="de-DE"/>
      </w:rPr>
      <w:t xml:space="preserve"> </w:t>
    </w:r>
    <w:r>
      <w:rPr>
        <w:color w:val="FFCE2D" w:themeColor="accent3"/>
      </w:rPr>
      <w:sym w:font="Wingdings 2" w:char="F097"/>
    </w:r>
    <w:r>
      <w:rPr>
        <w:lang w:val="de-DE"/>
      </w:rPr>
      <w:t xml:space="preserve"> </w:t>
    </w:r>
  </w:p>
  <w:p w:rsidR="00B35B62" w:rsidRPr="000A4491" w:rsidRDefault="000A4491" w:rsidP="000A4491">
    <w:pPr>
      <w:pStyle w:val="Fuzeile"/>
      <w:spacing w:line="240" w:lineRule="auto"/>
      <w:jc w:val="right"/>
      <w:rPr>
        <w:sz w:val="20"/>
      </w:rPr>
    </w:pPr>
    <w:r w:rsidRPr="000A4491">
      <w:rPr>
        <w:noProof/>
        <w:color w:val="0000FF"/>
      </w:rPr>
      <w:drawing>
        <wp:inline distT="0" distB="0" distL="0" distR="0" wp14:anchorId="3F95507F" wp14:editId="5E3E00E3">
          <wp:extent cx="841375" cy="298450"/>
          <wp:effectExtent l="0" t="0" r="0" b="6350"/>
          <wp:docPr id="10" name="Bild 5" descr="Creative Commons Lizenzvertra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reative Commons Lizenzvertra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375" cy="298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A4491">
      <w:br/>
    </w:r>
    <w:r w:rsidRPr="000A4491">
      <w:rPr>
        <w:sz w:val="20"/>
      </w:rPr>
      <w:t xml:space="preserve">²Memory von </w:t>
    </w:r>
    <w:hyperlink r:id="rId3" w:history="1">
      <w:r w:rsidRPr="000A4491">
        <w:rPr>
          <w:color w:val="0000FF"/>
          <w:sz w:val="20"/>
          <w:u w:val="single"/>
        </w:rPr>
        <w:t>Nicole Wiedner</w:t>
      </w:r>
    </w:hyperlink>
    <w:r w:rsidRPr="000A4491">
      <w:rPr>
        <w:sz w:val="20"/>
      </w:rPr>
      <w:t xml:space="preserve"> steht unter einer </w:t>
    </w:r>
    <w:hyperlink r:id="rId4" w:history="1">
      <w:r w:rsidRPr="000A4491">
        <w:rPr>
          <w:color w:val="0000FF"/>
          <w:sz w:val="20"/>
          <w:u w:val="single"/>
        </w:rPr>
        <w:t xml:space="preserve">Creative </w:t>
      </w:r>
      <w:proofErr w:type="spellStart"/>
      <w:r w:rsidRPr="000A4491">
        <w:rPr>
          <w:color w:val="0000FF"/>
          <w:sz w:val="20"/>
          <w:u w:val="single"/>
        </w:rPr>
        <w:t>Commons</w:t>
      </w:r>
      <w:proofErr w:type="spellEnd"/>
      <w:r w:rsidRPr="000A4491">
        <w:rPr>
          <w:color w:val="0000FF"/>
          <w:sz w:val="20"/>
          <w:u w:val="single"/>
        </w:rPr>
        <w:t xml:space="preserve"> Namensnennung-</w:t>
      </w:r>
      <w:proofErr w:type="spellStart"/>
      <w:r w:rsidRPr="000A4491">
        <w:rPr>
          <w:color w:val="0000FF"/>
          <w:sz w:val="20"/>
          <w:u w:val="single"/>
        </w:rPr>
        <w:t>NichtKommerziell</w:t>
      </w:r>
      <w:proofErr w:type="spellEnd"/>
      <w:r w:rsidRPr="000A4491">
        <w:rPr>
          <w:color w:val="0000FF"/>
          <w:sz w:val="20"/>
          <w:u w:val="single"/>
        </w:rPr>
        <w:t xml:space="preserve">-Weitergabe unter gleichen Bedingungen 3.0 </w:t>
      </w:r>
      <w:proofErr w:type="spellStart"/>
      <w:r w:rsidRPr="000A4491">
        <w:rPr>
          <w:color w:val="0000FF"/>
          <w:sz w:val="20"/>
          <w:u w:val="single"/>
        </w:rPr>
        <w:t>Unported</w:t>
      </w:r>
      <w:proofErr w:type="spellEnd"/>
      <w:r w:rsidRPr="000A4491">
        <w:rPr>
          <w:color w:val="0000FF"/>
          <w:sz w:val="20"/>
          <w:u w:val="single"/>
        </w:rPr>
        <w:t xml:space="preserve"> Lizenz</w:t>
      </w:r>
    </w:hyperlink>
    <w:r w:rsidRPr="000A4491">
      <w:rPr>
        <w:sz w:val="20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560A" w:rsidRDefault="00B7560A">
      <w:pPr>
        <w:spacing w:after="0" w:line="240" w:lineRule="auto"/>
      </w:pPr>
      <w:r>
        <w:separator/>
      </w:r>
    </w:p>
  </w:footnote>
  <w:footnote w:type="continuationSeparator" w:id="0">
    <w:p w:rsidR="00B7560A" w:rsidRDefault="00B756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</w:rPr>
      <w:id w:val="-463582178"/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B35B62" w:rsidRPr="000A4491" w:rsidRDefault="000A4491">
        <w:pPr>
          <w:pStyle w:val="Kopfzeile"/>
          <w:pBdr>
            <w:bottom w:val="single" w:sz="4" w:space="0" w:color="auto"/>
          </w:pBdr>
          <w:rPr>
            <w:sz w:val="20"/>
          </w:rPr>
        </w:pPr>
        <w:r w:rsidRPr="000A4491">
          <w:rPr>
            <w:sz w:val="20"/>
          </w:rPr>
          <w:t xml:space="preserve">Nicole Wiedner                                                             </w:t>
        </w:r>
        <w:r>
          <w:rPr>
            <w:sz w:val="20"/>
          </w:rPr>
          <w:t xml:space="preserve">                             </w:t>
        </w:r>
        <w:r w:rsidRPr="000A4491">
          <w:rPr>
            <w:sz w:val="20"/>
          </w:rPr>
          <w:t xml:space="preserve">           nicole.wiedner@outlook.com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</w:rPr>
      <w:id w:val="1898321307"/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B35B62" w:rsidRDefault="000A4491" w:rsidP="002B238E">
        <w:pPr>
          <w:pStyle w:val="Kopfzeile"/>
          <w:pBdr>
            <w:bottom w:val="single" w:sz="4" w:space="0" w:color="auto"/>
          </w:pBdr>
          <w:tabs>
            <w:tab w:val="left" w:pos="360"/>
            <w:tab w:val="right" w:pos="9360"/>
          </w:tabs>
          <w:jc w:val="left"/>
        </w:pPr>
        <w:r w:rsidRPr="001D623A">
          <w:rPr>
            <w:sz w:val="20"/>
          </w:rPr>
          <w:t>Nicole Wiedner                                                                                                     nicole.wiedner@outlook.com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2A6D92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AA46E61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1B5E526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BBA645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5EA7C8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7326DB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D3A6BF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E0E3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EF4EB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6887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5D11A9"/>
    <w:multiLevelType w:val="multilevel"/>
    <w:tmpl w:val="33B056D0"/>
    <w:numStyleLink w:val="Rhea-Aufzhlung"/>
  </w:abstractNum>
  <w:abstractNum w:abstractNumId="11">
    <w:nsid w:val="0EDC38E4"/>
    <w:multiLevelType w:val="multilevel"/>
    <w:tmpl w:val="33B056D0"/>
    <w:numStyleLink w:val="Rhea-Aufzhlung"/>
  </w:abstractNum>
  <w:abstractNum w:abstractNumId="12">
    <w:nsid w:val="124B7CF1"/>
    <w:multiLevelType w:val="multilevel"/>
    <w:tmpl w:val="7AC6A14E"/>
    <w:styleLink w:val="Rhea-NummerierteListe"/>
    <w:lvl w:ilvl="0">
      <w:start w:val="1"/>
      <w:numFmt w:val="decimal"/>
      <w:lvlText w:val="%1."/>
      <w:lvlJc w:val="left"/>
      <w:pPr>
        <w:ind w:left="288" w:hanging="288"/>
      </w:pPr>
      <w:rPr>
        <w:rFonts w:asciiTheme="minorHAnsi" w:hAnsiTheme="minorHAnsi" w:hint="default"/>
        <w:i w:val="0"/>
        <w:color w:val="FFCE2D" w:themeColor="accent3"/>
        <w:sz w:val="20"/>
      </w:rPr>
    </w:lvl>
    <w:lvl w:ilvl="1">
      <w:start w:val="1"/>
      <w:numFmt w:val="upperLetter"/>
      <w:lvlText w:val="%2."/>
      <w:lvlJc w:val="left"/>
      <w:pPr>
        <w:ind w:left="792" w:hanging="288"/>
      </w:pPr>
      <w:rPr>
        <w:rFonts w:asciiTheme="minorHAnsi" w:hAnsiTheme="minorHAnsi" w:hint="default"/>
        <w:b w:val="0"/>
        <w:i w:val="0"/>
        <w:color w:val="C4D73F" w:themeColor="accent2"/>
        <w:sz w:val="20"/>
      </w:rPr>
    </w:lvl>
    <w:lvl w:ilvl="2">
      <w:start w:val="1"/>
      <w:numFmt w:val="lowerRoman"/>
      <w:lvlText w:val="%3."/>
      <w:lvlJc w:val="right"/>
      <w:pPr>
        <w:ind w:left="1296" w:hanging="288"/>
      </w:pPr>
      <w:rPr>
        <w:rFonts w:asciiTheme="minorHAnsi" w:hAnsiTheme="minorHAnsi" w:hint="default"/>
        <w:b w:val="0"/>
        <w:i w:val="0"/>
        <w:color w:val="A1B633" w:themeColor="accent1"/>
        <w:sz w:val="20"/>
      </w:rPr>
    </w:lvl>
    <w:lvl w:ilvl="3">
      <w:start w:val="1"/>
      <w:numFmt w:val="decimal"/>
      <w:lvlText w:val="%4."/>
      <w:lvlJc w:val="left"/>
      <w:pPr>
        <w:ind w:left="1800" w:hanging="288"/>
      </w:pPr>
      <w:rPr>
        <w:rFonts w:asciiTheme="minorHAnsi" w:hAnsiTheme="minorHAnsi" w:hint="default"/>
        <w:b w:val="0"/>
        <w:i w:val="0"/>
        <w:color w:val="A1B633" w:themeColor="accent1"/>
        <w:sz w:val="20"/>
      </w:rPr>
    </w:lvl>
    <w:lvl w:ilvl="4">
      <w:start w:val="1"/>
      <w:numFmt w:val="lowerLetter"/>
      <w:lvlText w:val="%5."/>
      <w:lvlJc w:val="left"/>
      <w:pPr>
        <w:ind w:left="2304" w:hanging="288"/>
      </w:pPr>
      <w:rPr>
        <w:rFonts w:asciiTheme="minorHAnsi" w:hAnsiTheme="minorHAnsi" w:hint="default"/>
        <w:b w:val="0"/>
        <w:i w:val="0"/>
        <w:color w:val="A1B633" w:themeColor="accent1"/>
        <w:sz w:val="20"/>
      </w:rPr>
    </w:lvl>
    <w:lvl w:ilvl="5">
      <w:start w:val="1"/>
      <w:numFmt w:val="lowerRoman"/>
      <w:lvlText w:val="%6."/>
      <w:lvlJc w:val="right"/>
      <w:pPr>
        <w:ind w:left="2808" w:hanging="288"/>
      </w:pPr>
      <w:rPr>
        <w:rFonts w:asciiTheme="minorHAnsi" w:hAnsiTheme="minorHAnsi" w:hint="default"/>
        <w:b w:val="0"/>
        <w:i w:val="0"/>
        <w:color w:val="A1B633" w:themeColor="accent1"/>
        <w:sz w:val="20"/>
      </w:rPr>
    </w:lvl>
    <w:lvl w:ilvl="6">
      <w:start w:val="1"/>
      <w:numFmt w:val="decimal"/>
      <w:lvlText w:val="%7."/>
      <w:lvlJc w:val="left"/>
      <w:pPr>
        <w:ind w:left="3312" w:hanging="288"/>
      </w:pPr>
      <w:rPr>
        <w:rFonts w:asciiTheme="minorHAnsi" w:hAnsiTheme="minorHAnsi" w:hint="default"/>
        <w:b w:val="0"/>
        <w:i w:val="0"/>
        <w:color w:val="A1B633" w:themeColor="accent1"/>
        <w:sz w:val="20"/>
      </w:rPr>
    </w:lvl>
    <w:lvl w:ilvl="7">
      <w:start w:val="1"/>
      <w:numFmt w:val="lowerLetter"/>
      <w:lvlText w:val="%8."/>
      <w:lvlJc w:val="left"/>
      <w:pPr>
        <w:ind w:left="3816" w:hanging="288"/>
      </w:pPr>
      <w:rPr>
        <w:rFonts w:asciiTheme="minorHAnsi" w:hAnsiTheme="minorHAnsi" w:hint="default"/>
        <w:b w:val="0"/>
        <w:i w:val="0"/>
        <w:color w:val="A1B633" w:themeColor="accent1"/>
        <w:sz w:val="20"/>
      </w:rPr>
    </w:lvl>
    <w:lvl w:ilvl="8">
      <w:start w:val="1"/>
      <w:numFmt w:val="lowerRoman"/>
      <w:lvlText w:val="%9."/>
      <w:lvlJc w:val="right"/>
      <w:pPr>
        <w:ind w:left="4320" w:hanging="288"/>
      </w:pPr>
      <w:rPr>
        <w:rFonts w:asciiTheme="minorHAnsi" w:hAnsiTheme="minorHAnsi" w:hint="default"/>
        <w:b w:val="0"/>
        <w:i w:val="0"/>
        <w:color w:val="A1B633" w:themeColor="accent1"/>
        <w:sz w:val="20"/>
      </w:rPr>
    </w:lvl>
  </w:abstractNum>
  <w:abstractNum w:abstractNumId="13">
    <w:nsid w:val="19BE3A5C"/>
    <w:multiLevelType w:val="multilevel"/>
    <w:tmpl w:val="33B056D0"/>
    <w:lvl w:ilvl="0">
      <w:start w:val="1"/>
      <w:numFmt w:val="bullet"/>
      <w:lvlText w:val=""/>
      <w:lvlJc w:val="left"/>
      <w:pPr>
        <w:ind w:left="216" w:hanging="216"/>
      </w:pPr>
      <w:rPr>
        <w:rFonts w:ascii="Symbol" w:hAnsi="Symbol" w:hint="default"/>
        <w:b w:val="0"/>
        <w:i w:val="0"/>
        <w:color w:val="FFCE2D" w:themeColor="accent3"/>
        <w:sz w:val="18"/>
      </w:rPr>
    </w:lvl>
    <w:lvl w:ilvl="1">
      <w:start w:val="1"/>
      <w:numFmt w:val="bullet"/>
      <w:lvlText w:val=""/>
      <w:lvlJc w:val="left"/>
      <w:pPr>
        <w:ind w:left="461" w:hanging="216"/>
      </w:pPr>
      <w:rPr>
        <w:rFonts w:ascii="Wingdings" w:hAnsi="Wingdings" w:hint="default"/>
        <w:b w:val="0"/>
        <w:i w:val="0"/>
        <w:color w:val="C4D73F" w:themeColor="accent2"/>
        <w:sz w:val="12"/>
      </w:rPr>
    </w:lvl>
    <w:lvl w:ilvl="2">
      <w:start w:val="1"/>
      <w:numFmt w:val="bullet"/>
      <w:lvlText w:val=""/>
      <w:lvlJc w:val="left"/>
      <w:pPr>
        <w:ind w:left="706" w:hanging="216"/>
      </w:pPr>
      <w:rPr>
        <w:rFonts w:ascii="Symbol" w:hAnsi="Symbol" w:hint="default"/>
        <w:b w:val="0"/>
        <w:i w:val="0"/>
        <w:color w:val="A1B633" w:themeColor="accent1"/>
        <w:sz w:val="16"/>
      </w:rPr>
    </w:lvl>
    <w:lvl w:ilvl="3">
      <w:start w:val="1"/>
      <w:numFmt w:val="bullet"/>
      <w:lvlText w:val=""/>
      <w:lvlJc w:val="left"/>
      <w:pPr>
        <w:ind w:left="951" w:hanging="216"/>
      </w:pPr>
      <w:rPr>
        <w:rFonts w:ascii="Symbol" w:hAnsi="Symbol" w:hint="default"/>
        <w:b w:val="0"/>
        <w:i w:val="0"/>
        <w:color w:val="A1B633" w:themeColor="accent1"/>
        <w:sz w:val="16"/>
      </w:rPr>
    </w:lvl>
    <w:lvl w:ilvl="4">
      <w:start w:val="1"/>
      <w:numFmt w:val="bullet"/>
      <w:lvlText w:val=""/>
      <w:lvlJc w:val="left"/>
      <w:pPr>
        <w:ind w:left="1196" w:hanging="216"/>
      </w:pPr>
      <w:rPr>
        <w:rFonts w:ascii="Symbol" w:hAnsi="Symbol" w:hint="default"/>
        <w:color w:val="A1B633" w:themeColor="accent1"/>
        <w:sz w:val="16"/>
      </w:rPr>
    </w:lvl>
    <w:lvl w:ilvl="5">
      <w:start w:val="1"/>
      <w:numFmt w:val="bullet"/>
      <w:lvlText w:val=""/>
      <w:lvlJc w:val="left"/>
      <w:pPr>
        <w:ind w:left="1441" w:hanging="216"/>
      </w:pPr>
      <w:rPr>
        <w:rFonts w:ascii="Symbol" w:hAnsi="Symbol" w:hint="default"/>
        <w:color w:val="A1B633" w:themeColor="accent1"/>
        <w:sz w:val="16"/>
      </w:rPr>
    </w:lvl>
    <w:lvl w:ilvl="6">
      <w:start w:val="1"/>
      <w:numFmt w:val="bullet"/>
      <w:lvlText w:val=""/>
      <w:lvlJc w:val="left"/>
      <w:pPr>
        <w:ind w:left="1686" w:hanging="216"/>
      </w:pPr>
      <w:rPr>
        <w:rFonts w:ascii="Symbol" w:hAnsi="Symbol" w:hint="default"/>
        <w:color w:val="A1B633" w:themeColor="accent1"/>
        <w:sz w:val="16"/>
      </w:rPr>
    </w:lvl>
    <w:lvl w:ilvl="7">
      <w:start w:val="1"/>
      <w:numFmt w:val="bullet"/>
      <w:lvlText w:val=""/>
      <w:lvlJc w:val="left"/>
      <w:pPr>
        <w:ind w:left="1931" w:hanging="216"/>
      </w:pPr>
      <w:rPr>
        <w:rFonts w:ascii="Symbol" w:hAnsi="Symbol" w:hint="default"/>
        <w:color w:val="A1B633" w:themeColor="accent1"/>
        <w:sz w:val="16"/>
      </w:rPr>
    </w:lvl>
    <w:lvl w:ilvl="8">
      <w:start w:val="1"/>
      <w:numFmt w:val="bullet"/>
      <w:lvlText w:val=""/>
      <w:lvlJc w:val="left"/>
      <w:pPr>
        <w:ind w:left="2176" w:hanging="216"/>
      </w:pPr>
      <w:rPr>
        <w:rFonts w:ascii="Symbol" w:hAnsi="Symbol" w:hint="default"/>
        <w:color w:val="A1B633" w:themeColor="accent1"/>
        <w:sz w:val="16"/>
      </w:rPr>
    </w:lvl>
  </w:abstractNum>
  <w:abstractNum w:abstractNumId="14">
    <w:nsid w:val="1A6C5517"/>
    <w:multiLevelType w:val="multilevel"/>
    <w:tmpl w:val="7AC6A14E"/>
    <w:numStyleLink w:val="Rhea-NummerierteListe"/>
  </w:abstractNum>
  <w:abstractNum w:abstractNumId="15">
    <w:nsid w:val="1DDE73E0"/>
    <w:multiLevelType w:val="multilevel"/>
    <w:tmpl w:val="33B056D0"/>
    <w:numStyleLink w:val="Rhea-Aufzhlung"/>
  </w:abstractNum>
  <w:abstractNum w:abstractNumId="16">
    <w:nsid w:val="251A0F72"/>
    <w:multiLevelType w:val="multilevel"/>
    <w:tmpl w:val="7AC6A14E"/>
    <w:lvl w:ilvl="0">
      <w:start w:val="1"/>
      <w:numFmt w:val="decimal"/>
      <w:lvlText w:val="%1."/>
      <w:lvlJc w:val="left"/>
      <w:pPr>
        <w:ind w:left="288" w:hanging="288"/>
      </w:pPr>
      <w:rPr>
        <w:rFonts w:asciiTheme="minorHAnsi" w:hAnsiTheme="minorHAnsi" w:hint="default"/>
        <w:i w:val="0"/>
        <w:color w:val="FFCE2D" w:themeColor="accent3"/>
        <w:sz w:val="20"/>
      </w:rPr>
    </w:lvl>
    <w:lvl w:ilvl="1">
      <w:start w:val="1"/>
      <w:numFmt w:val="upperLetter"/>
      <w:lvlText w:val="%2."/>
      <w:lvlJc w:val="left"/>
      <w:pPr>
        <w:ind w:left="792" w:hanging="288"/>
      </w:pPr>
      <w:rPr>
        <w:rFonts w:asciiTheme="minorHAnsi" w:hAnsiTheme="minorHAnsi" w:hint="default"/>
        <w:b w:val="0"/>
        <w:i w:val="0"/>
        <w:color w:val="C4D73F" w:themeColor="accent2"/>
        <w:sz w:val="20"/>
      </w:rPr>
    </w:lvl>
    <w:lvl w:ilvl="2">
      <w:start w:val="1"/>
      <w:numFmt w:val="lowerRoman"/>
      <w:lvlText w:val="%3."/>
      <w:lvlJc w:val="right"/>
      <w:pPr>
        <w:ind w:left="1296" w:hanging="288"/>
      </w:pPr>
      <w:rPr>
        <w:rFonts w:asciiTheme="minorHAnsi" w:hAnsiTheme="minorHAnsi" w:hint="default"/>
        <w:b w:val="0"/>
        <w:i w:val="0"/>
        <w:color w:val="A1B633" w:themeColor="accent1"/>
        <w:sz w:val="20"/>
      </w:rPr>
    </w:lvl>
    <w:lvl w:ilvl="3">
      <w:start w:val="1"/>
      <w:numFmt w:val="decimal"/>
      <w:lvlText w:val="%4."/>
      <w:lvlJc w:val="left"/>
      <w:pPr>
        <w:ind w:left="1800" w:hanging="288"/>
      </w:pPr>
      <w:rPr>
        <w:rFonts w:asciiTheme="minorHAnsi" w:hAnsiTheme="minorHAnsi" w:hint="default"/>
        <w:b w:val="0"/>
        <w:i w:val="0"/>
        <w:color w:val="A1B633" w:themeColor="accent1"/>
        <w:sz w:val="20"/>
      </w:rPr>
    </w:lvl>
    <w:lvl w:ilvl="4">
      <w:start w:val="1"/>
      <w:numFmt w:val="lowerLetter"/>
      <w:lvlText w:val="%5."/>
      <w:lvlJc w:val="left"/>
      <w:pPr>
        <w:ind w:left="2304" w:hanging="288"/>
      </w:pPr>
      <w:rPr>
        <w:rFonts w:asciiTheme="minorHAnsi" w:hAnsiTheme="minorHAnsi" w:hint="default"/>
        <w:b w:val="0"/>
        <w:i w:val="0"/>
        <w:color w:val="A1B633" w:themeColor="accent1"/>
        <w:sz w:val="20"/>
      </w:rPr>
    </w:lvl>
    <w:lvl w:ilvl="5">
      <w:start w:val="1"/>
      <w:numFmt w:val="lowerRoman"/>
      <w:lvlText w:val="%6."/>
      <w:lvlJc w:val="right"/>
      <w:pPr>
        <w:ind w:left="2808" w:hanging="288"/>
      </w:pPr>
      <w:rPr>
        <w:rFonts w:asciiTheme="minorHAnsi" w:hAnsiTheme="minorHAnsi" w:hint="default"/>
        <w:b w:val="0"/>
        <w:i w:val="0"/>
        <w:color w:val="A1B633" w:themeColor="accent1"/>
        <w:sz w:val="20"/>
      </w:rPr>
    </w:lvl>
    <w:lvl w:ilvl="6">
      <w:start w:val="1"/>
      <w:numFmt w:val="decimal"/>
      <w:lvlText w:val="%7."/>
      <w:lvlJc w:val="left"/>
      <w:pPr>
        <w:ind w:left="3312" w:hanging="288"/>
      </w:pPr>
      <w:rPr>
        <w:rFonts w:asciiTheme="minorHAnsi" w:hAnsiTheme="minorHAnsi" w:hint="default"/>
        <w:b w:val="0"/>
        <w:i w:val="0"/>
        <w:color w:val="A1B633" w:themeColor="accent1"/>
        <w:sz w:val="20"/>
      </w:rPr>
    </w:lvl>
    <w:lvl w:ilvl="7">
      <w:start w:val="1"/>
      <w:numFmt w:val="lowerLetter"/>
      <w:lvlText w:val="%8."/>
      <w:lvlJc w:val="left"/>
      <w:pPr>
        <w:ind w:left="3816" w:hanging="288"/>
      </w:pPr>
      <w:rPr>
        <w:rFonts w:asciiTheme="minorHAnsi" w:hAnsiTheme="minorHAnsi" w:hint="default"/>
        <w:b w:val="0"/>
        <w:i w:val="0"/>
        <w:color w:val="A1B633" w:themeColor="accent1"/>
        <w:sz w:val="20"/>
      </w:rPr>
    </w:lvl>
    <w:lvl w:ilvl="8">
      <w:start w:val="1"/>
      <w:numFmt w:val="lowerRoman"/>
      <w:lvlText w:val="%9."/>
      <w:lvlJc w:val="right"/>
      <w:pPr>
        <w:ind w:left="4320" w:hanging="288"/>
      </w:pPr>
      <w:rPr>
        <w:rFonts w:asciiTheme="minorHAnsi" w:hAnsiTheme="minorHAnsi" w:hint="default"/>
        <w:b w:val="0"/>
        <w:i w:val="0"/>
        <w:color w:val="A1B633" w:themeColor="accent1"/>
        <w:sz w:val="20"/>
      </w:rPr>
    </w:lvl>
  </w:abstractNum>
  <w:abstractNum w:abstractNumId="17">
    <w:nsid w:val="308C1F36"/>
    <w:multiLevelType w:val="hybridMultilevel"/>
    <w:tmpl w:val="3AE83DD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84D2ED82">
      <w:start w:val="1"/>
      <w:numFmt w:val="lowerLetter"/>
      <w:lvlText w:val="%2."/>
      <w:lvlJc w:val="left"/>
      <w:pPr>
        <w:ind w:left="2160" w:hanging="360"/>
      </w:pPr>
      <w:rPr>
        <w:color w:val="E89117" w:themeColor="text2"/>
      </w:rPr>
    </w:lvl>
    <w:lvl w:ilvl="2" w:tplc="553E7D70">
      <w:start w:val="1"/>
      <w:numFmt w:val="lowerRoman"/>
      <w:lvlText w:val="%3."/>
      <w:lvlJc w:val="right"/>
      <w:pPr>
        <w:ind w:left="2880" w:hanging="180"/>
      </w:pPr>
      <w:rPr>
        <w:color w:val="E89117" w:themeColor="text2"/>
      </w:rPr>
    </w:lvl>
    <w:lvl w:ilvl="3" w:tplc="DEE48288">
      <w:start w:val="1"/>
      <w:numFmt w:val="decimal"/>
      <w:lvlText w:val="%4."/>
      <w:lvlJc w:val="left"/>
      <w:pPr>
        <w:ind w:left="3600" w:hanging="360"/>
      </w:pPr>
      <w:rPr>
        <w:color w:val="E89117" w:themeColor="text2"/>
      </w:r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35E71CD9"/>
    <w:multiLevelType w:val="hybridMultilevel"/>
    <w:tmpl w:val="39D65854"/>
    <w:lvl w:ilvl="0" w:tplc="0752545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color w:val="FFCE2D" w:themeColor="accent3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9">
    <w:nsid w:val="36A80E22"/>
    <w:multiLevelType w:val="hybridMultilevel"/>
    <w:tmpl w:val="CF765A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3D9C46A3"/>
    <w:multiLevelType w:val="multilevel"/>
    <w:tmpl w:val="33B056D0"/>
    <w:styleLink w:val="Rhea-Aufzhlung"/>
    <w:lvl w:ilvl="0">
      <w:start w:val="1"/>
      <w:numFmt w:val="bullet"/>
      <w:pStyle w:val="Aufzhlungszeichen1"/>
      <w:lvlText w:val=""/>
      <w:lvlJc w:val="left"/>
      <w:pPr>
        <w:ind w:left="216" w:hanging="216"/>
      </w:pPr>
      <w:rPr>
        <w:rFonts w:ascii="Symbol" w:hAnsi="Symbol" w:hint="default"/>
        <w:b w:val="0"/>
        <w:i w:val="0"/>
        <w:color w:val="FFCE2D" w:themeColor="accent3"/>
        <w:sz w:val="18"/>
      </w:rPr>
    </w:lvl>
    <w:lvl w:ilvl="1">
      <w:start w:val="1"/>
      <w:numFmt w:val="bullet"/>
      <w:pStyle w:val="Aufzhlungszeichen21"/>
      <w:lvlText w:val=""/>
      <w:lvlJc w:val="left"/>
      <w:pPr>
        <w:ind w:left="461" w:hanging="216"/>
      </w:pPr>
      <w:rPr>
        <w:rFonts w:ascii="Wingdings" w:hAnsi="Wingdings" w:hint="default"/>
        <w:b w:val="0"/>
        <w:i w:val="0"/>
        <w:color w:val="C4D73F" w:themeColor="accent2"/>
        <w:sz w:val="12"/>
      </w:rPr>
    </w:lvl>
    <w:lvl w:ilvl="2">
      <w:start w:val="1"/>
      <w:numFmt w:val="bullet"/>
      <w:pStyle w:val="Aufzhlungszeichen31"/>
      <w:lvlText w:val=""/>
      <w:lvlJc w:val="left"/>
      <w:pPr>
        <w:ind w:left="706" w:hanging="216"/>
      </w:pPr>
      <w:rPr>
        <w:rFonts w:ascii="Symbol" w:hAnsi="Symbol" w:hint="default"/>
        <w:b w:val="0"/>
        <w:i w:val="0"/>
        <w:color w:val="A1B633" w:themeColor="accent1"/>
        <w:sz w:val="16"/>
      </w:rPr>
    </w:lvl>
    <w:lvl w:ilvl="3">
      <w:start w:val="1"/>
      <w:numFmt w:val="bullet"/>
      <w:lvlText w:val=""/>
      <w:lvlJc w:val="left"/>
      <w:pPr>
        <w:ind w:left="951" w:hanging="216"/>
      </w:pPr>
      <w:rPr>
        <w:rFonts w:ascii="Symbol" w:hAnsi="Symbol" w:hint="default"/>
        <w:b w:val="0"/>
        <w:i w:val="0"/>
        <w:color w:val="A1B633" w:themeColor="accent1"/>
        <w:sz w:val="16"/>
      </w:rPr>
    </w:lvl>
    <w:lvl w:ilvl="4">
      <w:start w:val="1"/>
      <w:numFmt w:val="bullet"/>
      <w:lvlText w:val=""/>
      <w:lvlJc w:val="left"/>
      <w:pPr>
        <w:ind w:left="1196" w:hanging="216"/>
      </w:pPr>
      <w:rPr>
        <w:rFonts w:ascii="Symbol" w:hAnsi="Symbol" w:hint="default"/>
        <w:color w:val="A1B633" w:themeColor="accent1"/>
        <w:sz w:val="16"/>
      </w:rPr>
    </w:lvl>
    <w:lvl w:ilvl="5">
      <w:start w:val="1"/>
      <w:numFmt w:val="bullet"/>
      <w:lvlText w:val=""/>
      <w:lvlJc w:val="left"/>
      <w:pPr>
        <w:ind w:left="1441" w:hanging="216"/>
      </w:pPr>
      <w:rPr>
        <w:rFonts w:ascii="Symbol" w:hAnsi="Symbol" w:hint="default"/>
        <w:color w:val="A1B633" w:themeColor="accent1"/>
        <w:sz w:val="16"/>
      </w:rPr>
    </w:lvl>
    <w:lvl w:ilvl="6">
      <w:start w:val="1"/>
      <w:numFmt w:val="bullet"/>
      <w:lvlText w:val=""/>
      <w:lvlJc w:val="left"/>
      <w:pPr>
        <w:ind w:left="1686" w:hanging="216"/>
      </w:pPr>
      <w:rPr>
        <w:rFonts w:ascii="Symbol" w:hAnsi="Symbol" w:hint="default"/>
        <w:color w:val="A1B633" w:themeColor="accent1"/>
        <w:sz w:val="16"/>
      </w:rPr>
    </w:lvl>
    <w:lvl w:ilvl="7">
      <w:start w:val="1"/>
      <w:numFmt w:val="bullet"/>
      <w:lvlText w:val=""/>
      <w:lvlJc w:val="left"/>
      <w:pPr>
        <w:ind w:left="1931" w:hanging="216"/>
      </w:pPr>
      <w:rPr>
        <w:rFonts w:ascii="Symbol" w:hAnsi="Symbol" w:hint="default"/>
        <w:color w:val="A1B633" w:themeColor="accent1"/>
        <w:sz w:val="16"/>
      </w:rPr>
    </w:lvl>
    <w:lvl w:ilvl="8">
      <w:start w:val="1"/>
      <w:numFmt w:val="bullet"/>
      <w:lvlText w:val=""/>
      <w:lvlJc w:val="left"/>
      <w:pPr>
        <w:ind w:left="2176" w:hanging="216"/>
      </w:pPr>
      <w:rPr>
        <w:rFonts w:ascii="Symbol" w:hAnsi="Symbol" w:hint="default"/>
        <w:color w:val="A1B633" w:themeColor="accent1"/>
        <w:sz w:val="16"/>
      </w:rPr>
    </w:lvl>
  </w:abstractNum>
  <w:abstractNum w:abstractNumId="21">
    <w:nsid w:val="40B17DB9"/>
    <w:multiLevelType w:val="hybridMultilevel"/>
    <w:tmpl w:val="A0BE2AD0"/>
    <w:lvl w:ilvl="0" w:tplc="C4045840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color w:val="9AAC24" w:themeColor="accent2" w:themeShade="BF"/>
        <w:sz w:val="18"/>
        <w:szCs w:val="18"/>
        <w:u w:val="none"/>
      </w:rPr>
    </w:lvl>
    <w:lvl w:ilvl="1" w:tplc="098C87B0">
      <w:start w:val="1"/>
      <w:numFmt w:val="lowerLetter"/>
      <w:lvlText w:val="%2."/>
      <w:lvlJc w:val="left"/>
      <w:pPr>
        <w:ind w:left="1440" w:hanging="360"/>
      </w:pPr>
      <w:rPr>
        <w:color w:val="C4D73F" w:themeColor="accent2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C57BC7"/>
    <w:multiLevelType w:val="hybridMultilevel"/>
    <w:tmpl w:val="5064A2F4"/>
    <w:lvl w:ilvl="0" w:tplc="BDC83ACC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9AAC24" w:themeColor="accent2" w:themeShade="BF"/>
        <w:sz w:val="16"/>
        <w:szCs w:val="16"/>
      </w:rPr>
    </w:lvl>
    <w:lvl w:ilvl="1" w:tplc="E896886C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  <w:color w:val="C4D73F" w:themeColor="accent2"/>
        <w:sz w:val="16"/>
        <w:szCs w:val="16"/>
      </w:rPr>
    </w:lvl>
    <w:lvl w:ilvl="2" w:tplc="13C0FDF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color w:val="DBE78B" w:themeColor="accent2" w:themeTint="99"/>
        <w:sz w:val="16"/>
        <w:szCs w:val="16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48785B94"/>
    <w:multiLevelType w:val="multilevel"/>
    <w:tmpl w:val="33B056D0"/>
    <w:lvl w:ilvl="0">
      <w:start w:val="1"/>
      <w:numFmt w:val="bullet"/>
      <w:lvlText w:val=""/>
      <w:lvlJc w:val="left"/>
      <w:pPr>
        <w:ind w:left="216" w:hanging="216"/>
      </w:pPr>
      <w:rPr>
        <w:rFonts w:ascii="Symbol" w:hAnsi="Symbol" w:hint="default"/>
        <w:b w:val="0"/>
        <w:i w:val="0"/>
        <w:color w:val="FFCE2D" w:themeColor="accent3"/>
        <w:sz w:val="18"/>
      </w:rPr>
    </w:lvl>
    <w:lvl w:ilvl="1">
      <w:start w:val="1"/>
      <w:numFmt w:val="bullet"/>
      <w:lvlText w:val=""/>
      <w:lvlJc w:val="left"/>
      <w:pPr>
        <w:ind w:left="461" w:hanging="216"/>
      </w:pPr>
      <w:rPr>
        <w:rFonts w:ascii="Wingdings" w:hAnsi="Wingdings" w:hint="default"/>
        <w:b w:val="0"/>
        <w:i w:val="0"/>
        <w:color w:val="C4D73F" w:themeColor="accent2"/>
        <w:sz w:val="12"/>
      </w:rPr>
    </w:lvl>
    <w:lvl w:ilvl="2">
      <w:start w:val="1"/>
      <w:numFmt w:val="bullet"/>
      <w:lvlText w:val=""/>
      <w:lvlJc w:val="left"/>
      <w:pPr>
        <w:ind w:left="706" w:hanging="216"/>
      </w:pPr>
      <w:rPr>
        <w:rFonts w:ascii="Symbol" w:hAnsi="Symbol" w:hint="default"/>
        <w:b w:val="0"/>
        <w:i w:val="0"/>
        <w:color w:val="A1B633" w:themeColor="accent1"/>
        <w:sz w:val="16"/>
      </w:rPr>
    </w:lvl>
    <w:lvl w:ilvl="3">
      <w:start w:val="1"/>
      <w:numFmt w:val="bullet"/>
      <w:lvlText w:val=""/>
      <w:lvlJc w:val="left"/>
      <w:pPr>
        <w:ind w:left="951" w:hanging="216"/>
      </w:pPr>
      <w:rPr>
        <w:rFonts w:ascii="Symbol" w:hAnsi="Symbol" w:hint="default"/>
        <w:b w:val="0"/>
        <w:i w:val="0"/>
        <w:color w:val="A1B633" w:themeColor="accent1"/>
        <w:sz w:val="16"/>
      </w:rPr>
    </w:lvl>
    <w:lvl w:ilvl="4">
      <w:start w:val="1"/>
      <w:numFmt w:val="bullet"/>
      <w:lvlText w:val=""/>
      <w:lvlJc w:val="left"/>
      <w:pPr>
        <w:ind w:left="1196" w:hanging="216"/>
      </w:pPr>
      <w:rPr>
        <w:rFonts w:ascii="Symbol" w:hAnsi="Symbol" w:hint="default"/>
        <w:color w:val="A1B633" w:themeColor="accent1"/>
        <w:sz w:val="16"/>
      </w:rPr>
    </w:lvl>
    <w:lvl w:ilvl="5">
      <w:start w:val="1"/>
      <w:numFmt w:val="bullet"/>
      <w:lvlText w:val=""/>
      <w:lvlJc w:val="left"/>
      <w:pPr>
        <w:ind w:left="1441" w:hanging="216"/>
      </w:pPr>
      <w:rPr>
        <w:rFonts w:ascii="Symbol" w:hAnsi="Symbol" w:hint="default"/>
        <w:color w:val="A1B633" w:themeColor="accent1"/>
        <w:sz w:val="16"/>
      </w:rPr>
    </w:lvl>
    <w:lvl w:ilvl="6">
      <w:start w:val="1"/>
      <w:numFmt w:val="bullet"/>
      <w:lvlText w:val=""/>
      <w:lvlJc w:val="left"/>
      <w:pPr>
        <w:ind w:left="1686" w:hanging="216"/>
      </w:pPr>
      <w:rPr>
        <w:rFonts w:ascii="Symbol" w:hAnsi="Symbol" w:hint="default"/>
        <w:color w:val="A1B633" w:themeColor="accent1"/>
        <w:sz w:val="16"/>
      </w:rPr>
    </w:lvl>
    <w:lvl w:ilvl="7">
      <w:start w:val="1"/>
      <w:numFmt w:val="bullet"/>
      <w:lvlText w:val=""/>
      <w:lvlJc w:val="left"/>
      <w:pPr>
        <w:ind w:left="1931" w:hanging="216"/>
      </w:pPr>
      <w:rPr>
        <w:rFonts w:ascii="Symbol" w:hAnsi="Symbol" w:hint="default"/>
        <w:color w:val="A1B633" w:themeColor="accent1"/>
        <w:sz w:val="16"/>
      </w:rPr>
    </w:lvl>
    <w:lvl w:ilvl="8">
      <w:start w:val="1"/>
      <w:numFmt w:val="bullet"/>
      <w:lvlText w:val=""/>
      <w:lvlJc w:val="left"/>
      <w:pPr>
        <w:ind w:left="2176" w:hanging="216"/>
      </w:pPr>
      <w:rPr>
        <w:rFonts w:ascii="Symbol" w:hAnsi="Symbol" w:hint="default"/>
        <w:color w:val="A1B633" w:themeColor="accent1"/>
        <w:sz w:val="16"/>
      </w:rPr>
    </w:lvl>
  </w:abstractNum>
  <w:abstractNum w:abstractNumId="24">
    <w:nsid w:val="4C8A1132"/>
    <w:multiLevelType w:val="hybridMultilevel"/>
    <w:tmpl w:val="113ED59C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E8022B"/>
    <w:multiLevelType w:val="multilevel"/>
    <w:tmpl w:val="33B056D0"/>
    <w:numStyleLink w:val="Rhea-Aufzhlung"/>
  </w:abstractNum>
  <w:abstractNum w:abstractNumId="26">
    <w:nsid w:val="6F0D0B31"/>
    <w:multiLevelType w:val="multilevel"/>
    <w:tmpl w:val="7AC6A14E"/>
    <w:numStyleLink w:val="Rhea-NummerierteListe"/>
  </w:abstractNum>
  <w:abstractNum w:abstractNumId="27">
    <w:nsid w:val="72817FF1"/>
    <w:multiLevelType w:val="hybridMultilevel"/>
    <w:tmpl w:val="702CD21C"/>
    <w:lvl w:ilvl="0" w:tplc="0752545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color w:val="FFCE2D" w:themeColor="accent3"/>
      </w:rPr>
    </w:lvl>
    <w:lvl w:ilvl="1" w:tplc="F4389890">
      <w:start w:val="1"/>
      <w:numFmt w:val="bullet"/>
      <w:lvlText w:val=""/>
      <w:lvlJc w:val="left"/>
      <w:pPr>
        <w:ind w:left="2160" w:hanging="360"/>
      </w:pPr>
      <w:rPr>
        <w:rFonts w:ascii="Wingdings" w:hAnsi="Wingdings" w:cs="Wingdings" w:hint="default"/>
        <w:color w:val="C4D73F" w:themeColor="accent2"/>
        <w:sz w:val="12"/>
        <w:szCs w:val="12"/>
      </w:rPr>
    </w:lvl>
    <w:lvl w:ilvl="2" w:tplc="9A9E4A9C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color w:val="A1B633" w:themeColor="accent1"/>
        <w:sz w:val="16"/>
        <w:szCs w:val="16"/>
      </w:rPr>
    </w:lvl>
    <w:lvl w:ilvl="3" w:tplc="96863BBE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  <w:sz w:val="16"/>
        <w:szCs w:val="16"/>
      </w:rPr>
    </w:lvl>
    <w:lvl w:ilvl="4" w:tplc="98987F98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  <w:sz w:val="16"/>
        <w:szCs w:val="16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8">
    <w:nsid w:val="76740294"/>
    <w:multiLevelType w:val="multilevel"/>
    <w:tmpl w:val="33B056D0"/>
    <w:numStyleLink w:val="Rhea-Aufzhlung"/>
  </w:abstractNum>
  <w:abstractNum w:abstractNumId="29">
    <w:nsid w:val="76921C5B"/>
    <w:multiLevelType w:val="multilevel"/>
    <w:tmpl w:val="33B056D0"/>
    <w:numStyleLink w:val="Rhea-Aufzhlung"/>
  </w:abstractNum>
  <w:abstractNum w:abstractNumId="30">
    <w:nsid w:val="7E025C09"/>
    <w:multiLevelType w:val="multilevel"/>
    <w:tmpl w:val="33B056D0"/>
    <w:numStyleLink w:val="Rhea-Aufzhlung"/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9"/>
  </w:num>
  <w:num w:numId="12">
    <w:abstractNumId w:val="21"/>
  </w:num>
  <w:num w:numId="13">
    <w:abstractNumId w:val="22"/>
  </w:num>
  <w:num w:numId="14">
    <w:abstractNumId w:val="18"/>
  </w:num>
  <w:num w:numId="15">
    <w:abstractNumId w:val="27"/>
  </w:num>
  <w:num w:numId="16">
    <w:abstractNumId w:val="17"/>
  </w:num>
  <w:num w:numId="17">
    <w:abstractNumId w:val="20"/>
  </w:num>
  <w:num w:numId="18">
    <w:abstractNumId w:val="11"/>
  </w:num>
  <w:num w:numId="19">
    <w:abstractNumId w:val="28"/>
  </w:num>
  <w:num w:numId="20">
    <w:abstractNumId w:val="29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start w:val="1"/>
        <w:numFmt w:val="bullet"/>
        <w:lvlText w:val=""/>
        <w:lvlJc w:val="left"/>
        <w:pPr>
          <w:ind w:left="1196" w:hanging="216"/>
        </w:pPr>
        <w:rPr>
          <w:rFonts w:ascii="Symbol" w:hAnsi="Symbol" w:hint="default"/>
          <w:color w:val="A1B633" w:themeColor="accent1"/>
          <w:sz w:val="18"/>
          <w:szCs w:val="18"/>
        </w:rPr>
      </w:lvl>
    </w:lvlOverride>
  </w:num>
  <w:num w:numId="21">
    <w:abstractNumId w:val="25"/>
    <w:lvlOverride w:ilvl="0">
      <w:lvl w:ilvl="0">
        <w:start w:val="1"/>
        <w:numFmt w:val="bullet"/>
        <w:lvlText w:val=""/>
        <w:lvlJc w:val="left"/>
        <w:pPr>
          <w:ind w:left="216" w:hanging="216"/>
        </w:pPr>
        <w:rPr>
          <w:rFonts w:ascii="Symbol" w:hAnsi="Symbol" w:hint="default"/>
          <w:b w:val="0"/>
          <w:i w:val="0"/>
          <w:color w:val="FFCE2D" w:themeColor="accent3"/>
          <w:sz w:val="18"/>
          <w:szCs w:val="18"/>
        </w:rPr>
      </w:lvl>
    </w:lvlOverride>
  </w:num>
  <w:num w:numId="22">
    <w:abstractNumId w:val="12"/>
  </w:num>
  <w:num w:numId="23">
    <w:abstractNumId w:val="26"/>
  </w:num>
  <w:num w:numId="24">
    <w:abstractNumId w:val="14"/>
  </w:num>
  <w:num w:numId="25">
    <w:abstractNumId w:val="13"/>
  </w:num>
  <w:num w:numId="26">
    <w:abstractNumId w:val="10"/>
  </w:num>
  <w:num w:numId="27">
    <w:abstractNumId w:val="30"/>
  </w:num>
  <w:num w:numId="28">
    <w:abstractNumId w:val="23"/>
  </w:num>
  <w:num w:numId="29">
    <w:abstractNumId w:val="16"/>
  </w:num>
  <w:num w:numId="30">
    <w:abstractNumId w:val="15"/>
  </w:num>
  <w:num w:numId="31">
    <w:abstractNumId w:val="15"/>
  </w:num>
  <w:num w:numId="32">
    <w:abstractNumId w:val="15"/>
  </w:num>
  <w:num w:numId="33">
    <w:abstractNumId w:val="20"/>
  </w:num>
  <w:num w:numId="34">
    <w:abstractNumId w:val="12"/>
  </w:num>
  <w:num w:numId="35">
    <w:abstractNumId w:val="20"/>
  </w:num>
  <w:num w:numId="36">
    <w:abstractNumId w:val="20"/>
  </w:num>
  <w:num w:numId="37">
    <w:abstractNumId w:val="20"/>
  </w:num>
  <w:num w:numId="38">
    <w:abstractNumId w:val="20"/>
  </w:num>
  <w:num w:numId="39">
    <w:abstractNumId w:val="12"/>
  </w:num>
  <w:num w:numId="4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removeDateAndTime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evenAndOddHeaders/>
  <w:drawingGridHorizontalSpacing w:val="100"/>
  <w:displayHorizontalDrawingGridEvery w:val="2"/>
  <w:characterSpacingControl w:val="doNotCompress"/>
  <w:savePreviewPicture/>
  <w:hdrShapeDefaults>
    <o:shapedefaults v:ext="edit" spidmax="2049" fillcolor="white">
      <v:fill color="white"/>
      <o:colormru v:ext="edit" colors="#334c4f,#79b5b0,#b77851,#d1e1e3,#066,#7ea8ac,#4e767a,#293d3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03F"/>
    <w:rsid w:val="00003DD9"/>
    <w:rsid w:val="00004D05"/>
    <w:rsid w:val="0001433F"/>
    <w:rsid w:val="00026DC9"/>
    <w:rsid w:val="00032BCD"/>
    <w:rsid w:val="00054ED7"/>
    <w:rsid w:val="000564E0"/>
    <w:rsid w:val="000806CD"/>
    <w:rsid w:val="00084B77"/>
    <w:rsid w:val="000A4491"/>
    <w:rsid w:val="000B21E9"/>
    <w:rsid w:val="000C4D95"/>
    <w:rsid w:val="000D438A"/>
    <w:rsid w:val="000E57BC"/>
    <w:rsid w:val="000F6256"/>
    <w:rsid w:val="00124F4B"/>
    <w:rsid w:val="00132567"/>
    <w:rsid w:val="00134D5E"/>
    <w:rsid w:val="00143C06"/>
    <w:rsid w:val="001460B3"/>
    <w:rsid w:val="0014676B"/>
    <w:rsid w:val="001614B1"/>
    <w:rsid w:val="00171474"/>
    <w:rsid w:val="001813E4"/>
    <w:rsid w:val="001871FC"/>
    <w:rsid w:val="001C7E29"/>
    <w:rsid w:val="001D4F6F"/>
    <w:rsid w:val="001D623A"/>
    <w:rsid w:val="001E45AE"/>
    <w:rsid w:val="001E51F2"/>
    <w:rsid w:val="001E6A9A"/>
    <w:rsid w:val="001F1B78"/>
    <w:rsid w:val="001F1CF4"/>
    <w:rsid w:val="001F3F31"/>
    <w:rsid w:val="00203109"/>
    <w:rsid w:val="002345F7"/>
    <w:rsid w:val="0027255E"/>
    <w:rsid w:val="00290DBD"/>
    <w:rsid w:val="002B238E"/>
    <w:rsid w:val="002D4C7D"/>
    <w:rsid w:val="002F5257"/>
    <w:rsid w:val="003063C1"/>
    <w:rsid w:val="0031202C"/>
    <w:rsid w:val="0032013B"/>
    <w:rsid w:val="00322534"/>
    <w:rsid w:val="0032263A"/>
    <w:rsid w:val="0035088C"/>
    <w:rsid w:val="003535A9"/>
    <w:rsid w:val="003662AE"/>
    <w:rsid w:val="003760C8"/>
    <w:rsid w:val="0038596B"/>
    <w:rsid w:val="003A409E"/>
    <w:rsid w:val="003F588E"/>
    <w:rsid w:val="004041B2"/>
    <w:rsid w:val="0042222C"/>
    <w:rsid w:val="004223AE"/>
    <w:rsid w:val="00426FD4"/>
    <w:rsid w:val="00435577"/>
    <w:rsid w:val="00452118"/>
    <w:rsid w:val="00473B06"/>
    <w:rsid w:val="00486B8B"/>
    <w:rsid w:val="00497026"/>
    <w:rsid w:val="004A7A0D"/>
    <w:rsid w:val="004E564E"/>
    <w:rsid w:val="004F02ED"/>
    <w:rsid w:val="00506966"/>
    <w:rsid w:val="00517929"/>
    <w:rsid w:val="00520877"/>
    <w:rsid w:val="0053303F"/>
    <w:rsid w:val="0053463A"/>
    <w:rsid w:val="00550DFE"/>
    <w:rsid w:val="00551A38"/>
    <w:rsid w:val="00570E32"/>
    <w:rsid w:val="005724D0"/>
    <w:rsid w:val="0057502A"/>
    <w:rsid w:val="00587023"/>
    <w:rsid w:val="005A2F3A"/>
    <w:rsid w:val="005C1AD0"/>
    <w:rsid w:val="006151A7"/>
    <w:rsid w:val="0062754C"/>
    <w:rsid w:val="00631790"/>
    <w:rsid w:val="006560BD"/>
    <w:rsid w:val="0066212A"/>
    <w:rsid w:val="00662248"/>
    <w:rsid w:val="00664E0F"/>
    <w:rsid w:val="006734B2"/>
    <w:rsid w:val="0069328E"/>
    <w:rsid w:val="00694806"/>
    <w:rsid w:val="006950AC"/>
    <w:rsid w:val="006A1913"/>
    <w:rsid w:val="006A389A"/>
    <w:rsid w:val="006B0BE0"/>
    <w:rsid w:val="006B37D4"/>
    <w:rsid w:val="006C27A3"/>
    <w:rsid w:val="006E1FAB"/>
    <w:rsid w:val="006E71AA"/>
    <w:rsid w:val="00703171"/>
    <w:rsid w:val="00717EE1"/>
    <w:rsid w:val="007215FA"/>
    <w:rsid w:val="0074351B"/>
    <w:rsid w:val="007467AC"/>
    <w:rsid w:val="00785AB3"/>
    <w:rsid w:val="007B6B68"/>
    <w:rsid w:val="007C3E50"/>
    <w:rsid w:val="007D181D"/>
    <w:rsid w:val="007E3E2A"/>
    <w:rsid w:val="007F56DB"/>
    <w:rsid w:val="008172EA"/>
    <w:rsid w:val="00843D46"/>
    <w:rsid w:val="0084571D"/>
    <w:rsid w:val="008521D2"/>
    <w:rsid w:val="008524BC"/>
    <w:rsid w:val="00857582"/>
    <w:rsid w:val="008624EA"/>
    <w:rsid w:val="0086792E"/>
    <w:rsid w:val="008749DD"/>
    <w:rsid w:val="00894432"/>
    <w:rsid w:val="008A0514"/>
    <w:rsid w:val="008A4E84"/>
    <w:rsid w:val="008B6ED7"/>
    <w:rsid w:val="008C2D83"/>
    <w:rsid w:val="008C54D5"/>
    <w:rsid w:val="008D73C2"/>
    <w:rsid w:val="008E4FB4"/>
    <w:rsid w:val="00910707"/>
    <w:rsid w:val="00931DD3"/>
    <w:rsid w:val="009332A0"/>
    <w:rsid w:val="009609D8"/>
    <w:rsid w:val="009648F8"/>
    <w:rsid w:val="00981F1A"/>
    <w:rsid w:val="00986B46"/>
    <w:rsid w:val="009953D8"/>
    <w:rsid w:val="009A0A07"/>
    <w:rsid w:val="00A121C7"/>
    <w:rsid w:val="00A343AA"/>
    <w:rsid w:val="00A4009C"/>
    <w:rsid w:val="00A4778D"/>
    <w:rsid w:val="00A50875"/>
    <w:rsid w:val="00A61F7E"/>
    <w:rsid w:val="00AB0424"/>
    <w:rsid w:val="00AB1664"/>
    <w:rsid w:val="00AD710D"/>
    <w:rsid w:val="00B26911"/>
    <w:rsid w:val="00B35B62"/>
    <w:rsid w:val="00B43D24"/>
    <w:rsid w:val="00B53991"/>
    <w:rsid w:val="00B7560A"/>
    <w:rsid w:val="00BD57F0"/>
    <w:rsid w:val="00C00435"/>
    <w:rsid w:val="00C24B67"/>
    <w:rsid w:val="00C539D9"/>
    <w:rsid w:val="00CA76BC"/>
    <w:rsid w:val="00CB6F39"/>
    <w:rsid w:val="00CD1AAC"/>
    <w:rsid w:val="00CF05F9"/>
    <w:rsid w:val="00D0303F"/>
    <w:rsid w:val="00D12C20"/>
    <w:rsid w:val="00D12CD6"/>
    <w:rsid w:val="00D26B08"/>
    <w:rsid w:val="00DA7983"/>
    <w:rsid w:val="00DD58D0"/>
    <w:rsid w:val="00DF2864"/>
    <w:rsid w:val="00E01830"/>
    <w:rsid w:val="00E04E5C"/>
    <w:rsid w:val="00E12A58"/>
    <w:rsid w:val="00E2233C"/>
    <w:rsid w:val="00E3699D"/>
    <w:rsid w:val="00E61F45"/>
    <w:rsid w:val="00E6230D"/>
    <w:rsid w:val="00E732DE"/>
    <w:rsid w:val="00E957A4"/>
    <w:rsid w:val="00EB6092"/>
    <w:rsid w:val="00EC2385"/>
    <w:rsid w:val="00EE2A8B"/>
    <w:rsid w:val="00EF502E"/>
    <w:rsid w:val="00F27A7B"/>
    <w:rsid w:val="00F43485"/>
    <w:rsid w:val="00F57906"/>
    <w:rsid w:val="00F642E5"/>
    <w:rsid w:val="00F67C65"/>
    <w:rsid w:val="00F805E6"/>
    <w:rsid w:val="00F84338"/>
    <w:rsid w:val="00F97AEE"/>
    <w:rsid w:val="00FB08AD"/>
    <w:rsid w:val="00FD3792"/>
    <w:rsid w:val="00FD4C68"/>
    <w:rsid w:val="00FD5A2E"/>
    <w:rsid w:val="00FF6330"/>
  </w:rsids>
  <m:mathPr>
    <m:mathFont m:val="Cambria Math"/>
    <m:brkBin m:val="before"/>
    <m:brkBinSub m:val="--"/>
    <m:smallFrac m:val="0"/>
    <m:dispDef/>
    <m:lMargin m:val="1440"/>
    <m:rMargin m:val="144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  <o:colormru v:ext="edit" colors="#334c4f,#79b5b0,#b77851,#d1e1e3,#066,#7ea8ac,#4e767a,#293d3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HAns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semiHidden="0" w:uiPriority="3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No Spacing" w:semiHidden="0" w:uiPriority="1" w:unhideWhenUsed="0" w:qFormat="1"/>
    <w:lsdException w:name="Revision" w:uiPriority="0" w:unhideWhenUsed="0"/>
    <w:lsdException w:name="List Paragraph" w:uiPriority="36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24B67"/>
    <w:pPr>
      <w:spacing w:line="360" w:lineRule="auto"/>
      <w:jc w:val="both"/>
    </w:pPr>
    <w:rPr>
      <w:rFonts w:ascii="Arial" w:hAnsi="Arial"/>
      <w:sz w:val="24"/>
      <w:szCs w:val="20"/>
    </w:rPr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5A2F3A"/>
    <w:pPr>
      <w:pageBreakBefore/>
      <w:pBdr>
        <w:bottom w:val="single" w:sz="4" w:space="1" w:color="C4D73F" w:themeColor="accent2"/>
      </w:pBdr>
      <w:spacing w:before="360" w:after="80"/>
      <w:jc w:val="left"/>
      <w:outlineLvl w:val="0"/>
    </w:pPr>
    <w:rPr>
      <w:rFonts w:asciiTheme="majorHAnsi" w:hAnsiTheme="majorHAnsi"/>
      <w:color w:val="C4D73F" w:themeColor="accent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qFormat/>
    <w:pPr>
      <w:spacing w:after="0"/>
      <w:outlineLvl w:val="1"/>
    </w:pPr>
    <w:rPr>
      <w:rFonts w:asciiTheme="majorHAnsi" w:hAnsiTheme="majorHAnsi"/>
      <w:color w:val="C4D73F" w:themeColor="accent2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qFormat/>
    <w:pPr>
      <w:spacing w:after="0"/>
      <w:outlineLvl w:val="2"/>
    </w:pPr>
    <w:rPr>
      <w:rFonts w:asciiTheme="majorHAnsi" w:hAnsiTheme="majorHAnsi"/>
      <w:color w:val="C4D73F" w:themeColor="accent2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spacing w:after="0"/>
      <w:outlineLvl w:val="3"/>
    </w:pPr>
    <w:rPr>
      <w:rFonts w:asciiTheme="majorHAnsi" w:hAnsiTheme="majorHAnsi"/>
      <w:i/>
      <w:color w:val="C4D73F" w:themeColor="accent2"/>
      <w:sz w:val="22"/>
      <w:szCs w:val="22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pPr>
      <w:spacing w:after="0"/>
      <w:outlineLvl w:val="4"/>
    </w:pPr>
    <w:rPr>
      <w:rFonts w:asciiTheme="majorHAnsi" w:hAnsiTheme="majorHAnsi"/>
      <w:b/>
      <w:color w:val="9AAC24" w:themeColor="accent2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pPr>
      <w:spacing w:after="0"/>
      <w:outlineLvl w:val="5"/>
    </w:pPr>
    <w:rPr>
      <w:rFonts w:asciiTheme="majorHAnsi" w:hAnsiTheme="majorHAnsi"/>
      <w:b/>
      <w:i/>
      <w:color w:val="9AAC24" w:themeColor="accent2" w:themeShade="B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pPr>
      <w:spacing w:after="0"/>
      <w:outlineLvl w:val="6"/>
    </w:pPr>
    <w:rPr>
      <w:rFonts w:asciiTheme="majorHAnsi" w:hAnsiTheme="majorHAnsi"/>
      <w:b/>
      <w:color w:val="A1B633" w:themeColor="accent1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pPr>
      <w:spacing w:after="0"/>
      <w:outlineLvl w:val="7"/>
    </w:pPr>
    <w:rPr>
      <w:rFonts w:asciiTheme="majorHAnsi" w:hAnsiTheme="majorHAnsi"/>
      <w:b/>
      <w:i/>
      <w:color w:val="A1B633" w:themeColor="accent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pPr>
      <w:spacing w:after="0"/>
      <w:outlineLvl w:val="8"/>
    </w:pPr>
    <w:rPr>
      <w:rFonts w:asciiTheme="majorHAnsi" w:hAnsiTheme="majorHAnsi"/>
      <w:b/>
      <w:color w:val="AD6C11" w:themeColor="text2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el">
    <w:name w:val="Title"/>
    <w:basedOn w:val="Standard"/>
    <w:link w:val="TitelZchn"/>
    <w:uiPriority w:val="10"/>
    <w:qFormat/>
    <w:pPr>
      <w:spacing w:before="400"/>
    </w:pPr>
    <w:rPr>
      <w:rFonts w:asciiTheme="majorHAnsi" w:hAnsiTheme="majorHAnsi"/>
      <w:color w:val="788826" w:themeColor="accent1" w:themeShade="BF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Pr>
      <w:rFonts w:asciiTheme="majorHAnsi" w:hAnsiTheme="majorHAnsi"/>
      <w:color w:val="788826" w:themeColor="accent1" w:themeShade="BF"/>
      <w:sz w:val="56"/>
      <w:szCs w:val="56"/>
    </w:rPr>
  </w:style>
  <w:style w:type="paragraph" w:styleId="Untertitel">
    <w:name w:val="Subtitle"/>
    <w:basedOn w:val="Standard"/>
    <w:link w:val="UntertitelZchn"/>
    <w:uiPriority w:val="11"/>
    <w:qFormat/>
    <w:pPr>
      <w:spacing w:after="480"/>
    </w:pPr>
    <w:rPr>
      <w:i/>
      <w:color w:val="E89117" w:themeColor="text2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i/>
      <w:color w:val="E89117" w:themeColor="text2"/>
      <w:sz w:val="24"/>
      <w:szCs w:val="24"/>
    </w:rPr>
  </w:style>
  <w:style w:type="character" w:styleId="IntensiveHervorhebung">
    <w:name w:val="Intense Emphasis"/>
    <w:basedOn w:val="Absatz-Standardschriftart"/>
    <w:uiPriority w:val="21"/>
    <w:qFormat/>
    <w:rPr>
      <w:rFonts w:asciiTheme="minorHAnsi" w:hAnsiTheme="minorHAnsi" w:cstheme="minorHAnsi"/>
      <w:b/>
      <w:i/>
      <w:caps/>
      <w:color w:val="438086"/>
      <w:spacing w:val="5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5A2F3A"/>
    <w:rPr>
      <w:rFonts w:asciiTheme="majorHAnsi" w:hAnsiTheme="majorHAnsi"/>
      <w:color w:val="C4D73F" w:themeColor="accent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Theme="majorHAnsi" w:hAnsiTheme="majorHAnsi"/>
      <w:color w:val="C4D73F" w:themeColor="accent2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Theme="majorHAnsi" w:hAnsiTheme="majorHAnsi"/>
      <w:color w:val="C4D73F" w:themeColor="accent2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Theme="majorHAnsi" w:hAnsiTheme="majorHAnsi"/>
      <w:i/>
      <w:color w:val="C4D73F" w:themeColor="accent2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Pr>
      <w:rFonts w:asciiTheme="majorHAnsi" w:hAnsiTheme="majorHAnsi"/>
      <w:b/>
      <w:color w:val="9AAC24" w:themeColor="accent2" w:themeShade="BF"/>
      <w:sz w:val="20"/>
      <w:szCs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Pr>
      <w:rFonts w:asciiTheme="majorHAnsi" w:hAnsiTheme="majorHAnsi"/>
      <w:b/>
      <w:i/>
      <w:color w:val="9AAC24" w:themeColor="accent2" w:themeShade="BF"/>
      <w:sz w:val="20"/>
      <w:szCs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Pr>
      <w:rFonts w:asciiTheme="majorHAnsi" w:hAnsiTheme="majorHAnsi"/>
      <w:b/>
      <w:color w:val="A1B633" w:themeColor="accent1"/>
      <w:sz w:val="20"/>
      <w:szCs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Pr>
      <w:rFonts w:asciiTheme="majorHAnsi" w:hAnsiTheme="majorHAnsi"/>
      <w:b/>
      <w:i/>
      <w:color w:val="A1B633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Pr>
      <w:rFonts w:asciiTheme="majorHAnsi" w:hAnsiTheme="majorHAnsi"/>
      <w:b/>
      <w:color w:val="AD6C11" w:themeColor="text2" w:themeShade="BF"/>
      <w:sz w:val="20"/>
      <w:szCs w:val="20"/>
    </w:rPr>
  </w:style>
  <w:style w:type="character" w:styleId="Fett">
    <w:name w:val="Strong"/>
    <w:basedOn w:val="Absatz-Standardschriftart"/>
    <w:uiPriority w:val="22"/>
    <w:qFormat/>
    <w:rPr>
      <w:b/>
      <w:bCs/>
    </w:rPr>
  </w:style>
  <w:style w:type="paragraph" w:styleId="Blocktext">
    <w:name w:val="Block Text"/>
    <w:basedOn w:val="Standard"/>
    <w:uiPriority w:val="3"/>
    <w:semiHidden/>
    <w:unhideWhenUsed/>
    <w:pPr>
      <w:pBdr>
        <w:top w:val="single" w:sz="2" w:space="10" w:color="A1B633" w:themeColor="accent1"/>
        <w:left w:val="single" w:sz="2" w:space="10" w:color="A1B633" w:themeColor="accent1"/>
        <w:bottom w:val="single" w:sz="2" w:space="10" w:color="A1B633" w:themeColor="accent1"/>
        <w:right w:val="single" w:sz="2" w:space="10" w:color="A1B633" w:themeColor="accent1"/>
        <w:between w:val="single" w:sz="2" w:space="10" w:color="A1B633" w:themeColor="accent1"/>
        <w:bar w:val="single" w:sz="2" w:color="A1B633" w:themeColor="accent1"/>
      </w:pBdr>
      <w:ind w:left="1152" w:right="1152"/>
    </w:pPr>
    <w:rPr>
      <w:rFonts w:eastAsiaTheme="minorEastAsia" w:cstheme="minorBidi"/>
      <w:i/>
      <w:iCs/>
      <w:color w:val="A1B633" w:themeColor="accent1"/>
    </w:rPr>
  </w:style>
  <w:style w:type="character" w:styleId="SchwacheHervorhebung">
    <w:name w:val="Subtle Emphasis"/>
    <w:basedOn w:val="Absatz-Standardschriftart"/>
    <w:uiPriority w:val="19"/>
    <w:qFormat/>
    <w:rPr>
      <w:rFonts w:asciiTheme="minorHAnsi" w:hAnsiTheme="minorHAnsi"/>
      <w:i/>
      <w:color w:val="006666"/>
    </w:rPr>
  </w:style>
  <w:style w:type="character" w:styleId="IntensiverVerweis">
    <w:name w:val="Intense Reference"/>
    <w:basedOn w:val="Absatz-Standardschriftart"/>
    <w:uiPriority w:val="32"/>
    <w:qFormat/>
    <w:rPr>
      <w:rFonts w:asciiTheme="minorHAnsi" w:hAnsiTheme="minorHAnsi" w:cs="Times New Roman"/>
      <w:b/>
      <w:i/>
      <w:caps/>
      <w:color w:val="4E4F89"/>
      <w:spacing w:val="5"/>
    </w:rPr>
  </w:style>
  <w:style w:type="character" w:styleId="SchwacherVerweis">
    <w:name w:val="Subtle Reference"/>
    <w:basedOn w:val="Absatz-Standardschriftart"/>
    <w:uiPriority w:val="31"/>
    <w:qFormat/>
    <w:rPr>
      <w:rFonts w:cs="Times New Roman"/>
      <w:i/>
      <w:color w:val="4E4F89"/>
    </w:rPr>
  </w:style>
  <w:style w:type="character" w:styleId="Hervorhebung">
    <w:name w:val="Emphasis"/>
    <w:uiPriority w:val="20"/>
    <w:qFormat/>
    <w:rPr>
      <w:rFonts w:asciiTheme="minorHAnsi" w:hAnsiTheme="minorHAnsi"/>
      <w:b/>
      <w:color w:val="C4D73F" w:themeColor="accent2"/>
      <w:spacing w:val="10"/>
    </w:rPr>
  </w:style>
  <w:style w:type="character" w:styleId="Buchtitel">
    <w:name w:val="Book Title"/>
    <w:basedOn w:val="Absatz-Standardschriftart"/>
    <w:uiPriority w:val="33"/>
    <w:qFormat/>
    <w:rPr>
      <w:rFonts w:ascii="Cambria" w:hAnsi="Cambria" w:cs="Times New Roman"/>
      <w:i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320"/>
        <w:tab w:val="right" w:pos="864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Pr>
      <w:sz w:val="20"/>
      <w:szCs w:val="20"/>
    </w:rPr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rPr>
      <w:sz w:val="20"/>
      <w:szCs w:val="20"/>
    </w:rPr>
  </w:style>
  <w:style w:type="paragraph" w:styleId="Standardeinzug">
    <w:name w:val="Normal Indent"/>
    <w:basedOn w:val="Standard"/>
    <w:uiPriority w:val="99"/>
    <w:unhideWhenUsed/>
    <w:pPr>
      <w:ind w:left="720"/>
      <w:contextualSpacing/>
    </w:pPr>
  </w:style>
  <w:style w:type="paragraph" w:styleId="IntensivesZitat">
    <w:name w:val="Intense Quote"/>
    <w:basedOn w:val="Standard"/>
    <w:uiPriority w:val="30"/>
    <w:qFormat/>
    <w:pPr>
      <w:pBdr>
        <w:top w:val="threeDEngrave" w:sz="6" w:space="10" w:color="C4D73F" w:themeColor="accent2"/>
        <w:bottom w:val="single" w:sz="4" w:space="10" w:color="C4D73F" w:themeColor="accent2"/>
      </w:pBdr>
      <w:spacing w:before="360" w:after="360" w:line="324" w:lineRule="auto"/>
      <w:ind w:left="1080" w:right="1080"/>
    </w:pPr>
    <w:rPr>
      <w:i/>
      <w:color w:val="C4D73F" w:themeColor="accent2"/>
      <w:sz w:val="22"/>
      <w:szCs w:val="22"/>
    </w:rPr>
  </w:style>
  <w:style w:type="numbering" w:customStyle="1" w:styleId="Rhea-Aufzhlung">
    <w:name w:val="Rhea-Aufzählung"/>
    <w:uiPriority w:val="99"/>
    <w:pPr>
      <w:numPr>
        <w:numId w:val="17"/>
      </w:numPr>
    </w:pPr>
  </w:style>
  <w:style w:type="numbering" w:customStyle="1" w:styleId="Rhea-NummerierteListe">
    <w:name w:val="Rhea - Nummerierte Liste"/>
    <w:uiPriority w:val="99"/>
    <w:pPr>
      <w:numPr>
        <w:numId w:val="22"/>
      </w:numPr>
    </w:pPr>
  </w:style>
  <w:style w:type="paragraph" w:styleId="Listenabsatz">
    <w:name w:val="List Paragraph"/>
    <w:basedOn w:val="Standard"/>
    <w:uiPriority w:val="36"/>
    <w:unhideWhenUsed/>
    <w:qFormat/>
    <w:pPr>
      <w:ind w:left="720"/>
      <w:contextualSpacing/>
    </w:pPr>
  </w:style>
  <w:style w:type="paragraph" w:styleId="KeinLeerraum">
    <w:name w:val="No Spacing"/>
    <w:basedOn w:val="Standard"/>
    <w:link w:val="KeinLeerraumZchn"/>
    <w:uiPriority w:val="1"/>
    <w:qFormat/>
    <w:pPr>
      <w:spacing w:after="0" w:line="240" w:lineRule="auto"/>
    </w:pPr>
    <w:rPr>
      <w:szCs w:val="32"/>
    </w:rPr>
  </w:style>
  <w:style w:type="character" w:styleId="Platzhaltertext">
    <w:name w:val="Placeholder Text"/>
    <w:basedOn w:val="Absatz-Standardschriftart"/>
    <w:uiPriority w:val="99"/>
    <w:unhideWhenUsed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ahoma" w:hAnsi="Tahoma" w:cs="Tahoma"/>
      <w:sz w:val="16"/>
      <w:szCs w:val="16"/>
    </w:rPr>
  </w:style>
  <w:style w:type="paragraph" w:customStyle="1" w:styleId="Aufzhlungszeichen1">
    <w:name w:val="Aufzählungszeichen 1"/>
    <w:basedOn w:val="Listenabsatz"/>
    <w:uiPriority w:val="38"/>
    <w:qFormat/>
    <w:pPr>
      <w:numPr>
        <w:numId w:val="38"/>
      </w:numPr>
      <w:spacing w:after="0"/>
    </w:pPr>
  </w:style>
  <w:style w:type="paragraph" w:customStyle="1" w:styleId="Aufzhlungszeichen21">
    <w:name w:val="Aufzählungszeichen 21"/>
    <w:basedOn w:val="Listenabsatz"/>
    <w:uiPriority w:val="38"/>
    <w:qFormat/>
    <w:pPr>
      <w:numPr>
        <w:ilvl w:val="1"/>
        <w:numId w:val="38"/>
      </w:numPr>
      <w:spacing w:after="0"/>
    </w:pPr>
  </w:style>
  <w:style w:type="paragraph" w:customStyle="1" w:styleId="Aufzhlungszeichen31">
    <w:name w:val="Aufzählungszeichen 31"/>
    <w:basedOn w:val="Listenabsatz"/>
    <w:uiPriority w:val="38"/>
    <w:qFormat/>
    <w:pPr>
      <w:numPr>
        <w:ilvl w:val="2"/>
        <w:numId w:val="38"/>
      </w:numPr>
      <w:spacing w:after="0"/>
    </w:pPr>
  </w:style>
  <w:style w:type="paragraph" w:customStyle="1" w:styleId="StandardPlatzhalterBetreff10">
    <w:name w:val="StandardPlatzhalter_Betreff10"/>
    <w:uiPriority w:val="39"/>
    <w:rPr>
      <w:i/>
      <w:color w:val="E89117" w:themeColor="text2"/>
      <w:sz w:val="24"/>
      <w:szCs w:val="24"/>
    </w:rPr>
  </w:style>
  <w:style w:type="paragraph" w:customStyle="1" w:styleId="Kopfzeile-Gerade">
    <w:name w:val="Kopfzeile - Gerade"/>
    <w:basedOn w:val="Kopfzeile"/>
    <w:uiPriority w:val="39"/>
    <w:pPr>
      <w:pBdr>
        <w:bottom w:val="single" w:sz="4" w:space="1" w:color="auto"/>
      </w:pBdr>
    </w:pPr>
  </w:style>
  <w:style w:type="paragraph" w:customStyle="1" w:styleId="Kopfzeile-Ungerade">
    <w:name w:val="Kopfzeile - Ungerade"/>
    <w:basedOn w:val="Kopfzeile"/>
    <w:uiPriority w:val="39"/>
    <w:pPr>
      <w:pBdr>
        <w:bottom w:val="single" w:sz="4" w:space="1" w:color="auto"/>
      </w:pBdr>
      <w:jc w:val="right"/>
    </w:pPr>
  </w:style>
  <w:style w:type="paragraph" w:customStyle="1" w:styleId="Kategorie">
    <w:name w:val="Kategorie"/>
    <w:basedOn w:val="Standard"/>
    <w:uiPriority w:val="39"/>
    <w:qFormat/>
    <w:pPr>
      <w:framePr w:hSpace="187" w:wrap="around" w:hAnchor="margin" w:xAlign="center" w:y="721"/>
      <w:spacing w:after="0" w:line="240" w:lineRule="auto"/>
    </w:pPr>
    <w:rPr>
      <w:rFonts w:cstheme="minorBidi"/>
      <w:caps/>
      <w:sz w:val="22"/>
      <w:szCs w:val="22"/>
    </w:rPr>
  </w:style>
  <w:style w:type="paragraph" w:customStyle="1" w:styleId="Kommentare">
    <w:name w:val="Kommentare"/>
    <w:basedOn w:val="Standard"/>
    <w:uiPriority w:val="39"/>
    <w:qFormat/>
    <w:pPr>
      <w:spacing w:after="120" w:line="240" w:lineRule="auto"/>
    </w:pPr>
    <w:rPr>
      <w:b/>
      <w:szCs w:val="22"/>
    </w:rPr>
  </w:style>
  <w:style w:type="paragraph" w:customStyle="1" w:styleId="Kommentartext1">
    <w:name w:val="Kommentartext1"/>
    <w:basedOn w:val="Standard"/>
    <w:uiPriority w:val="39"/>
    <w:qFormat/>
    <w:pPr>
      <w:spacing w:after="120" w:line="288" w:lineRule="auto"/>
    </w:pPr>
    <w:rPr>
      <w:szCs w:val="22"/>
    </w:rPr>
  </w:style>
  <w:style w:type="character" w:styleId="Hyperlink">
    <w:name w:val="Hyperlink"/>
    <w:basedOn w:val="Absatz-Standardschriftart"/>
    <w:uiPriority w:val="99"/>
    <w:unhideWhenUsed/>
    <w:rPr>
      <w:color w:val="408080" w:themeColor="hyperlink"/>
      <w:u w:val="single"/>
    </w:rPr>
  </w:style>
  <w:style w:type="paragraph" w:styleId="Verzeichnis1">
    <w:name w:val="toc 1"/>
    <w:basedOn w:val="Standard"/>
    <w:next w:val="Standard"/>
    <w:autoRedefine/>
    <w:uiPriority w:val="39"/>
    <w:unhideWhenUsed/>
    <w:qFormat/>
    <w:rPr>
      <w:rFonts w:eastAsiaTheme="minorEastAsia" w:cstheme="minorBidi"/>
      <w:szCs w:val="24"/>
    </w:rPr>
  </w:style>
  <w:style w:type="paragraph" w:styleId="Verzeichnis2">
    <w:name w:val="toc 2"/>
    <w:basedOn w:val="Standard"/>
    <w:next w:val="Standard"/>
    <w:autoRedefine/>
    <w:uiPriority w:val="39"/>
    <w:unhideWhenUsed/>
    <w:qFormat/>
    <w:pPr>
      <w:ind w:left="240"/>
    </w:pPr>
    <w:rPr>
      <w:rFonts w:eastAsiaTheme="minorEastAsia" w:cstheme="minorBidi"/>
      <w:szCs w:val="24"/>
    </w:rPr>
  </w:style>
  <w:style w:type="paragraph" w:styleId="Verzeichnis3">
    <w:name w:val="toc 3"/>
    <w:basedOn w:val="Standard"/>
    <w:next w:val="Standard"/>
    <w:autoRedefine/>
    <w:uiPriority w:val="39"/>
    <w:unhideWhenUsed/>
    <w:pPr>
      <w:spacing w:after="100"/>
      <w:ind w:left="400"/>
    </w:pPr>
  </w:style>
  <w:style w:type="paragraph" w:styleId="Beschriftung">
    <w:name w:val="caption"/>
    <w:basedOn w:val="Standard"/>
    <w:next w:val="Standard"/>
    <w:uiPriority w:val="99"/>
    <w:unhideWhenUsed/>
    <w:pPr>
      <w:spacing w:line="240" w:lineRule="auto"/>
    </w:pPr>
    <w:rPr>
      <w:b/>
      <w:bCs/>
      <w:color w:val="A1B633" w:themeColor="accent1"/>
      <w:sz w:val="18"/>
      <w:szCs w:val="18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9648F8"/>
    <w:rPr>
      <w:rFonts w:ascii="Arial" w:hAnsi="Arial"/>
      <w:sz w:val="24"/>
      <w:szCs w:val="32"/>
    </w:rPr>
  </w:style>
  <w:style w:type="paragraph" w:customStyle="1" w:styleId="Formatvorlage1oU">
    <w:name w:val="Formatvorlage1_oU"/>
    <w:basedOn w:val="berschrift1"/>
    <w:link w:val="Formatvorlage1oUZchn"/>
    <w:autoRedefine/>
    <w:qFormat/>
    <w:rsid w:val="008C54D5"/>
    <w:pPr>
      <w:pageBreakBefore w:val="0"/>
      <w:spacing w:before="80" w:after="0" w:line="276" w:lineRule="auto"/>
      <w:ind w:right="-164"/>
    </w:pPr>
    <w:rPr>
      <w:b/>
      <w:i/>
      <w:sz w:val="44"/>
      <w:lang w:val="en-GB"/>
      <w14:textOutline w14:w="5270" w14:cap="flat" w14:cmpd="sng" w14:algn="ctr">
        <w14:solidFill>
          <w14:schemeClr w14:val="accent1">
            <w14:shade w14:val="88000"/>
            <w14:satMod w14:val="110000"/>
          </w14:schemeClr>
        </w14:solidFill>
        <w14:prstDash w14:val="solid"/>
        <w14:round/>
      </w14:textOutline>
      <w14:textFill>
        <w14:gradFill>
          <w14:gsLst>
            <w14:gs w14:pos="0">
              <w14:schemeClr w14:val="accent1">
                <w14:tint w14:val="40000"/>
                <w14:satMod w14:val="250000"/>
              </w14:schemeClr>
            </w14:gs>
            <w14:gs w14:pos="9000">
              <w14:schemeClr w14:val="accent1">
                <w14:tint w14:val="52000"/>
                <w14:satMod w14:val="300000"/>
              </w14:schemeClr>
            </w14:gs>
            <w14:gs w14:pos="50000">
              <w14:schemeClr w14:val="accent1">
                <w14:shade w14:val="20000"/>
                <w14:satMod w14:val="300000"/>
              </w14:schemeClr>
            </w14:gs>
            <w14:gs w14:pos="79000">
              <w14:schemeClr w14:val="accent1">
                <w14:tint w14:val="52000"/>
                <w14:satMod w14:val="300000"/>
              </w14:schemeClr>
            </w14:gs>
            <w14:gs w14:pos="100000">
              <w14:schemeClr w14:val="accent1">
                <w14:tint w14:val="40000"/>
                <w14:satMod w14:val="250000"/>
              </w14:schemeClr>
            </w14:gs>
          </w14:gsLst>
          <w14:lin w14:ang="5400000" w14:scaled="0"/>
        </w14:gradFill>
      </w14:textFill>
    </w:rPr>
  </w:style>
  <w:style w:type="character" w:customStyle="1" w:styleId="Formatvorlage1oUZchn">
    <w:name w:val="Formatvorlage1_oU Zchn"/>
    <w:basedOn w:val="berschrift1Zchn"/>
    <w:link w:val="Formatvorlage1oU"/>
    <w:rsid w:val="008C54D5"/>
    <w:rPr>
      <w:rFonts w:asciiTheme="majorHAnsi" w:hAnsiTheme="majorHAnsi"/>
      <w:b/>
      <w:i/>
      <w:color w:val="C4D73F" w:themeColor="accent2"/>
      <w:sz w:val="44"/>
      <w:szCs w:val="32"/>
      <w:lang w:val="en-GB"/>
      <w14:textOutline w14:w="5270" w14:cap="flat" w14:cmpd="sng" w14:algn="ctr">
        <w14:solidFill>
          <w14:schemeClr w14:val="accent1">
            <w14:shade w14:val="88000"/>
            <w14:satMod w14:val="110000"/>
          </w14:schemeClr>
        </w14:solidFill>
        <w14:prstDash w14:val="solid"/>
        <w14:round/>
      </w14:textOutline>
      <w14:textFill>
        <w14:gradFill>
          <w14:gsLst>
            <w14:gs w14:pos="0">
              <w14:schemeClr w14:val="accent1">
                <w14:tint w14:val="40000"/>
                <w14:satMod w14:val="250000"/>
              </w14:schemeClr>
            </w14:gs>
            <w14:gs w14:pos="9000">
              <w14:schemeClr w14:val="accent1">
                <w14:tint w14:val="52000"/>
                <w14:satMod w14:val="300000"/>
              </w14:schemeClr>
            </w14:gs>
            <w14:gs w14:pos="50000">
              <w14:schemeClr w14:val="accent1">
                <w14:shade w14:val="20000"/>
                <w14:satMod w14:val="300000"/>
              </w14:schemeClr>
            </w14:gs>
            <w14:gs w14:pos="79000">
              <w14:schemeClr w14:val="accent1">
                <w14:tint w14:val="52000"/>
                <w14:satMod w14:val="300000"/>
              </w14:schemeClr>
            </w14:gs>
            <w14:gs w14:pos="100000">
              <w14:schemeClr w14:val="accent1">
                <w14:tint w14:val="40000"/>
                <w14:satMod w14:val="250000"/>
              </w14:schemeClr>
            </w14:gs>
          </w14:gsLst>
          <w14:lin w14:ang="5400000" w14:scaled="0"/>
        </w14:gradFill>
      </w14:textFill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7031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eastAsia="Times New Roman" w:hAnsi="Courier New" w:cs="Courier New"/>
      <w:sz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703171"/>
    <w:rPr>
      <w:rFonts w:ascii="Courier New" w:eastAsia="Times New Roman" w:hAnsi="Courier New" w:cs="Courier New"/>
      <w:sz w:val="20"/>
      <w:szCs w:val="20"/>
    </w:rPr>
  </w:style>
  <w:style w:type="character" w:customStyle="1" w:styleId="mask">
    <w:name w:val="mask"/>
    <w:basedOn w:val="Absatz-Standardschriftart"/>
    <w:rsid w:val="00C539D9"/>
  </w:style>
  <w:style w:type="character" w:customStyle="1" w:styleId="bold">
    <w:name w:val="bold"/>
    <w:basedOn w:val="Absatz-Standardschriftart"/>
    <w:rsid w:val="00C539D9"/>
  </w:style>
  <w:style w:type="character" w:customStyle="1" w:styleId="st">
    <w:name w:val="st"/>
    <w:basedOn w:val="Absatz-Standardschriftart"/>
    <w:rsid w:val="00A61F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HAns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semiHidden="0" w:uiPriority="3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No Spacing" w:semiHidden="0" w:uiPriority="1" w:unhideWhenUsed="0" w:qFormat="1"/>
    <w:lsdException w:name="Revision" w:uiPriority="0" w:unhideWhenUsed="0"/>
    <w:lsdException w:name="List Paragraph" w:uiPriority="36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24B67"/>
    <w:pPr>
      <w:spacing w:line="360" w:lineRule="auto"/>
      <w:jc w:val="both"/>
    </w:pPr>
    <w:rPr>
      <w:rFonts w:ascii="Arial" w:hAnsi="Arial"/>
      <w:sz w:val="24"/>
      <w:szCs w:val="20"/>
    </w:rPr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5A2F3A"/>
    <w:pPr>
      <w:pageBreakBefore/>
      <w:pBdr>
        <w:bottom w:val="single" w:sz="4" w:space="1" w:color="C4D73F" w:themeColor="accent2"/>
      </w:pBdr>
      <w:spacing w:before="360" w:after="80"/>
      <w:jc w:val="left"/>
      <w:outlineLvl w:val="0"/>
    </w:pPr>
    <w:rPr>
      <w:rFonts w:asciiTheme="majorHAnsi" w:hAnsiTheme="majorHAnsi"/>
      <w:color w:val="C4D73F" w:themeColor="accent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qFormat/>
    <w:pPr>
      <w:spacing w:after="0"/>
      <w:outlineLvl w:val="1"/>
    </w:pPr>
    <w:rPr>
      <w:rFonts w:asciiTheme="majorHAnsi" w:hAnsiTheme="majorHAnsi"/>
      <w:color w:val="C4D73F" w:themeColor="accent2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qFormat/>
    <w:pPr>
      <w:spacing w:after="0"/>
      <w:outlineLvl w:val="2"/>
    </w:pPr>
    <w:rPr>
      <w:rFonts w:asciiTheme="majorHAnsi" w:hAnsiTheme="majorHAnsi"/>
      <w:color w:val="C4D73F" w:themeColor="accent2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spacing w:after="0"/>
      <w:outlineLvl w:val="3"/>
    </w:pPr>
    <w:rPr>
      <w:rFonts w:asciiTheme="majorHAnsi" w:hAnsiTheme="majorHAnsi"/>
      <w:i/>
      <w:color w:val="C4D73F" w:themeColor="accent2"/>
      <w:sz w:val="22"/>
      <w:szCs w:val="22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pPr>
      <w:spacing w:after="0"/>
      <w:outlineLvl w:val="4"/>
    </w:pPr>
    <w:rPr>
      <w:rFonts w:asciiTheme="majorHAnsi" w:hAnsiTheme="majorHAnsi"/>
      <w:b/>
      <w:color w:val="9AAC24" w:themeColor="accent2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pPr>
      <w:spacing w:after="0"/>
      <w:outlineLvl w:val="5"/>
    </w:pPr>
    <w:rPr>
      <w:rFonts w:asciiTheme="majorHAnsi" w:hAnsiTheme="majorHAnsi"/>
      <w:b/>
      <w:i/>
      <w:color w:val="9AAC24" w:themeColor="accent2" w:themeShade="B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pPr>
      <w:spacing w:after="0"/>
      <w:outlineLvl w:val="6"/>
    </w:pPr>
    <w:rPr>
      <w:rFonts w:asciiTheme="majorHAnsi" w:hAnsiTheme="majorHAnsi"/>
      <w:b/>
      <w:color w:val="A1B633" w:themeColor="accent1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pPr>
      <w:spacing w:after="0"/>
      <w:outlineLvl w:val="7"/>
    </w:pPr>
    <w:rPr>
      <w:rFonts w:asciiTheme="majorHAnsi" w:hAnsiTheme="majorHAnsi"/>
      <w:b/>
      <w:i/>
      <w:color w:val="A1B633" w:themeColor="accent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pPr>
      <w:spacing w:after="0"/>
      <w:outlineLvl w:val="8"/>
    </w:pPr>
    <w:rPr>
      <w:rFonts w:asciiTheme="majorHAnsi" w:hAnsiTheme="majorHAnsi"/>
      <w:b/>
      <w:color w:val="AD6C11" w:themeColor="text2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el">
    <w:name w:val="Title"/>
    <w:basedOn w:val="Standard"/>
    <w:link w:val="TitelZchn"/>
    <w:uiPriority w:val="10"/>
    <w:qFormat/>
    <w:pPr>
      <w:spacing w:before="400"/>
    </w:pPr>
    <w:rPr>
      <w:rFonts w:asciiTheme="majorHAnsi" w:hAnsiTheme="majorHAnsi"/>
      <w:color w:val="788826" w:themeColor="accent1" w:themeShade="BF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Pr>
      <w:rFonts w:asciiTheme="majorHAnsi" w:hAnsiTheme="majorHAnsi"/>
      <w:color w:val="788826" w:themeColor="accent1" w:themeShade="BF"/>
      <w:sz w:val="56"/>
      <w:szCs w:val="56"/>
    </w:rPr>
  </w:style>
  <w:style w:type="paragraph" w:styleId="Untertitel">
    <w:name w:val="Subtitle"/>
    <w:basedOn w:val="Standard"/>
    <w:link w:val="UntertitelZchn"/>
    <w:uiPriority w:val="11"/>
    <w:qFormat/>
    <w:pPr>
      <w:spacing w:after="480"/>
    </w:pPr>
    <w:rPr>
      <w:i/>
      <w:color w:val="E89117" w:themeColor="text2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i/>
      <w:color w:val="E89117" w:themeColor="text2"/>
      <w:sz w:val="24"/>
      <w:szCs w:val="24"/>
    </w:rPr>
  </w:style>
  <w:style w:type="character" w:styleId="IntensiveHervorhebung">
    <w:name w:val="Intense Emphasis"/>
    <w:basedOn w:val="Absatz-Standardschriftart"/>
    <w:uiPriority w:val="21"/>
    <w:qFormat/>
    <w:rPr>
      <w:rFonts w:asciiTheme="minorHAnsi" w:hAnsiTheme="minorHAnsi" w:cstheme="minorHAnsi"/>
      <w:b/>
      <w:i/>
      <w:caps/>
      <w:color w:val="438086"/>
      <w:spacing w:val="5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5A2F3A"/>
    <w:rPr>
      <w:rFonts w:asciiTheme="majorHAnsi" w:hAnsiTheme="majorHAnsi"/>
      <w:color w:val="C4D73F" w:themeColor="accent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Theme="majorHAnsi" w:hAnsiTheme="majorHAnsi"/>
      <w:color w:val="C4D73F" w:themeColor="accent2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Theme="majorHAnsi" w:hAnsiTheme="majorHAnsi"/>
      <w:color w:val="C4D73F" w:themeColor="accent2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Theme="majorHAnsi" w:hAnsiTheme="majorHAnsi"/>
      <w:i/>
      <w:color w:val="C4D73F" w:themeColor="accent2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Pr>
      <w:rFonts w:asciiTheme="majorHAnsi" w:hAnsiTheme="majorHAnsi"/>
      <w:b/>
      <w:color w:val="9AAC24" w:themeColor="accent2" w:themeShade="BF"/>
      <w:sz w:val="20"/>
      <w:szCs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Pr>
      <w:rFonts w:asciiTheme="majorHAnsi" w:hAnsiTheme="majorHAnsi"/>
      <w:b/>
      <w:i/>
      <w:color w:val="9AAC24" w:themeColor="accent2" w:themeShade="BF"/>
      <w:sz w:val="20"/>
      <w:szCs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Pr>
      <w:rFonts w:asciiTheme="majorHAnsi" w:hAnsiTheme="majorHAnsi"/>
      <w:b/>
      <w:color w:val="A1B633" w:themeColor="accent1"/>
      <w:sz w:val="20"/>
      <w:szCs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Pr>
      <w:rFonts w:asciiTheme="majorHAnsi" w:hAnsiTheme="majorHAnsi"/>
      <w:b/>
      <w:i/>
      <w:color w:val="A1B633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Pr>
      <w:rFonts w:asciiTheme="majorHAnsi" w:hAnsiTheme="majorHAnsi"/>
      <w:b/>
      <w:color w:val="AD6C11" w:themeColor="text2" w:themeShade="BF"/>
      <w:sz w:val="20"/>
      <w:szCs w:val="20"/>
    </w:rPr>
  </w:style>
  <w:style w:type="character" w:styleId="Fett">
    <w:name w:val="Strong"/>
    <w:basedOn w:val="Absatz-Standardschriftart"/>
    <w:uiPriority w:val="22"/>
    <w:qFormat/>
    <w:rPr>
      <w:b/>
      <w:bCs/>
    </w:rPr>
  </w:style>
  <w:style w:type="paragraph" w:styleId="Blocktext">
    <w:name w:val="Block Text"/>
    <w:basedOn w:val="Standard"/>
    <w:uiPriority w:val="3"/>
    <w:semiHidden/>
    <w:unhideWhenUsed/>
    <w:pPr>
      <w:pBdr>
        <w:top w:val="single" w:sz="2" w:space="10" w:color="A1B633" w:themeColor="accent1"/>
        <w:left w:val="single" w:sz="2" w:space="10" w:color="A1B633" w:themeColor="accent1"/>
        <w:bottom w:val="single" w:sz="2" w:space="10" w:color="A1B633" w:themeColor="accent1"/>
        <w:right w:val="single" w:sz="2" w:space="10" w:color="A1B633" w:themeColor="accent1"/>
        <w:between w:val="single" w:sz="2" w:space="10" w:color="A1B633" w:themeColor="accent1"/>
        <w:bar w:val="single" w:sz="2" w:color="A1B633" w:themeColor="accent1"/>
      </w:pBdr>
      <w:ind w:left="1152" w:right="1152"/>
    </w:pPr>
    <w:rPr>
      <w:rFonts w:eastAsiaTheme="minorEastAsia" w:cstheme="minorBidi"/>
      <w:i/>
      <w:iCs/>
      <w:color w:val="A1B633" w:themeColor="accent1"/>
    </w:rPr>
  </w:style>
  <w:style w:type="character" w:styleId="SchwacheHervorhebung">
    <w:name w:val="Subtle Emphasis"/>
    <w:basedOn w:val="Absatz-Standardschriftart"/>
    <w:uiPriority w:val="19"/>
    <w:qFormat/>
    <w:rPr>
      <w:rFonts w:asciiTheme="minorHAnsi" w:hAnsiTheme="minorHAnsi"/>
      <w:i/>
      <w:color w:val="006666"/>
    </w:rPr>
  </w:style>
  <w:style w:type="character" w:styleId="IntensiverVerweis">
    <w:name w:val="Intense Reference"/>
    <w:basedOn w:val="Absatz-Standardschriftart"/>
    <w:uiPriority w:val="32"/>
    <w:qFormat/>
    <w:rPr>
      <w:rFonts w:asciiTheme="minorHAnsi" w:hAnsiTheme="minorHAnsi" w:cs="Times New Roman"/>
      <w:b/>
      <w:i/>
      <w:caps/>
      <w:color w:val="4E4F89"/>
      <w:spacing w:val="5"/>
    </w:rPr>
  </w:style>
  <w:style w:type="character" w:styleId="SchwacherVerweis">
    <w:name w:val="Subtle Reference"/>
    <w:basedOn w:val="Absatz-Standardschriftart"/>
    <w:uiPriority w:val="31"/>
    <w:qFormat/>
    <w:rPr>
      <w:rFonts w:cs="Times New Roman"/>
      <w:i/>
      <w:color w:val="4E4F89"/>
    </w:rPr>
  </w:style>
  <w:style w:type="character" w:styleId="Hervorhebung">
    <w:name w:val="Emphasis"/>
    <w:uiPriority w:val="20"/>
    <w:qFormat/>
    <w:rPr>
      <w:rFonts w:asciiTheme="minorHAnsi" w:hAnsiTheme="minorHAnsi"/>
      <w:b/>
      <w:color w:val="C4D73F" w:themeColor="accent2"/>
      <w:spacing w:val="10"/>
    </w:rPr>
  </w:style>
  <w:style w:type="character" w:styleId="Buchtitel">
    <w:name w:val="Book Title"/>
    <w:basedOn w:val="Absatz-Standardschriftart"/>
    <w:uiPriority w:val="33"/>
    <w:qFormat/>
    <w:rPr>
      <w:rFonts w:ascii="Cambria" w:hAnsi="Cambria" w:cs="Times New Roman"/>
      <w:i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320"/>
        <w:tab w:val="right" w:pos="864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Pr>
      <w:sz w:val="20"/>
      <w:szCs w:val="20"/>
    </w:rPr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rPr>
      <w:sz w:val="20"/>
      <w:szCs w:val="20"/>
    </w:rPr>
  </w:style>
  <w:style w:type="paragraph" w:styleId="Standardeinzug">
    <w:name w:val="Normal Indent"/>
    <w:basedOn w:val="Standard"/>
    <w:uiPriority w:val="99"/>
    <w:unhideWhenUsed/>
    <w:pPr>
      <w:ind w:left="720"/>
      <w:contextualSpacing/>
    </w:pPr>
  </w:style>
  <w:style w:type="paragraph" w:styleId="IntensivesZitat">
    <w:name w:val="Intense Quote"/>
    <w:basedOn w:val="Standard"/>
    <w:uiPriority w:val="30"/>
    <w:qFormat/>
    <w:pPr>
      <w:pBdr>
        <w:top w:val="threeDEngrave" w:sz="6" w:space="10" w:color="C4D73F" w:themeColor="accent2"/>
        <w:bottom w:val="single" w:sz="4" w:space="10" w:color="C4D73F" w:themeColor="accent2"/>
      </w:pBdr>
      <w:spacing w:before="360" w:after="360" w:line="324" w:lineRule="auto"/>
      <w:ind w:left="1080" w:right="1080"/>
    </w:pPr>
    <w:rPr>
      <w:i/>
      <w:color w:val="C4D73F" w:themeColor="accent2"/>
      <w:sz w:val="22"/>
      <w:szCs w:val="22"/>
    </w:rPr>
  </w:style>
  <w:style w:type="numbering" w:customStyle="1" w:styleId="Rhea-Aufzhlung">
    <w:name w:val="Rhea-Aufzählung"/>
    <w:uiPriority w:val="99"/>
    <w:pPr>
      <w:numPr>
        <w:numId w:val="17"/>
      </w:numPr>
    </w:pPr>
  </w:style>
  <w:style w:type="numbering" w:customStyle="1" w:styleId="Rhea-NummerierteListe">
    <w:name w:val="Rhea - Nummerierte Liste"/>
    <w:uiPriority w:val="99"/>
    <w:pPr>
      <w:numPr>
        <w:numId w:val="22"/>
      </w:numPr>
    </w:pPr>
  </w:style>
  <w:style w:type="paragraph" w:styleId="Listenabsatz">
    <w:name w:val="List Paragraph"/>
    <w:basedOn w:val="Standard"/>
    <w:uiPriority w:val="36"/>
    <w:unhideWhenUsed/>
    <w:qFormat/>
    <w:pPr>
      <w:ind w:left="720"/>
      <w:contextualSpacing/>
    </w:pPr>
  </w:style>
  <w:style w:type="paragraph" w:styleId="KeinLeerraum">
    <w:name w:val="No Spacing"/>
    <w:basedOn w:val="Standard"/>
    <w:link w:val="KeinLeerraumZchn"/>
    <w:uiPriority w:val="1"/>
    <w:qFormat/>
    <w:pPr>
      <w:spacing w:after="0" w:line="240" w:lineRule="auto"/>
    </w:pPr>
    <w:rPr>
      <w:szCs w:val="32"/>
    </w:rPr>
  </w:style>
  <w:style w:type="character" w:styleId="Platzhaltertext">
    <w:name w:val="Placeholder Text"/>
    <w:basedOn w:val="Absatz-Standardschriftart"/>
    <w:uiPriority w:val="99"/>
    <w:unhideWhenUsed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ahoma" w:hAnsi="Tahoma" w:cs="Tahoma"/>
      <w:sz w:val="16"/>
      <w:szCs w:val="16"/>
    </w:rPr>
  </w:style>
  <w:style w:type="paragraph" w:customStyle="1" w:styleId="Aufzhlungszeichen1">
    <w:name w:val="Aufzählungszeichen 1"/>
    <w:basedOn w:val="Listenabsatz"/>
    <w:uiPriority w:val="38"/>
    <w:qFormat/>
    <w:pPr>
      <w:numPr>
        <w:numId w:val="38"/>
      </w:numPr>
      <w:spacing w:after="0"/>
    </w:pPr>
  </w:style>
  <w:style w:type="paragraph" w:customStyle="1" w:styleId="Aufzhlungszeichen21">
    <w:name w:val="Aufzählungszeichen 21"/>
    <w:basedOn w:val="Listenabsatz"/>
    <w:uiPriority w:val="38"/>
    <w:qFormat/>
    <w:pPr>
      <w:numPr>
        <w:ilvl w:val="1"/>
        <w:numId w:val="38"/>
      </w:numPr>
      <w:spacing w:after="0"/>
    </w:pPr>
  </w:style>
  <w:style w:type="paragraph" w:customStyle="1" w:styleId="Aufzhlungszeichen31">
    <w:name w:val="Aufzählungszeichen 31"/>
    <w:basedOn w:val="Listenabsatz"/>
    <w:uiPriority w:val="38"/>
    <w:qFormat/>
    <w:pPr>
      <w:numPr>
        <w:ilvl w:val="2"/>
        <w:numId w:val="38"/>
      </w:numPr>
      <w:spacing w:after="0"/>
    </w:pPr>
  </w:style>
  <w:style w:type="paragraph" w:customStyle="1" w:styleId="StandardPlatzhalterBetreff10">
    <w:name w:val="StandardPlatzhalter_Betreff10"/>
    <w:uiPriority w:val="39"/>
    <w:rPr>
      <w:i/>
      <w:color w:val="E89117" w:themeColor="text2"/>
      <w:sz w:val="24"/>
      <w:szCs w:val="24"/>
    </w:rPr>
  </w:style>
  <w:style w:type="paragraph" w:customStyle="1" w:styleId="Kopfzeile-Gerade">
    <w:name w:val="Kopfzeile - Gerade"/>
    <w:basedOn w:val="Kopfzeile"/>
    <w:uiPriority w:val="39"/>
    <w:pPr>
      <w:pBdr>
        <w:bottom w:val="single" w:sz="4" w:space="1" w:color="auto"/>
      </w:pBdr>
    </w:pPr>
  </w:style>
  <w:style w:type="paragraph" w:customStyle="1" w:styleId="Kopfzeile-Ungerade">
    <w:name w:val="Kopfzeile - Ungerade"/>
    <w:basedOn w:val="Kopfzeile"/>
    <w:uiPriority w:val="39"/>
    <w:pPr>
      <w:pBdr>
        <w:bottom w:val="single" w:sz="4" w:space="1" w:color="auto"/>
      </w:pBdr>
      <w:jc w:val="right"/>
    </w:pPr>
  </w:style>
  <w:style w:type="paragraph" w:customStyle="1" w:styleId="Kategorie">
    <w:name w:val="Kategorie"/>
    <w:basedOn w:val="Standard"/>
    <w:uiPriority w:val="39"/>
    <w:qFormat/>
    <w:pPr>
      <w:framePr w:hSpace="187" w:wrap="around" w:hAnchor="margin" w:xAlign="center" w:y="721"/>
      <w:spacing w:after="0" w:line="240" w:lineRule="auto"/>
    </w:pPr>
    <w:rPr>
      <w:rFonts w:cstheme="minorBidi"/>
      <w:caps/>
      <w:sz w:val="22"/>
      <w:szCs w:val="22"/>
    </w:rPr>
  </w:style>
  <w:style w:type="paragraph" w:customStyle="1" w:styleId="Kommentare">
    <w:name w:val="Kommentare"/>
    <w:basedOn w:val="Standard"/>
    <w:uiPriority w:val="39"/>
    <w:qFormat/>
    <w:pPr>
      <w:spacing w:after="120" w:line="240" w:lineRule="auto"/>
    </w:pPr>
    <w:rPr>
      <w:b/>
      <w:szCs w:val="22"/>
    </w:rPr>
  </w:style>
  <w:style w:type="paragraph" w:customStyle="1" w:styleId="Kommentartext1">
    <w:name w:val="Kommentartext1"/>
    <w:basedOn w:val="Standard"/>
    <w:uiPriority w:val="39"/>
    <w:qFormat/>
    <w:pPr>
      <w:spacing w:after="120" w:line="288" w:lineRule="auto"/>
    </w:pPr>
    <w:rPr>
      <w:szCs w:val="22"/>
    </w:rPr>
  </w:style>
  <w:style w:type="character" w:styleId="Hyperlink">
    <w:name w:val="Hyperlink"/>
    <w:basedOn w:val="Absatz-Standardschriftart"/>
    <w:uiPriority w:val="99"/>
    <w:unhideWhenUsed/>
    <w:rPr>
      <w:color w:val="408080" w:themeColor="hyperlink"/>
      <w:u w:val="single"/>
    </w:rPr>
  </w:style>
  <w:style w:type="paragraph" w:styleId="Verzeichnis1">
    <w:name w:val="toc 1"/>
    <w:basedOn w:val="Standard"/>
    <w:next w:val="Standard"/>
    <w:autoRedefine/>
    <w:uiPriority w:val="39"/>
    <w:unhideWhenUsed/>
    <w:qFormat/>
    <w:rPr>
      <w:rFonts w:eastAsiaTheme="minorEastAsia" w:cstheme="minorBidi"/>
      <w:szCs w:val="24"/>
    </w:rPr>
  </w:style>
  <w:style w:type="paragraph" w:styleId="Verzeichnis2">
    <w:name w:val="toc 2"/>
    <w:basedOn w:val="Standard"/>
    <w:next w:val="Standard"/>
    <w:autoRedefine/>
    <w:uiPriority w:val="39"/>
    <w:unhideWhenUsed/>
    <w:qFormat/>
    <w:pPr>
      <w:ind w:left="240"/>
    </w:pPr>
    <w:rPr>
      <w:rFonts w:eastAsiaTheme="minorEastAsia" w:cstheme="minorBidi"/>
      <w:szCs w:val="24"/>
    </w:rPr>
  </w:style>
  <w:style w:type="paragraph" w:styleId="Verzeichnis3">
    <w:name w:val="toc 3"/>
    <w:basedOn w:val="Standard"/>
    <w:next w:val="Standard"/>
    <w:autoRedefine/>
    <w:uiPriority w:val="39"/>
    <w:unhideWhenUsed/>
    <w:pPr>
      <w:spacing w:after="100"/>
      <w:ind w:left="400"/>
    </w:pPr>
  </w:style>
  <w:style w:type="paragraph" w:styleId="Beschriftung">
    <w:name w:val="caption"/>
    <w:basedOn w:val="Standard"/>
    <w:next w:val="Standard"/>
    <w:uiPriority w:val="99"/>
    <w:unhideWhenUsed/>
    <w:pPr>
      <w:spacing w:line="240" w:lineRule="auto"/>
    </w:pPr>
    <w:rPr>
      <w:b/>
      <w:bCs/>
      <w:color w:val="A1B633" w:themeColor="accent1"/>
      <w:sz w:val="18"/>
      <w:szCs w:val="18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9648F8"/>
    <w:rPr>
      <w:rFonts w:ascii="Arial" w:hAnsi="Arial"/>
      <w:sz w:val="24"/>
      <w:szCs w:val="32"/>
    </w:rPr>
  </w:style>
  <w:style w:type="paragraph" w:customStyle="1" w:styleId="Formatvorlage1oU">
    <w:name w:val="Formatvorlage1_oU"/>
    <w:basedOn w:val="berschrift1"/>
    <w:link w:val="Formatvorlage1oUZchn"/>
    <w:autoRedefine/>
    <w:qFormat/>
    <w:rsid w:val="008C54D5"/>
    <w:pPr>
      <w:pageBreakBefore w:val="0"/>
      <w:spacing w:before="80" w:after="0" w:line="276" w:lineRule="auto"/>
      <w:ind w:right="-164"/>
    </w:pPr>
    <w:rPr>
      <w:b/>
      <w:i/>
      <w:sz w:val="44"/>
      <w:lang w:val="en-GB"/>
      <w14:textOutline w14:w="5270" w14:cap="flat" w14:cmpd="sng" w14:algn="ctr">
        <w14:solidFill>
          <w14:schemeClr w14:val="accent1">
            <w14:shade w14:val="88000"/>
            <w14:satMod w14:val="110000"/>
          </w14:schemeClr>
        </w14:solidFill>
        <w14:prstDash w14:val="solid"/>
        <w14:round/>
      </w14:textOutline>
      <w14:textFill>
        <w14:gradFill>
          <w14:gsLst>
            <w14:gs w14:pos="0">
              <w14:schemeClr w14:val="accent1">
                <w14:tint w14:val="40000"/>
                <w14:satMod w14:val="250000"/>
              </w14:schemeClr>
            </w14:gs>
            <w14:gs w14:pos="9000">
              <w14:schemeClr w14:val="accent1">
                <w14:tint w14:val="52000"/>
                <w14:satMod w14:val="300000"/>
              </w14:schemeClr>
            </w14:gs>
            <w14:gs w14:pos="50000">
              <w14:schemeClr w14:val="accent1">
                <w14:shade w14:val="20000"/>
                <w14:satMod w14:val="300000"/>
              </w14:schemeClr>
            </w14:gs>
            <w14:gs w14:pos="79000">
              <w14:schemeClr w14:val="accent1">
                <w14:tint w14:val="52000"/>
                <w14:satMod w14:val="300000"/>
              </w14:schemeClr>
            </w14:gs>
            <w14:gs w14:pos="100000">
              <w14:schemeClr w14:val="accent1">
                <w14:tint w14:val="40000"/>
                <w14:satMod w14:val="250000"/>
              </w14:schemeClr>
            </w14:gs>
          </w14:gsLst>
          <w14:lin w14:ang="5400000" w14:scaled="0"/>
        </w14:gradFill>
      </w14:textFill>
    </w:rPr>
  </w:style>
  <w:style w:type="character" w:customStyle="1" w:styleId="Formatvorlage1oUZchn">
    <w:name w:val="Formatvorlage1_oU Zchn"/>
    <w:basedOn w:val="berschrift1Zchn"/>
    <w:link w:val="Formatvorlage1oU"/>
    <w:rsid w:val="008C54D5"/>
    <w:rPr>
      <w:rFonts w:asciiTheme="majorHAnsi" w:hAnsiTheme="majorHAnsi"/>
      <w:b/>
      <w:i/>
      <w:color w:val="C4D73F" w:themeColor="accent2"/>
      <w:sz w:val="44"/>
      <w:szCs w:val="32"/>
      <w:lang w:val="en-GB"/>
      <w14:textOutline w14:w="5270" w14:cap="flat" w14:cmpd="sng" w14:algn="ctr">
        <w14:solidFill>
          <w14:schemeClr w14:val="accent1">
            <w14:shade w14:val="88000"/>
            <w14:satMod w14:val="110000"/>
          </w14:schemeClr>
        </w14:solidFill>
        <w14:prstDash w14:val="solid"/>
        <w14:round/>
      </w14:textOutline>
      <w14:textFill>
        <w14:gradFill>
          <w14:gsLst>
            <w14:gs w14:pos="0">
              <w14:schemeClr w14:val="accent1">
                <w14:tint w14:val="40000"/>
                <w14:satMod w14:val="250000"/>
              </w14:schemeClr>
            </w14:gs>
            <w14:gs w14:pos="9000">
              <w14:schemeClr w14:val="accent1">
                <w14:tint w14:val="52000"/>
                <w14:satMod w14:val="300000"/>
              </w14:schemeClr>
            </w14:gs>
            <w14:gs w14:pos="50000">
              <w14:schemeClr w14:val="accent1">
                <w14:shade w14:val="20000"/>
                <w14:satMod w14:val="300000"/>
              </w14:schemeClr>
            </w14:gs>
            <w14:gs w14:pos="79000">
              <w14:schemeClr w14:val="accent1">
                <w14:tint w14:val="52000"/>
                <w14:satMod w14:val="300000"/>
              </w14:schemeClr>
            </w14:gs>
            <w14:gs w14:pos="100000">
              <w14:schemeClr w14:val="accent1">
                <w14:tint w14:val="40000"/>
                <w14:satMod w14:val="250000"/>
              </w14:schemeClr>
            </w14:gs>
          </w14:gsLst>
          <w14:lin w14:ang="5400000" w14:scaled="0"/>
        </w14:gradFill>
      </w14:textFill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7031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eastAsia="Times New Roman" w:hAnsi="Courier New" w:cs="Courier New"/>
      <w:sz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703171"/>
    <w:rPr>
      <w:rFonts w:ascii="Courier New" w:eastAsia="Times New Roman" w:hAnsi="Courier New" w:cs="Courier New"/>
      <w:sz w:val="20"/>
      <w:szCs w:val="20"/>
    </w:rPr>
  </w:style>
  <w:style w:type="character" w:customStyle="1" w:styleId="mask">
    <w:name w:val="mask"/>
    <w:basedOn w:val="Absatz-Standardschriftart"/>
    <w:rsid w:val="00C539D9"/>
  </w:style>
  <w:style w:type="character" w:customStyle="1" w:styleId="bold">
    <w:name w:val="bold"/>
    <w:basedOn w:val="Absatz-Standardschriftart"/>
    <w:rsid w:val="00C539D9"/>
  </w:style>
  <w:style w:type="character" w:customStyle="1" w:styleId="st">
    <w:name w:val="st"/>
    <w:basedOn w:val="Absatz-Standardschriftart"/>
    <w:rsid w:val="00A61F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58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13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79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1.png"/><Relationship Id="rId18" Type="http://schemas.openxmlformats.org/officeDocument/2006/relationships/image" Target="media/image4.wmf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://creativecommons.org/licenses/by-nc-sa/3.0/deed.de_AT" TargetMode="External"/><Relationship Id="rId17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://creativecommons.org/licenses/by-nc-sa/3.0/deed.de_AT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creativecommons.org/choose/Mathespiel" TargetMode="External"/><Relationship Id="rId22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choose/Mathematikspiel" TargetMode="External"/><Relationship Id="rId2" Type="http://schemas.openxmlformats.org/officeDocument/2006/relationships/image" Target="media/image1.png"/><Relationship Id="rId1" Type="http://schemas.openxmlformats.org/officeDocument/2006/relationships/hyperlink" Target="http://creativecommons.org/licenses/by-nc-sa/3.0/deed.de_AT" TargetMode="External"/><Relationship Id="rId4" Type="http://schemas.openxmlformats.org/officeDocument/2006/relationships/hyperlink" Target="http://creativecommons.org/licenses/by-nc-sa/3.0/deed.de_AT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choose/Mathematikspiel" TargetMode="External"/><Relationship Id="rId2" Type="http://schemas.openxmlformats.org/officeDocument/2006/relationships/image" Target="media/image1.png"/><Relationship Id="rId1" Type="http://schemas.openxmlformats.org/officeDocument/2006/relationships/hyperlink" Target="http://creativecommons.org/licenses/by-nc-sa/3.0/deed.de_AT" TargetMode="External"/><Relationship Id="rId4" Type="http://schemas.openxmlformats.org/officeDocument/2006/relationships/hyperlink" Target="http://creativecommons.org/licenses/by-nc-sa/3.0/deed.de_A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iwi\AppData\Roaming\Microsoft\Templates\UrbanReport.dotx" TargetMode="External"/></Relationships>
</file>

<file path=word/theme/theme1.xml><?xml version="1.0" encoding="utf-8"?>
<a:theme xmlns:a="http://schemas.openxmlformats.org/drawingml/2006/main" name="Summer">
  <a:themeElements>
    <a:clrScheme name="Summer">
      <a:dk1>
        <a:sysClr val="windowText" lastClr="000000"/>
      </a:dk1>
      <a:lt1>
        <a:sysClr val="window" lastClr="FFFFFF"/>
      </a:lt1>
      <a:dk2>
        <a:srgbClr val="E89117"/>
      </a:dk2>
      <a:lt2>
        <a:srgbClr val="FEDD78"/>
      </a:lt2>
      <a:accent1>
        <a:srgbClr val="A1B633"/>
      </a:accent1>
      <a:accent2>
        <a:srgbClr val="C4D73F"/>
      </a:accent2>
      <a:accent3>
        <a:srgbClr val="FFCE2D"/>
      </a:accent3>
      <a:accent4>
        <a:srgbClr val="FFA600"/>
      </a:accent4>
      <a:accent5>
        <a:srgbClr val="ED5E00"/>
      </a:accent5>
      <a:accent6>
        <a:srgbClr val="C62D03"/>
      </a:accent6>
      <a:hlink>
        <a:srgbClr val="408080"/>
      </a:hlink>
      <a:folHlink>
        <a:srgbClr val="5EAEAE"/>
      </a:folHlink>
    </a:clrScheme>
    <a:fontScheme name="Summer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Summer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lumMod val="110000"/>
              </a:schemeClr>
            </a:gs>
            <a:gs pos="100000">
              <a:schemeClr val="phClr">
                <a:tint val="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8000"/>
                <a:satMod val="120000"/>
                <a:lumMod val="110000"/>
              </a:schemeClr>
            </a:gs>
            <a:gs pos="100000">
              <a:schemeClr val="phClr">
                <a:shade val="90000"/>
                <a:lumMod val="90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88900" dist="38100" dir="5400000" algn="ctr" rotWithShape="0">
              <a:srgbClr val="000000">
                <a:alpha val="65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5400000"/>
            </a:lightRig>
          </a:scene3d>
          <a:sp3d>
            <a:bevelT w="25400" h="381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shade val="80000"/>
                <a:hueMod val="110000"/>
                <a:satMod val="120000"/>
              </a:schemeClr>
            </a:gs>
            <a:gs pos="100000">
              <a:schemeClr val="phClr">
                <a:shade val="60000"/>
                <a:hueMod val="40000"/>
                <a:satMod val="120000"/>
                <a:lumMod val="103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7000"/>
                <a:shade val="80000"/>
                <a:hueMod val="110000"/>
                <a:satMod val="130000"/>
                <a:lumMod val="100000"/>
              </a:schemeClr>
            </a:gs>
            <a:gs pos="100000">
              <a:schemeClr val="phClr">
                <a:shade val="60000"/>
                <a:hueMod val="40000"/>
                <a:satMod val="120000"/>
                <a:lumMod val="103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>2011-10-23T00:00:00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/>
</outs:outSpaceDat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125402F-C107-40BA-8DA2-55DB98D560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12CF13-A6E2-4B52-A065-C287D308AFEB}">
  <ds:schemaRefs>
    <ds:schemaRef ds:uri="http://schemas.microsoft.com/office/2009/outspace/metadata"/>
  </ds:schemaRefs>
</ds:datastoreItem>
</file>

<file path=customXml/itemProps4.xml><?xml version="1.0" encoding="utf-8"?>
<ds:datastoreItem xmlns:ds="http://schemas.openxmlformats.org/officeDocument/2006/customXml" ds:itemID="{5DBE20B7-F385-4EAA-9EB6-DF0611EE9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UrbanReport.dotx</Template>
  <TotalTime>0</TotalTime>
  <Pages>1</Pages>
  <Words>352</Words>
  <Characters>2220</Characters>
  <Application>Microsoft Office Word</Application>
  <DocSecurity>0</DocSecurity>
  <Lines>18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Creative Commons LizenzvertragNicole Wiedner steht unter einer Creative Commons Namensnennung-NichtKommerziell-Weitergabe unter gleichen Bedingungen 3.0 Unported Lizenz.</vt:lpstr>
      <vt:lpstr/>
    </vt:vector>
  </TitlesOfParts>
  <Company/>
  <LinksUpToDate>false</LinksUpToDate>
  <CharactersWithSpaces>2567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Creative Commons LizenzvertragNicole Wiedner steht unter einer Creative Commons Namensnennung-NichtKommerziell-Weitergabe unter gleichen Bedingungen 3.0 Unported Lizenz.</dc:title>
  <dc:subject>H1MB2</dc:subject>
  <dc:creator>Nicole Wiedner                                                                                                     nicole.wiedner@outlook.com</dc:creator>
  <cp:lastModifiedBy>niwi</cp:lastModifiedBy>
  <cp:revision>4</cp:revision>
  <cp:lastPrinted>2012-12-09T16:45:00Z</cp:lastPrinted>
  <dcterms:created xsi:type="dcterms:W3CDTF">2012-12-09T16:45:00Z</dcterms:created>
  <dcterms:modified xsi:type="dcterms:W3CDTF">2012-12-09T16:49:00Z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TC017730899991</vt:lpwstr>
  </property>
</Properties>
</file>